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A3B" w:rsidRDefault="002A1A3B" w:rsidP="0031477C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65.05pt;height:75.1pt;z-index:251658240">
            <v:imagedata r:id="rId5" o:title=""/>
            <w10:wrap type="topAndBottom"/>
          </v:shape>
          <o:OLEObject Type="Embed" ProgID="PBrush" ShapeID="_x0000_s1026" DrawAspect="Content" ObjectID="_1577133078" r:id="rId6"/>
        </w:pict>
      </w:r>
    </w:p>
    <w:p w:rsidR="002A1A3B" w:rsidRDefault="002A1A3B" w:rsidP="001D3DD7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2A1A3B" w:rsidRDefault="002A1A3B" w:rsidP="001D3DD7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2A1A3B" w:rsidRPr="005C7B32" w:rsidRDefault="002A1A3B" w:rsidP="001D3DD7">
      <w:pPr>
        <w:jc w:val="center"/>
        <w:rPr>
          <w:sz w:val="28"/>
          <w:szCs w:val="28"/>
        </w:rPr>
      </w:pPr>
    </w:p>
    <w:p w:rsidR="002A1A3B" w:rsidRDefault="002A1A3B" w:rsidP="001D3D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2A1A3B" w:rsidRDefault="002A1A3B" w:rsidP="001D3DD7">
      <w:pPr>
        <w:pStyle w:val="Heading2"/>
        <w:spacing w:line="240" w:lineRule="auto"/>
        <w:rPr>
          <w:b w:val="0"/>
          <w:sz w:val="32"/>
          <w:szCs w:val="32"/>
        </w:rPr>
      </w:pPr>
    </w:p>
    <w:p w:rsidR="002A1A3B" w:rsidRPr="00A46A70" w:rsidRDefault="002A1A3B" w:rsidP="001D3DD7">
      <w:pPr>
        <w:pStyle w:val="Heading2"/>
        <w:spacing w:line="240" w:lineRule="auto"/>
        <w:rPr>
          <w:sz w:val="32"/>
          <w:szCs w:val="32"/>
        </w:rPr>
      </w:pPr>
      <w:r w:rsidRPr="00A46A70">
        <w:rPr>
          <w:sz w:val="32"/>
          <w:szCs w:val="32"/>
        </w:rPr>
        <w:t>Р  Е Ш Е Н И Е</w:t>
      </w:r>
    </w:p>
    <w:p w:rsidR="002A1A3B" w:rsidRPr="008E0828" w:rsidRDefault="002A1A3B" w:rsidP="001D3DD7">
      <w:pPr>
        <w:jc w:val="center"/>
        <w:rPr>
          <w:sz w:val="28"/>
          <w:szCs w:val="28"/>
        </w:rPr>
      </w:pPr>
    </w:p>
    <w:p w:rsidR="002A1A3B" w:rsidRDefault="002A1A3B" w:rsidP="001D3DD7">
      <w:pPr>
        <w:jc w:val="center"/>
        <w:rPr>
          <w:sz w:val="28"/>
          <w:szCs w:val="28"/>
        </w:rPr>
      </w:pPr>
      <w:r>
        <w:rPr>
          <w:sz w:val="28"/>
          <w:szCs w:val="28"/>
        </w:rPr>
        <w:t>15.12.2017 № 89</w:t>
      </w:r>
    </w:p>
    <w:p w:rsidR="002A1A3B" w:rsidRPr="008E0828" w:rsidRDefault="002A1A3B" w:rsidP="001D3DD7">
      <w:pPr>
        <w:jc w:val="center"/>
        <w:rPr>
          <w:sz w:val="28"/>
          <w:szCs w:val="28"/>
        </w:rPr>
      </w:pPr>
    </w:p>
    <w:p w:rsidR="002A1A3B" w:rsidRPr="004C65FF" w:rsidRDefault="002A1A3B" w:rsidP="001D3DD7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2A1A3B" w:rsidRPr="004C65FF" w:rsidRDefault="002A1A3B" w:rsidP="001D3DD7">
      <w:pPr>
        <w:jc w:val="center"/>
        <w:rPr>
          <w:sz w:val="28"/>
          <w:szCs w:val="28"/>
        </w:rPr>
      </w:pPr>
    </w:p>
    <w:p w:rsidR="002A1A3B" w:rsidRDefault="002A1A3B" w:rsidP="001D3DD7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2A1A3B" w:rsidTr="001D3DD7">
        <w:tc>
          <w:tcPr>
            <w:tcW w:w="9214" w:type="dxa"/>
          </w:tcPr>
          <w:p w:rsidR="002A1A3B" w:rsidRDefault="002A1A3B" w:rsidP="001D3DD7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3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6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53</w:t>
            </w:r>
          </w:p>
          <w:p w:rsidR="002A1A3B" w:rsidRDefault="002A1A3B" w:rsidP="001D3DD7">
            <w:pPr>
              <w:spacing w:line="240" w:lineRule="exact"/>
              <w:ind w:firstLine="1310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 Тогодского</w:t>
            </w:r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 xml:space="preserve">2017 год </w:t>
            </w:r>
          </w:p>
          <w:p w:rsidR="002A1A3B" w:rsidRPr="00F60247" w:rsidRDefault="002A1A3B" w:rsidP="001D3DD7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>и на плановый период 2018 и 2019 годов»</w:t>
            </w:r>
          </w:p>
        </w:tc>
      </w:tr>
    </w:tbl>
    <w:p w:rsidR="002A1A3B" w:rsidRDefault="002A1A3B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2A1A3B" w:rsidRDefault="002A1A3B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2A1A3B" w:rsidRPr="00860646" w:rsidRDefault="002A1A3B" w:rsidP="001D3DD7">
      <w:pPr>
        <w:pStyle w:val="BodyText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Тогодского</w:t>
      </w:r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1A3B" w:rsidRDefault="002A1A3B" w:rsidP="001D3DD7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2A1A3B" w:rsidRDefault="002A1A3B" w:rsidP="001D3DD7">
      <w:pPr>
        <w:ind w:firstLine="709"/>
        <w:jc w:val="both"/>
        <w:rPr>
          <w:sz w:val="28"/>
        </w:rPr>
      </w:pPr>
      <w:r>
        <w:rPr>
          <w:sz w:val="28"/>
        </w:rPr>
        <w:t>1.  Внести следующие изменения и дополнения в решение Совета депутатов Тогодского сельского поселения от 23.12.2016 № 53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EC3D81">
        <w:rPr>
          <w:sz w:val="28"/>
        </w:rPr>
        <w:t>»</w:t>
      </w:r>
      <w:r>
        <w:rPr>
          <w:sz w:val="28"/>
        </w:rPr>
        <w:t>:</w:t>
      </w:r>
    </w:p>
    <w:p w:rsidR="002A1A3B" w:rsidRDefault="002A1A3B" w:rsidP="001D3DD7">
      <w:pPr>
        <w:ind w:firstLine="709"/>
        <w:jc w:val="both"/>
        <w:rPr>
          <w:sz w:val="28"/>
        </w:rPr>
      </w:pPr>
      <w:r>
        <w:rPr>
          <w:sz w:val="28"/>
        </w:rPr>
        <w:t>1.1. в статье 1 п.п.1.2. сумму 4049,0 тыс. руб. заменить на 4162,0 тыс. руб.</w:t>
      </w:r>
    </w:p>
    <w:p w:rsidR="002A1A3B" w:rsidRDefault="002A1A3B" w:rsidP="001D3DD7">
      <w:pPr>
        <w:ind w:firstLine="708"/>
        <w:jc w:val="both"/>
        <w:rPr>
          <w:sz w:val="28"/>
        </w:rPr>
      </w:pPr>
      <w:r>
        <w:rPr>
          <w:sz w:val="28"/>
        </w:rPr>
        <w:t xml:space="preserve">1.2. </w:t>
      </w:r>
      <w:r w:rsidRPr="00B354C6">
        <w:rPr>
          <w:sz w:val="28"/>
        </w:rPr>
        <w:t>в статье 1 п.п. 1.3. сумму «</w:t>
      </w:r>
      <w:r>
        <w:rPr>
          <w:sz w:val="28"/>
        </w:rPr>
        <w:t>0 тыс. руб.</w:t>
      </w:r>
      <w:r w:rsidRPr="00B354C6">
        <w:rPr>
          <w:sz w:val="28"/>
        </w:rPr>
        <w:t xml:space="preserve">» заменить на </w:t>
      </w:r>
      <w:r>
        <w:rPr>
          <w:sz w:val="28"/>
        </w:rPr>
        <w:t xml:space="preserve">113,0 </w:t>
      </w:r>
      <w:r w:rsidRPr="00B354C6">
        <w:rPr>
          <w:sz w:val="28"/>
        </w:rPr>
        <w:t>тыс.</w:t>
      </w:r>
      <w:r>
        <w:rPr>
          <w:sz w:val="28"/>
        </w:rPr>
        <w:t xml:space="preserve"> руб.</w:t>
      </w:r>
    </w:p>
    <w:p w:rsidR="002A1A3B" w:rsidRPr="001D3DD7" w:rsidRDefault="002A1A3B" w:rsidP="001D3DD7">
      <w:pPr>
        <w:ind w:firstLine="708"/>
        <w:jc w:val="both"/>
        <w:rPr>
          <w:sz w:val="28"/>
        </w:rPr>
      </w:pPr>
      <w:r>
        <w:rPr>
          <w:sz w:val="28"/>
        </w:rPr>
        <w:t>1.3. в статье 6 о</w:t>
      </w:r>
      <w:r w:rsidRPr="0008558C">
        <w:rPr>
          <w:sz w:val="28"/>
          <w:szCs w:val="28"/>
        </w:rPr>
        <w:t>бъем межбюджетных трансфертов получаемых из других бюджетов бюджетной системы Российской Федерации  на 2017 год и плановый период 2018 и 2019 годов</w:t>
      </w:r>
      <w:r>
        <w:rPr>
          <w:sz w:val="28"/>
          <w:szCs w:val="28"/>
        </w:rPr>
        <w:t xml:space="preserve"> сумма 3541,1 тыс. руб.</w:t>
      </w:r>
    </w:p>
    <w:p w:rsidR="002A1A3B" w:rsidRDefault="002A1A3B" w:rsidP="001D561F">
      <w:pPr>
        <w:ind w:left="709"/>
        <w:jc w:val="both"/>
        <w:rPr>
          <w:sz w:val="28"/>
          <w:szCs w:val="28"/>
        </w:rPr>
      </w:pPr>
    </w:p>
    <w:p w:rsidR="002A1A3B" w:rsidRDefault="002A1A3B" w:rsidP="001D561F">
      <w:pPr>
        <w:ind w:left="709"/>
        <w:jc w:val="both"/>
        <w:rPr>
          <w:sz w:val="28"/>
          <w:szCs w:val="28"/>
        </w:rPr>
      </w:pPr>
    </w:p>
    <w:p w:rsidR="002A1A3B" w:rsidRPr="001D561F" w:rsidRDefault="002A1A3B" w:rsidP="001D561F">
      <w:pPr>
        <w:ind w:left="709"/>
        <w:jc w:val="both"/>
        <w:rPr>
          <w:sz w:val="28"/>
          <w:szCs w:val="28"/>
        </w:rPr>
      </w:pPr>
    </w:p>
    <w:p w:rsidR="002A1A3B" w:rsidRDefault="002A1A3B" w:rsidP="00D6354E">
      <w:pPr>
        <w:ind w:firstLine="709"/>
        <w:jc w:val="both"/>
        <w:rPr>
          <w:sz w:val="28"/>
        </w:rPr>
      </w:pPr>
    </w:p>
    <w:p w:rsidR="002A1A3B" w:rsidRDefault="002A1A3B" w:rsidP="00D6354E">
      <w:pPr>
        <w:ind w:firstLine="709"/>
        <w:jc w:val="both"/>
        <w:rPr>
          <w:sz w:val="28"/>
        </w:rPr>
      </w:pPr>
    </w:p>
    <w:p w:rsidR="002A1A3B" w:rsidRDefault="002A1A3B" w:rsidP="00D6354E">
      <w:pPr>
        <w:ind w:firstLine="709"/>
        <w:jc w:val="both"/>
        <w:rPr>
          <w:sz w:val="28"/>
        </w:rPr>
      </w:pPr>
    </w:p>
    <w:p w:rsidR="002A1A3B" w:rsidRDefault="002A1A3B" w:rsidP="00F924E7">
      <w:pPr>
        <w:spacing w:before="120" w:line="240" w:lineRule="exact"/>
        <w:jc w:val="center"/>
      </w:pPr>
    </w:p>
    <w:p w:rsidR="002A1A3B" w:rsidRDefault="002A1A3B" w:rsidP="00F924E7">
      <w:pPr>
        <w:spacing w:before="120" w:line="240" w:lineRule="exact"/>
        <w:jc w:val="center"/>
      </w:pPr>
    </w:p>
    <w:p w:rsidR="002A1A3B" w:rsidRDefault="002A1A3B" w:rsidP="00F924E7">
      <w:pPr>
        <w:spacing w:before="120" w:line="240" w:lineRule="exact"/>
        <w:jc w:val="center"/>
      </w:pPr>
    </w:p>
    <w:p w:rsidR="002A1A3B" w:rsidRDefault="002A1A3B" w:rsidP="00F924E7">
      <w:pPr>
        <w:spacing w:before="120" w:line="240" w:lineRule="exact"/>
        <w:jc w:val="center"/>
      </w:pPr>
    </w:p>
    <w:p w:rsidR="002A1A3B" w:rsidRDefault="002A1A3B" w:rsidP="00F924E7">
      <w:pPr>
        <w:spacing w:before="120" w:line="240" w:lineRule="exact"/>
        <w:jc w:val="center"/>
      </w:pPr>
    </w:p>
    <w:p w:rsidR="002A1A3B" w:rsidRDefault="002A1A3B" w:rsidP="001D3DD7">
      <w:pPr>
        <w:jc w:val="both"/>
        <w:rPr>
          <w:sz w:val="28"/>
        </w:rPr>
      </w:pPr>
    </w:p>
    <w:p w:rsidR="002A1A3B" w:rsidRDefault="002A1A3B" w:rsidP="001D3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 </w:t>
      </w:r>
      <w:r w:rsidRPr="00EC3D81">
        <w:rPr>
          <w:sz w:val="28"/>
          <w:szCs w:val="24"/>
        </w:rPr>
        <w:t>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2A1A3B" w:rsidRPr="00425792" w:rsidRDefault="002A1A3B" w:rsidP="00811CF5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3</w:t>
      </w:r>
      <w:r w:rsidRPr="00425792">
        <w:rPr>
          <w:color w:val="000000"/>
        </w:rPr>
        <w:t xml:space="preserve">           </w:t>
      </w:r>
    </w:p>
    <w:p w:rsidR="002A1A3B" w:rsidRDefault="002A1A3B" w:rsidP="00811CF5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2A1A3B" w:rsidRDefault="002A1A3B" w:rsidP="00811CF5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2A1A3B" w:rsidRDefault="002A1A3B" w:rsidP="00811CF5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2A1A3B" w:rsidRDefault="002A1A3B" w:rsidP="00811CF5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2A1A3B" w:rsidRDefault="002A1A3B" w:rsidP="00811CF5"/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669"/>
      </w:tblGrid>
      <w:tr w:rsidR="002A1A3B" w:rsidRPr="00073EC5" w:rsidTr="00811CF5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1A3B" w:rsidRPr="00073EC5" w:rsidRDefault="002A1A3B" w:rsidP="00811CF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 на 2017 год  и на плановый период 2018 и 2019 годов</w:t>
            </w:r>
          </w:p>
        </w:tc>
      </w:tr>
    </w:tbl>
    <w:p w:rsidR="002A1A3B" w:rsidRPr="00252CA9" w:rsidRDefault="002A1A3B" w:rsidP="00811CF5">
      <w:pPr>
        <w:jc w:val="right"/>
      </w:pPr>
      <w:r>
        <w:t xml:space="preserve">              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4023"/>
        <w:gridCol w:w="1252"/>
        <w:gridCol w:w="1016"/>
        <w:gridCol w:w="1071"/>
      </w:tblGrid>
      <w:tr w:rsidR="002A1A3B" w:rsidRPr="006C56C7" w:rsidTr="00811CF5">
        <w:trPr>
          <w:trHeight w:val="565"/>
        </w:trPr>
        <w:tc>
          <w:tcPr>
            <w:tcW w:w="2464" w:type="dxa"/>
          </w:tcPr>
          <w:p w:rsidR="002A1A3B" w:rsidRPr="006C56C7" w:rsidRDefault="002A1A3B" w:rsidP="00811CF5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2A1A3B" w:rsidRPr="00731141" w:rsidRDefault="002A1A3B" w:rsidP="00811CF5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</w:tcPr>
          <w:p w:rsidR="002A1A3B" w:rsidRPr="00731141" w:rsidRDefault="002A1A3B" w:rsidP="00811CF5">
            <w:pPr>
              <w:jc w:val="center"/>
            </w:pPr>
            <w:r w:rsidRPr="00731141">
              <w:t>201</w:t>
            </w:r>
            <w:r>
              <w:t>7</w:t>
            </w:r>
          </w:p>
          <w:p w:rsidR="002A1A3B" w:rsidRPr="006C56C7" w:rsidRDefault="002A1A3B" w:rsidP="00811CF5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2A1A3B" w:rsidRPr="00731141" w:rsidRDefault="002A1A3B" w:rsidP="00811CF5">
            <w:pPr>
              <w:jc w:val="center"/>
            </w:pPr>
            <w:r w:rsidRPr="00731141">
              <w:t>201</w:t>
            </w:r>
            <w:r>
              <w:t>8</w:t>
            </w:r>
          </w:p>
          <w:p w:rsidR="002A1A3B" w:rsidRPr="00731141" w:rsidRDefault="002A1A3B" w:rsidP="00811CF5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2A1A3B" w:rsidRPr="00731141" w:rsidRDefault="002A1A3B" w:rsidP="00811CF5">
            <w:pPr>
              <w:jc w:val="center"/>
            </w:pPr>
            <w:r w:rsidRPr="00731141">
              <w:t>201</w:t>
            </w:r>
            <w:r>
              <w:t>9</w:t>
            </w:r>
          </w:p>
          <w:p w:rsidR="002A1A3B" w:rsidRPr="00731141" w:rsidRDefault="002A1A3B" w:rsidP="00811CF5">
            <w:pPr>
              <w:jc w:val="center"/>
            </w:pPr>
            <w:r w:rsidRPr="00731141">
              <w:t>год</w:t>
            </w:r>
          </w:p>
        </w:tc>
      </w:tr>
      <w:tr w:rsidR="002A1A3B" w:rsidRPr="006C56C7" w:rsidTr="00811CF5">
        <w:tc>
          <w:tcPr>
            <w:tcW w:w="2464" w:type="dxa"/>
          </w:tcPr>
          <w:p w:rsidR="002A1A3B" w:rsidRPr="006C56C7" w:rsidRDefault="002A1A3B" w:rsidP="00811CF5">
            <w:pPr>
              <w:rPr>
                <w:b/>
              </w:rPr>
            </w:pPr>
          </w:p>
        </w:tc>
        <w:tc>
          <w:tcPr>
            <w:tcW w:w="4023" w:type="dxa"/>
          </w:tcPr>
          <w:p w:rsidR="002A1A3B" w:rsidRPr="00C66C01" w:rsidRDefault="002A1A3B" w:rsidP="00811CF5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2A1A3B" w:rsidRPr="00731141" w:rsidRDefault="002A1A3B" w:rsidP="00811CF5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2A1A3B" w:rsidRPr="00731141" w:rsidRDefault="002A1A3B" w:rsidP="00811CF5">
            <w:pPr>
              <w:jc w:val="center"/>
            </w:pPr>
          </w:p>
        </w:tc>
        <w:tc>
          <w:tcPr>
            <w:tcW w:w="1071" w:type="dxa"/>
          </w:tcPr>
          <w:p w:rsidR="002A1A3B" w:rsidRPr="00731141" w:rsidRDefault="002A1A3B" w:rsidP="00811CF5">
            <w:pPr>
              <w:jc w:val="center"/>
            </w:pP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2A1A3B" w:rsidRPr="00073EC5" w:rsidRDefault="002A1A3B" w:rsidP="003322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507,9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502,8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507,8</w:t>
            </w:r>
          </w:p>
        </w:tc>
      </w:tr>
      <w:tr w:rsidR="002A1A3B" w:rsidRPr="00073EC5" w:rsidTr="00811CF5">
        <w:trPr>
          <w:trHeight w:val="681"/>
        </w:trPr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</w:p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20,4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73EC5">
              <w:rPr>
                <w:sz w:val="22"/>
                <w:szCs w:val="22"/>
                <w:vertAlign w:val="superscript"/>
              </w:rPr>
              <w:t>1</w:t>
            </w:r>
            <w:r w:rsidRPr="00073EC5">
              <w:rPr>
                <w:sz w:val="22"/>
                <w:szCs w:val="22"/>
              </w:rPr>
              <w:t xml:space="preserve"> и 228 Налогового кодекса Российской Федерации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20,2</w:t>
            </w:r>
          </w:p>
        </w:tc>
        <w:tc>
          <w:tcPr>
            <w:tcW w:w="1071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20,4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bookmarkStart w:id="0" w:name="RANGE!A19:D19"/>
            <w:bookmarkEnd w:id="0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2" w:type="dxa"/>
          </w:tcPr>
          <w:p w:rsidR="002A1A3B" w:rsidRPr="00073EC5" w:rsidRDefault="002A1A3B" w:rsidP="001D56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260,3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380,7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401CD9" w:rsidRDefault="002A1A3B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2A1A3B" w:rsidRPr="00E02590" w:rsidRDefault="002A1A3B" w:rsidP="00811CF5">
            <w:pPr>
              <w:rPr>
                <w:bCs/>
                <w:sz w:val="21"/>
                <w:szCs w:val="21"/>
              </w:rPr>
            </w:pPr>
            <w:bookmarkStart w:id="1" w:name="RANGE!A20:D20"/>
            <w:bookmarkEnd w:id="1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2" w:type="dxa"/>
          </w:tcPr>
          <w:p w:rsidR="002A1A3B" w:rsidRPr="00E7727A" w:rsidRDefault="002A1A3B" w:rsidP="001D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260,3</w:t>
            </w:r>
          </w:p>
        </w:tc>
        <w:tc>
          <w:tcPr>
            <w:tcW w:w="1016" w:type="dxa"/>
          </w:tcPr>
          <w:p w:rsidR="002A1A3B" w:rsidRPr="00E7727A" w:rsidRDefault="002A1A3B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377,0</w:t>
            </w:r>
          </w:p>
        </w:tc>
        <w:tc>
          <w:tcPr>
            <w:tcW w:w="1071" w:type="dxa"/>
          </w:tcPr>
          <w:p w:rsidR="002A1A3B" w:rsidRPr="00E7727A" w:rsidRDefault="002A1A3B" w:rsidP="00811CF5">
            <w:pPr>
              <w:jc w:val="center"/>
              <w:rPr>
                <w:sz w:val="22"/>
                <w:szCs w:val="22"/>
              </w:rPr>
            </w:pPr>
            <w:r w:rsidRPr="00E7727A">
              <w:rPr>
                <w:sz w:val="22"/>
                <w:szCs w:val="22"/>
              </w:rPr>
              <w:t>380,7</w:t>
            </w:r>
          </w:p>
        </w:tc>
      </w:tr>
      <w:tr w:rsidR="002A1A3B" w:rsidRPr="00073EC5" w:rsidTr="00811CF5">
        <w:tc>
          <w:tcPr>
            <w:tcW w:w="2464" w:type="dxa"/>
            <w:vAlign w:val="bottom"/>
          </w:tcPr>
          <w:p w:rsidR="002A1A3B" w:rsidRPr="00073EC5" w:rsidRDefault="002A1A3B" w:rsidP="00811CF5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2A1A3B" w:rsidRPr="00073EC5" w:rsidRDefault="002A1A3B" w:rsidP="00811CF5">
            <w:pPr>
              <w:pStyle w:val="NormalWeb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2A1A3B" w:rsidRPr="00073EC5" w:rsidTr="00811CF5">
        <w:tc>
          <w:tcPr>
            <w:tcW w:w="2464" w:type="dxa"/>
            <w:vAlign w:val="bottom"/>
          </w:tcPr>
          <w:p w:rsidR="002A1A3B" w:rsidRPr="00073EC5" w:rsidRDefault="002A1A3B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2A1A3B" w:rsidRPr="00073EC5" w:rsidRDefault="002A1A3B" w:rsidP="00811CF5">
            <w:pPr>
              <w:pStyle w:val="NormalWeb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2A1A3B" w:rsidRPr="00073EC5" w:rsidTr="00811CF5">
        <w:trPr>
          <w:trHeight w:val="930"/>
        </w:trPr>
        <w:tc>
          <w:tcPr>
            <w:tcW w:w="2464" w:type="dxa"/>
            <w:vAlign w:val="bottom"/>
          </w:tcPr>
          <w:p w:rsidR="002A1A3B" w:rsidRPr="00073EC5" w:rsidRDefault="002A1A3B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1 03 02250 01 0000 110</w:t>
            </w:r>
          </w:p>
        </w:tc>
        <w:tc>
          <w:tcPr>
            <w:tcW w:w="4023" w:type="dxa"/>
            <w:vAlign w:val="bottom"/>
          </w:tcPr>
          <w:p w:rsidR="002A1A3B" w:rsidRPr="00073EC5" w:rsidRDefault="002A1A3B" w:rsidP="00811CF5">
            <w:pPr>
              <w:pStyle w:val="NormalWeb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175,3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278,0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</w:t>
            </w:r>
          </w:p>
        </w:tc>
      </w:tr>
      <w:tr w:rsidR="002A1A3B" w:rsidRPr="00073EC5" w:rsidTr="00C63BD0">
        <w:trPr>
          <w:trHeight w:val="2287"/>
        </w:trPr>
        <w:tc>
          <w:tcPr>
            <w:tcW w:w="2464" w:type="dxa"/>
            <w:vAlign w:val="bottom"/>
          </w:tcPr>
          <w:p w:rsidR="002A1A3B" w:rsidRPr="00073EC5" w:rsidRDefault="002A1A3B" w:rsidP="00811CF5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2A1A3B" w:rsidRPr="00073EC5" w:rsidRDefault="002A1A3B" w:rsidP="00811CF5">
            <w:pPr>
              <w:pStyle w:val="NormalWeb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2A1A3B" w:rsidRPr="00073EC5" w:rsidRDefault="002A1A3B" w:rsidP="00811CF5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-22,0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2A1A3B" w:rsidRPr="00073EC5" w:rsidRDefault="002A1A3B" w:rsidP="000877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2A1A3B" w:rsidRPr="00073EC5" w:rsidRDefault="002A1A3B" w:rsidP="000877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401CD9" w:rsidRDefault="002A1A3B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2A1A3B" w:rsidRPr="00E02590" w:rsidRDefault="002A1A3B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1016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1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2A1A3B" w:rsidRPr="00073EC5" w:rsidRDefault="002A1A3B" w:rsidP="00B54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2A1A3B" w:rsidRPr="00073EC5" w:rsidRDefault="002A1A3B" w:rsidP="000877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172,5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401CD9" w:rsidRDefault="002A1A3B" w:rsidP="00811CF5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2A1A3B" w:rsidRPr="00E02590" w:rsidRDefault="002A1A3B" w:rsidP="00811CF5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172,5</w:t>
            </w:r>
          </w:p>
        </w:tc>
        <w:tc>
          <w:tcPr>
            <w:tcW w:w="1016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71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4,7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16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1 08 04020 01 1000 110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16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4,6</w:t>
            </w:r>
          </w:p>
        </w:tc>
        <w:tc>
          <w:tcPr>
            <w:tcW w:w="1071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 w:rsidRPr="003B32CA">
              <w:rPr>
                <w:sz w:val="22"/>
                <w:szCs w:val="22"/>
              </w:rPr>
              <w:t>4,7</w:t>
            </w:r>
          </w:p>
        </w:tc>
      </w:tr>
      <w:tr w:rsidR="002A1A3B" w:rsidRPr="00073EC5" w:rsidTr="002723A7">
        <w:trPr>
          <w:trHeight w:val="821"/>
        </w:trPr>
        <w:tc>
          <w:tcPr>
            <w:tcW w:w="2464" w:type="dxa"/>
          </w:tcPr>
          <w:p w:rsidR="002A1A3B" w:rsidRPr="00D521FC" w:rsidRDefault="002A1A3B" w:rsidP="003E1B94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4023" w:type="dxa"/>
          </w:tcPr>
          <w:p w:rsidR="002A1A3B" w:rsidRPr="00D521FC" w:rsidRDefault="002A1A3B" w:rsidP="003E1B94">
            <w:pPr>
              <w:ind w:right="-545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  <w:tc>
          <w:tcPr>
            <w:tcW w:w="1252" w:type="dxa"/>
          </w:tcPr>
          <w:p w:rsidR="002A1A3B" w:rsidRPr="00B54E6B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B54E6B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A1A3B" w:rsidRPr="00B54E6B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B54E6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A1A3B" w:rsidRPr="00B54E6B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B54E6B">
              <w:rPr>
                <w:b/>
                <w:sz w:val="22"/>
                <w:szCs w:val="22"/>
              </w:rPr>
              <w:t>0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D521FC" w:rsidRDefault="002A1A3B" w:rsidP="003E1B94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1 11 05000 00 0000 120</w:t>
            </w:r>
          </w:p>
        </w:tc>
        <w:tc>
          <w:tcPr>
            <w:tcW w:w="4023" w:type="dxa"/>
          </w:tcPr>
          <w:p w:rsidR="002A1A3B" w:rsidRPr="00D521FC" w:rsidRDefault="002A1A3B" w:rsidP="003E1B94">
            <w:pPr>
              <w:ind w:right="72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2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A1A3B" w:rsidRPr="003B32CA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D521FC" w:rsidRDefault="002A1A3B" w:rsidP="003E1B9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1 11 05020 00 0000 120</w:t>
            </w:r>
          </w:p>
        </w:tc>
        <w:tc>
          <w:tcPr>
            <w:tcW w:w="4023" w:type="dxa"/>
          </w:tcPr>
          <w:p w:rsidR="002A1A3B" w:rsidRPr="00D521FC" w:rsidRDefault="002A1A3B" w:rsidP="003E1B94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52" w:type="dxa"/>
          </w:tcPr>
          <w:p w:rsidR="002A1A3B" w:rsidRDefault="002A1A3B" w:rsidP="00D76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D521FC" w:rsidRDefault="002A1A3B" w:rsidP="003E1B9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4023" w:type="dxa"/>
          </w:tcPr>
          <w:p w:rsidR="002A1A3B" w:rsidRPr="00D521FC" w:rsidRDefault="002A1A3B" w:rsidP="003E1B94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52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A1A3B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A1A3B" w:rsidRPr="00073EC5" w:rsidTr="00811CF5">
        <w:trPr>
          <w:trHeight w:val="647"/>
        </w:trPr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2A1A3B" w:rsidRPr="00073EC5" w:rsidRDefault="002A1A3B" w:rsidP="009968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3541,1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2598,3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2A1A3B" w:rsidRPr="00184673" w:rsidRDefault="002A1A3B" w:rsidP="009968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3541,1</w:t>
            </w:r>
          </w:p>
        </w:tc>
        <w:tc>
          <w:tcPr>
            <w:tcW w:w="1016" w:type="dxa"/>
          </w:tcPr>
          <w:p w:rsidR="002A1A3B" w:rsidRPr="00184673" w:rsidRDefault="002A1A3B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2666,7</w:t>
            </w:r>
          </w:p>
        </w:tc>
        <w:tc>
          <w:tcPr>
            <w:tcW w:w="1071" w:type="dxa"/>
          </w:tcPr>
          <w:p w:rsidR="002A1A3B" w:rsidRPr="00184673" w:rsidRDefault="002A1A3B" w:rsidP="00811CF5">
            <w:pPr>
              <w:jc w:val="center"/>
              <w:rPr>
                <w:sz w:val="22"/>
                <w:szCs w:val="22"/>
              </w:rPr>
            </w:pPr>
            <w:r w:rsidRPr="00184673">
              <w:rPr>
                <w:sz w:val="22"/>
                <w:szCs w:val="22"/>
              </w:rPr>
              <w:t>2598,3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2207,1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Дотация бюджетам поселений на выравнивание бюджетной обеспеченности              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2868,0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2275,5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2207,1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E07487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2A1A3B" w:rsidRPr="00E07487" w:rsidRDefault="002A1A3B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2A1A3B" w:rsidRPr="00E07487" w:rsidRDefault="002A1A3B" w:rsidP="000674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2A1A3B" w:rsidRPr="00E07487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2A1A3B" w:rsidRPr="00E07487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>223,0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2A1A3B" w:rsidRPr="00E07487" w:rsidRDefault="002A1A3B" w:rsidP="00811CF5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E07487" w:rsidRDefault="002A1A3B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2A1A3B" w:rsidRPr="00E07487" w:rsidRDefault="002A1A3B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2A1A3B" w:rsidRPr="00E07487" w:rsidRDefault="002A1A3B" w:rsidP="000674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</w:t>
            </w:r>
          </w:p>
        </w:tc>
        <w:tc>
          <w:tcPr>
            <w:tcW w:w="1016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E07487" w:rsidRDefault="002A1A3B" w:rsidP="00811CF5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2A1A3B" w:rsidRPr="00E07487" w:rsidRDefault="002A1A3B" w:rsidP="00811CF5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446,0</w:t>
            </w:r>
          </w:p>
        </w:tc>
        <w:tc>
          <w:tcPr>
            <w:tcW w:w="1016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  <w:tc>
          <w:tcPr>
            <w:tcW w:w="1071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223,0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C11832" w:rsidRDefault="002A1A3B" w:rsidP="00C11832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11832">
              <w:rPr>
                <w:sz w:val="22"/>
                <w:szCs w:val="22"/>
                <w:lang w:eastAsia="en-US"/>
              </w:rPr>
              <w:t>02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11832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9</w:t>
            </w:r>
            <w:r w:rsidRPr="00C11832">
              <w:rPr>
                <w:sz w:val="22"/>
                <w:szCs w:val="22"/>
                <w:lang w:eastAsia="en-US"/>
              </w:rPr>
              <w:t>999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11832">
              <w:rPr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 xml:space="preserve"> 7228 </w:t>
            </w:r>
            <w:r w:rsidRPr="00C11832">
              <w:rPr>
                <w:sz w:val="22"/>
                <w:szCs w:val="22"/>
                <w:lang w:eastAsia="en-US"/>
              </w:rPr>
              <w:t>151</w:t>
            </w:r>
          </w:p>
        </w:tc>
        <w:tc>
          <w:tcPr>
            <w:tcW w:w="4023" w:type="dxa"/>
          </w:tcPr>
          <w:p w:rsidR="002A1A3B" w:rsidRPr="00C11832" w:rsidRDefault="002A1A3B" w:rsidP="005B04C1">
            <w:pPr>
              <w:rPr>
                <w:sz w:val="22"/>
                <w:szCs w:val="22"/>
                <w:lang w:eastAsia="en-US"/>
              </w:rPr>
            </w:pPr>
            <w:r w:rsidRPr="00C11832">
              <w:rPr>
                <w:sz w:val="22"/>
                <w:szCs w:val="22"/>
              </w:rPr>
              <w:t xml:space="preserve">Субсидии бюджетам сельских поселений на </w:t>
            </w:r>
            <w:r w:rsidRPr="00C11832">
              <w:rPr>
                <w:sz w:val="22"/>
                <w:szCs w:val="22"/>
                <w:lang w:eastAsia="en-US"/>
              </w:rPr>
              <w:t>организацию профессионального образования и дополнительного профессионального образования выборных</w:t>
            </w:r>
          </w:p>
          <w:p w:rsidR="002A1A3B" w:rsidRPr="00C11832" w:rsidRDefault="002A1A3B" w:rsidP="00C11832">
            <w:pPr>
              <w:rPr>
                <w:sz w:val="22"/>
                <w:szCs w:val="22"/>
              </w:rPr>
            </w:pPr>
            <w:r w:rsidRPr="00C11832">
              <w:rPr>
                <w:sz w:val="22"/>
                <w:szCs w:val="22"/>
                <w:lang w:eastAsia="en-US"/>
              </w:rPr>
              <w:t xml:space="preserve">должностных лиц, служащих и муниципальных служащих </w:t>
            </w:r>
            <w:r>
              <w:rPr>
                <w:sz w:val="22"/>
                <w:szCs w:val="22"/>
                <w:lang w:eastAsia="en-US"/>
              </w:rPr>
              <w:t>на 2017 год</w:t>
            </w:r>
          </w:p>
        </w:tc>
        <w:tc>
          <w:tcPr>
            <w:tcW w:w="1252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6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A1A3B" w:rsidRPr="00E07487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A1A3B" w:rsidRPr="00073EC5" w:rsidTr="00811CF5">
        <w:trPr>
          <w:trHeight w:val="352"/>
        </w:trPr>
        <w:tc>
          <w:tcPr>
            <w:tcW w:w="2464" w:type="dxa"/>
          </w:tcPr>
          <w:p w:rsidR="002A1A3B" w:rsidRPr="000674C7" w:rsidRDefault="002A1A3B" w:rsidP="0045177D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29999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7209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151</w:t>
            </w:r>
          </w:p>
        </w:tc>
        <w:tc>
          <w:tcPr>
            <w:tcW w:w="4023" w:type="dxa"/>
          </w:tcPr>
          <w:p w:rsidR="002A1A3B" w:rsidRPr="000674C7" w:rsidRDefault="002A1A3B" w:rsidP="0045177D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252" w:type="dxa"/>
          </w:tcPr>
          <w:p w:rsidR="002A1A3B" w:rsidRPr="000674C7" w:rsidRDefault="002A1A3B" w:rsidP="004517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016" w:type="dxa"/>
          </w:tcPr>
          <w:p w:rsidR="002A1A3B" w:rsidRPr="000674C7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A1A3B" w:rsidRPr="000674C7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168,2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2A1A3B" w:rsidRDefault="002A1A3B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2A1A3B" w:rsidRDefault="002A1A3B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2A1A3B" w:rsidRPr="00073EC5" w:rsidRDefault="002A1A3B" w:rsidP="00811CF5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71,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16" w:type="dxa"/>
          </w:tcPr>
          <w:p w:rsidR="002A1A3B" w:rsidRDefault="002A1A3B" w:rsidP="00811CF5">
            <w:r w:rsidRPr="00050670">
              <w:rPr>
                <w:sz w:val="22"/>
                <w:szCs w:val="22"/>
              </w:rPr>
              <w:t>71,3</w:t>
            </w:r>
          </w:p>
        </w:tc>
        <w:tc>
          <w:tcPr>
            <w:tcW w:w="1071" w:type="dxa"/>
          </w:tcPr>
          <w:p w:rsidR="002A1A3B" w:rsidRDefault="002A1A3B" w:rsidP="00811CF5">
            <w:r w:rsidRPr="00050670">
              <w:rPr>
                <w:sz w:val="22"/>
                <w:szCs w:val="22"/>
              </w:rPr>
              <w:t>71,3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BB2BF6" w:rsidRDefault="002A1A3B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2A1A3B" w:rsidRPr="00BB2BF6" w:rsidRDefault="002A1A3B" w:rsidP="00811CF5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2A1A3B" w:rsidRPr="00050670" w:rsidRDefault="002A1A3B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2A1A3B" w:rsidRPr="00050670" w:rsidRDefault="002A1A3B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BB2BF6" w:rsidRDefault="002A1A3B" w:rsidP="00811CF5">
            <w:pPr>
              <w:jc w:val="center"/>
              <w:rPr>
                <w:b/>
                <w:sz w:val="22"/>
                <w:szCs w:val="22"/>
              </w:rPr>
            </w:pPr>
          </w:p>
          <w:p w:rsidR="002A1A3B" w:rsidRPr="00BB2BF6" w:rsidRDefault="002A1A3B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2A1A3B" w:rsidRPr="00BB2BF6" w:rsidRDefault="002A1A3B" w:rsidP="00811CF5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2A1A3B" w:rsidRPr="00050670" w:rsidRDefault="002A1A3B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2A1A3B" w:rsidRPr="00050670" w:rsidRDefault="002A1A3B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BB2BF6" w:rsidRDefault="002A1A3B" w:rsidP="00811CF5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2A1A3B" w:rsidRPr="00BB2BF6" w:rsidRDefault="002A1A3B" w:rsidP="00811CF5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2A1A3B" w:rsidRPr="00073EC5" w:rsidRDefault="002A1A3B" w:rsidP="00811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16" w:type="dxa"/>
          </w:tcPr>
          <w:p w:rsidR="002A1A3B" w:rsidRPr="00050670" w:rsidRDefault="002A1A3B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71" w:type="dxa"/>
          </w:tcPr>
          <w:p w:rsidR="002A1A3B" w:rsidRPr="00050670" w:rsidRDefault="002A1A3B" w:rsidP="00811C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BD151F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2A1A3B" w:rsidRPr="00BD151F" w:rsidRDefault="002A1A3B" w:rsidP="00811C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2A1A3B" w:rsidRPr="00BD151F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12,6</w:t>
            </w:r>
          </w:p>
        </w:tc>
        <w:tc>
          <w:tcPr>
            <w:tcW w:w="1016" w:type="dxa"/>
          </w:tcPr>
          <w:p w:rsidR="002A1A3B" w:rsidRPr="00BD151F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A1A3B" w:rsidRPr="00BD151F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510C2E" w:rsidRDefault="002A1A3B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2A1A3B" w:rsidRPr="00227A18" w:rsidRDefault="002A1A3B" w:rsidP="00811CF5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2A1A3B" w:rsidRPr="00227A18" w:rsidRDefault="002A1A3B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2A1A3B" w:rsidRPr="00227A18" w:rsidRDefault="002A1A3B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2A1A3B" w:rsidRPr="00227A18" w:rsidRDefault="002A1A3B" w:rsidP="00811CF5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2A1A3B" w:rsidRPr="00BD151F" w:rsidRDefault="002A1A3B" w:rsidP="00811CF5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2A1A3B" w:rsidRPr="00073EC5" w:rsidTr="00811CF5">
        <w:tc>
          <w:tcPr>
            <w:tcW w:w="2464" w:type="dxa"/>
          </w:tcPr>
          <w:p w:rsidR="002A1A3B" w:rsidRPr="00510C2E" w:rsidRDefault="002A1A3B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2 02 49999 00 0000 151</w:t>
            </w:r>
          </w:p>
        </w:tc>
        <w:tc>
          <w:tcPr>
            <w:tcW w:w="4023" w:type="dxa"/>
          </w:tcPr>
          <w:p w:rsidR="002A1A3B" w:rsidRPr="00227A18" w:rsidRDefault="002A1A3B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52" w:type="dxa"/>
            <w:vAlign w:val="bottom"/>
          </w:tcPr>
          <w:p w:rsidR="002A1A3B" w:rsidRPr="00227A18" w:rsidRDefault="002A1A3B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2A1A3B" w:rsidRPr="00227A18" w:rsidRDefault="002A1A3B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2A1A3B" w:rsidRPr="00073EC5" w:rsidTr="00811CF5">
        <w:tc>
          <w:tcPr>
            <w:tcW w:w="2464" w:type="dxa"/>
          </w:tcPr>
          <w:p w:rsidR="002A1A3B" w:rsidRPr="00510C2E" w:rsidRDefault="002A1A3B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2 02 49999 10 0000 151</w:t>
            </w:r>
          </w:p>
        </w:tc>
        <w:tc>
          <w:tcPr>
            <w:tcW w:w="4023" w:type="dxa"/>
          </w:tcPr>
          <w:p w:rsidR="002A1A3B" w:rsidRPr="00227A18" w:rsidRDefault="002A1A3B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bottom"/>
          </w:tcPr>
          <w:p w:rsidR="002A1A3B" w:rsidRPr="00227A18" w:rsidRDefault="002A1A3B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2A1A3B" w:rsidRPr="00227A18" w:rsidRDefault="002A1A3B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2A1A3B" w:rsidRPr="00073EC5" w:rsidTr="00811CF5">
        <w:tc>
          <w:tcPr>
            <w:tcW w:w="2464" w:type="dxa"/>
          </w:tcPr>
          <w:p w:rsidR="002A1A3B" w:rsidRPr="00510C2E" w:rsidRDefault="002A1A3B" w:rsidP="00811CF5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2 02 49999 10 7136 151</w:t>
            </w:r>
          </w:p>
        </w:tc>
        <w:tc>
          <w:tcPr>
            <w:tcW w:w="4023" w:type="dxa"/>
          </w:tcPr>
          <w:p w:rsidR="002A1A3B" w:rsidRDefault="002A1A3B" w:rsidP="00811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1252" w:type="dxa"/>
            <w:vAlign w:val="bottom"/>
          </w:tcPr>
          <w:p w:rsidR="002A1A3B" w:rsidRPr="00227A18" w:rsidRDefault="002A1A3B" w:rsidP="00811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1016" w:type="dxa"/>
            <w:vAlign w:val="bottom"/>
          </w:tcPr>
          <w:p w:rsidR="002A1A3B" w:rsidRPr="00227A18" w:rsidRDefault="002A1A3B" w:rsidP="00811CF5">
            <w:pPr>
              <w:jc w:val="right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2A1A3B" w:rsidRPr="00073EC5" w:rsidTr="00623853">
        <w:tc>
          <w:tcPr>
            <w:tcW w:w="2464" w:type="dxa"/>
          </w:tcPr>
          <w:p w:rsidR="002A1A3B" w:rsidRPr="00EC4AE7" w:rsidRDefault="002A1A3B" w:rsidP="00623853">
            <w:pPr>
              <w:jc w:val="center"/>
            </w:pPr>
            <w:r w:rsidRPr="00EC4AE7">
              <w:t>2 02 4</w:t>
            </w:r>
            <w:r>
              <w:t>9</w:t>
            </w:r>
            <w:r w:rsidRPr="00EC4AE7">
              <w:t>999 00 0000 151</w:t>
            </w:r>
          </w:p>
        </w:tc>
        <w:tc>
          <w:tcPr>
            <w:tcW w:w="4023" w:type="dxa"/>
          </w:tcPr>
          <w:p w:rsidR="002A1A3B" w:rsidRPr="00EC4AE7" w:rsidRDefault="002A1A3B" w:rsidP="00623853">
            <w:r w:rsidRPr="00EC4AE7">
              <w:t>Прочие межбюджетные трансферты, передаваемые бюджетам</w:t>
            </w:r>
          </w:p>
        </w:tc>
        <w:tc>
          <w:tcPr>
            <w:tcW w:w="1252" w:type="dxa"/>
          </w:tcPr>
          <w:p w:rsidR="002A1A3B" w:rsidRDefault="002A1A3B" w:rsidP="00623853">
            <w:pPr>
              <w:jc w:val="center"/>
            </w:pPr>
            <w:r>
              <w:t>3,1</w:t>
            </w:r>
          </w:p>
        </w:tc>
        <w:tc>
          <w:tcPr>
            <w:tcW w:w="1016" w:type="dxa"/>
            <w:vAlign w:val="bottom"/>
          </w:tcPr>
          <w:p w:rsidR="002A1A3B" w:rsidRPr="00227A18" w:rsidRDefault="002A1A3B" w:rsidP="00811CF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2A1A3B" w:rsidRPr="00073EC5" w:rsidTr="00623853">
        <w:tc>
          <w:tcPr>
            <w:tcW w:w="2464" w:type="dxa"/>
          </w:tcPr>
          <w:p w:rsidR="002A1A3B" w:rsidRPr="00EC4AE7" w:rsidRDefault="002A1A3B" w:rsidP="00623853">
            <w:pPr>
              <w:jc w:val="center"/>
            </w:pPr>
            <w:r w:rsidRPr="00EC4AE7">
              <w:t>2 02 499</w:t>
            </w:r>
            <w:r>
              <w:t>9</w:t>
            </w:r>
            <w:r w:rsidRPr="00EC4AE7">
              <w:t>9 10 0000 151</w:t>
            </w:r>
          </w:p>
        </w:tc>
        <w:tc>
          <w:tcPr>
            <w:tcW w:w="4023" w:type="dxa"/>
          </w:tcPr>
          <w:p w:rsidR="002A1A3B" w:rsidRPr="00EC4AE7" w:rsidRDefault="002A1A3B" w:rsidP="00623853">
            <w:r w:rsidRPr="00EC4AE7">
              <w:t xml:space="preserve">Прочие межбюджетные трансферты, передаваемые бюджетам </w:t>
            </w:r>
            <w:r>
              <w:t xml:space="preserve">сельских </w:t>
            </w:r>
            <w:r w:rsidRPr="00EC4AE7">
              <w:t>поселений</w:t>
            </w:r>
          </w:p>
        </w:tc>
        <w:tc>
          <w:tcPr>
            <w:tcW w:w="1252" w:type="dxa"/>
          </w:tcPr>
          <w:p w:rsidR="002A1A3B" w:rsidRDefault="002A1A3B" w:rsidP="00623853">
            <w:pPr>
              <w:jc w:val="center"/>
            </w:pPr>
          </w:p>
        </w:tc>
        <w:tc>
          <w:tcPr>
            <w:tcW w:w="1016" w:type="dxa"/>
            <w:vAlign w:val="bottom"/>
          </w:tcPr>
          <w:p w:rsidR="002A1A3B" w:rsidRPr="00227A18" w:rsidRDefault="002A1A3B" w:rsidP="00811CF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2A1A3B" w:rsidRPr="00073EC5" w:rsidTr="00623853">
        <w:tc>
          <w:tcPr>
            <w:tcW w:w="2464" w:type="dxa"/>
          </w:tcPr>
          <w:p w:rsidR="002A1A3B" w:rsidRPr="007F6A52" w:rsidRDefault="002A1A3B" w:rsidP="00623853">
            <w:pPr>
              <w:jc w:val="center"/>
              <w:rPr>
                <w:color w:val="000000"/>
              </w:rPr>
            </w:pPr>
            <w:r w:rsidRPr="007F6A52">
              <w:t>2 02 4</w:t>
            </w:r>
            <w:r>
              <w:t>9</w:t>
            </w:r>
            <w:r w:rsidRPr="007F6A52">
              <w:t xml:space="preserve">999 10 </w:t>
            </w:r>
            <w:r>
              <w:t>7142</w:t>
            </w:r>
            <w:r w:rsidRPr="007F6A52">
              <w:t xml:space="preserve"> 151</w:t>
            </w:r>
          </w:p>
        </w:tc>
        <w:tc>
          <w:tcPr>
            <w:tcW w:w="4023" w:type="dxa"/>
          </w:tcPr>
          <w:p w:rsidR="002A1A3B" w:rsidRDefault="002A1A3B" w:rsidP="00623853">
            <w:pPr>
              <w:rPr>
                <w:color w:val="000000"/>
              </w:rPr>
            </w:pPr>
            <w:r>
              <w:rPr>
                <w:color w:val="000000"/>
              </w:rPr>
              <w:t>Прочие ме</w:t>
            </w:r>
            <w:r w:rsidRPr="007F6A52">
              <w:rPr>
                <w:color w:val="000000"/>
              </w:rPr>
              <w:t>жбюджетны</w:t>
            </w:r>
            <w:r>
              <w:rPr>
                <w:color w:val="000000"/>
              </w:rPr>
              <w:t>е</w:t>
            </w:r>
            <w:r w:rsidRPr="007F6A52">
              <w:rPr>
                <w:color w:val="000000"/>
              </w:rPr>
              <w:t xml:space="preserve"> трансферт</w:t>
            </w:r>
            <w:r>
              <w:rPr>
                <w:color w:val="000000"/>
              </w:rPr>
              <w:t>ы передаваемые бюджетам сельских поселений</w:t>
            </w:r>
            <w:r w:rsidRPr="007F6A52">
              <w:rPr>
                <w:color w:val="000000"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252" w:type="dxa"/>
          </w:tcPr>
          <w:p w:rsidR="002A1A3B" w:rsidRDefault="002A1A3B" w:rsidP="00623853">
            <w:pPr>
              <w:jc w:val="center"/>
            </w:pPr>
            <w:r>
              <w:t>3,1</w:t>
            </w:r>
          </w:p>
        </w:tc>
        <w:tc>
          <w:tcPr>
            <w:tcW w:w="1016" w:type="dxa"/>
            <w:vAlign w:val="bottom"/>
          </w:tcPr>
          <w:p w:rsidR="002A1A3B" w:rsidRPr="00227A18" w:rsidRDefault="002A1A3B" w:rsidP="00811CF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2A1A3B" w:rsidRPr="00BD151F" w:rsidRDefault="002A1A3B" w:rsidP="00811CF5">
            <w:pPr>
              <w:jc w:val="center"/>
              <w:rPr>
                <w:sz w:val="22"/>
                <w:szCs w:val="22"/>
              </w:rPr>
            </w:pPr>
          </w:p>
        </w:tc>
      </w:tr>
      <w:tr w:rsidR="002A1A3B" w:rsidRPr="00073EC5" w:rsidTr="00811CF5">
        <w:tc>
          <w:tcPr>
            <w:tcW w:w="2464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2A1A3B" w:rsidRPr="00073EC5" w:rsidRDefault="002A1A3B" w:rsidP="00811CF5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2A1A3B" w:rsidRPr="00073EC5" w:rsidRDefault="002A1A3B" w:rsidP="00ED42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4049,0</w:t>
            </w:r>
          </w:p>
        </w:tc>
        <w:tc>
          <w:tcPr>
            <w:tcW w:w="1016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3169,5</w:t>
            </w:r>
          </w:p>
        </w:tc>
        <w:tc>
          <w:tcPr>
            <w:tcW w:w="1071" w:type="dxa"/>
          </w:tcPr>
          <w:p w:rsidR="002A1A3B" w:rsidRPr="00073EC5" w:rsidRDefault="002A1A3B" w:rsidP="00811C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3106,1</w:t>
            </w:r>
          </w:p>
        </w:tc>
      </w:tr>
    </w:tbl>
    <w:p w:rsidR="002A1A3B" w:rsidRDefault="002A1A3B" w:rsidP="00811CF5">
      <w:pPr>
        <w:jc w:val="center"/>
        <w:rPr>
          <w:sz w:val="22"/>
          <w:szCs w:val="22"/>
        </w:rPr>
      </w:pPr>
    </w:p>
    <w:p w:rsidR="002A1A3B" w:rsidRDefault="002A1A3B" w:rsidP="00811CF5">
      <w:pPr>
        <w:jc w:val="center"/>
        <w:rPr>
          <w:sz w:val="22"/>
          <w:szCs w:val="22"/>
        </w:rPr>
      </w:pPr>
    </w:p>
    <w:p w:rsidR="002A1A3B" w:rsidRDefault="002A1A3B" w:rsidP="00811CF5">
      <w:pPr>
        <w:jc w:val="center"/>
        <w:rPr>
          <w:sz w:val="22"/>
          <w:szCs w:val="22"/>
        </w:rPr>
      </w:pPr>
    </w:p>
    <w:p w:rsidR="002A1A3B" w:rsidRPr="00073EC5" w:rsidRDefault="002A1A3B" w:rsidP="000C1A1D">
      <w:pPr>
        <w:rPr>
          <w:sz w:val="22"/>
          <w:szCs w:val="22"/>
        </w:rPr>
      </w:pPr>
    </w:p>
    <w:p w:rsidR="002A1A3B" w:rsidRDefault="002A1A3B" w:rsidP="001D3D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2A1A3B" w:rsidRDefault="002A1A3B" w:rsidP="007C5507">
      <w:pPr>
        <w:jc w:val="right"/>
        <w:rPr>
          <w:color w:val="000000"/>
        </w:rPr>
      </w:pPr>
    </w:p>
    <w:p w:rsidR="002A1A3B" w:rsidRPr="00425792" w:rsidRDefault="002A1A3B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5</w:t>
      </w:r>
      <w:r w:rsidRPr="00425792">
        <w:rPr>
          <w:color w:val="000000"/>
        </w:rPr>
        <w:t xml:space="preserve">           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2A1A3B" w:rsidRPr="00943D3A" w:rsidRDefault="002A1A3B" w:rsidP="00943D3A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Тогодского сельского поселения на 2017 год и плановый период 2018 и 2019 годов  </w:t>
      </w:r>
    </w:p>
    <w:p w:rsidR="002A1A3B" w:rsidRPr="00943D3A" w:rsidRDefault="002A1A3B" w:rsidP="00943D3A">
      <w:pPr>
        <w:pStyle w:val="ListParagraph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Тыс.руб.                                                                                                                                                             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3684"/>
        <w:gridCol w:w="567"/>
        <w:gridCol w:w="567"/>
        <w:gridCol w:w="567"/>
        <w:gridCol w:w="1417"/>
        <w:gridCol w:w="567"/>
        <w:gridCol w:w="1133"/>
        <w:gridCol w:w="1133"/>
        <w:gridCol w:w="992"/>
      </w:tblGrid>
      <w:tr w:rsidR="002A1A3B" w:rsidTr="00C94BB1">
        <w:trPr>
          <w:trHeight w:val="517"/>
        </w:trPr>
        <w:tc>
          <w:tcPr>
            <w:tcW w:w="3686" w:type="dxa"/>
            <w:gridSpan w:val="2"/>
          </w:tcPr>
          <w:p w:rsidR="002A1A3B" w:rsidRDefault="002A1A3B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2A1A3B" w:rsidRPr="00746EA5" w:rsidRDefault="002A1A3B" w:rsidP="00C94BB1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2A1A3B" w:rsidRDefault="002A1A3B" w:rsidP="00C94BB1">
            <w:pPr>
              <w:rPr>
                <w:b/>
                <w:sz w:val="24"/>
              </w:rPr>
            </w:pPr>
          </w:p>
        </w:tc>
        <w:tc>
          <w:tcPr>
            <w:tcW w:w="567" w:type="dxa"/>
          </w:tcPr>
          <w:p w:rsidR="002A1A3B" w:rsidRDefault="002A1A3B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2A1A3B" w:rsidRDefault="002A1A3B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2A1A3B" w:rsidRDefault="002A1A3B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2A1A3B" w:rsidRDefault="002A1A3B" w:rsidP="00C94BB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2A1A3B" w:rsidRPr="007D1C48" w:rsidRDefault="002A1A3B" w:rsidP="00C94BB1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2A1A3B" w:rsidTr="00C94BB1">
        <w:trPr>
          <w:trHeight w:val="169"/>
        </w:trPr>
        <w:tc>
          <w:tcPr>
            <w:tcW w:w="3686" w:type="dxa"/>
            <w:gridSpan w:val="2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2A1A3B" w:rsidRDefault="002A1A3B" w:rsidP="00C94BB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2A1A3B" w:rsidRPr="004D20B5" w:rsidTr="00D21282">
        <w:trPr>
          <w:trHeight w:val="383"/>
        </w:trPr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2337,9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1713,1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1650,0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02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462,4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402,2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334,1</w:t>
            </w:r>
          </w:p>
        </w:tc>
      </w:tr>
      <w:tr w:rsidR="002A1A3B" w:rsidRPr="004D20B5" w:rsidTr="00D21282">
        <w:trPr>
          <w:trHeight w:val="368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462,4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402,2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334,1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Глава муниципального образования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462,4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402,2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334,1</w:t>
            </w:r>
          </w:p>
        </w:tc>
      </w:tr>
      <w:tr w:rsidR="002A1A3B" w:rsidRPr="004D20B5" w:rsidTr="00D21282">
        <w:trPr>
          <w:trHeight w:val="551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02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462,4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402,2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334,1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E47D87">
              <w:rPr>
                <w:b/>
              </w:rPr>
              <w:t>1742,5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1214,8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1143,5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jc w:val="center"/>
            </w:pPr>
            <w:r w:rsidRPr="00E47D87">
              <w:t>1642,5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1214,8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1143,5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jc w:val="center"/>
            </w:pPr>
            <w:r w:rsidRPr="00E47D87">
              <w:t>1642,5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1214,8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1143,5</w:t>
            </w:r>
          </w:p>
        </w:tc>
      </w:tr>
      <w:tr w:rsidR="002A1A3B" w:rsidRPr="004D20B5" w:rsidTr="00D21282">
        <w:trPr>
          <w:trHeight w:val="611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1343,3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983,9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926,3</w:t>
            </w:r>
          </w:p>
        </w:tc>
      </w:tr>
      <w:tr w:rsidR="002A1A3B" w:rsidRPr="004D20B5" w:rsidTr="00D21282">
        <w:trPr>
          <w:trHeight w:val="659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283,2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129,0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115,3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850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16,0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4F4759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4F4759">
            <w:r w:rsidRPr="00D21282">
              <w:t>Межбюджетные трансферты из областного бюджета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4F4759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2A1A3B" w:rsidRPr="00D21282" w:rsidRDefault="002A1A3B" w:rsidP="004F4759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4F4759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3,1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2A1A3B" w:rsidRPr="00D21282" w:rsidRDefault="002A1A3B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color w:val="000000"/>
              </w:rPr>
            </w:pPr>
            <w:r w:rsidRPr="00D21282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96,9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Расходы на выплаты персоналу государственных (муниципальных) органов</w:t>
            </w:r>
          </w:p>
          <w:p w:rsidR="002A1A3B" w:rsidRPr="00D21282" w:rsidRDefault="002A1A3B" w:rsidP="00C94BB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93,9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93,9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93,9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  <w:bCs/>
                <w:smallCaps/>
                <w:color w:val="000000"/>
              </w:rPr>
            </w:pPr>
            <w:r w:rsidRPr="00D21282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</w:p>
          <w:p w:rsidR="002A1A3B" w:rsidRPr="00D21282" w:rsidRDefault="002A1A3B" w:rsidP="00C94BB1">
            <w:r w:rsidRPr="00D21282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06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58,1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trHeight w:val="772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06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58,1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trHeight w:val="347"/>
        </w:trPr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b/>
              </w:rPr>
              <w:t>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b/>
              </w:rPr>
              <w:t>2,0</w:t>
            </w:r>
          </w:p>
        </w:tc>
      </w:tr>
      <w:tr w:rsidR="002A1A3B" w:rsidRPr="004D20B5" w:rsidTr="00D21282">
        <w:trPr>
          <w:trHeight w:val="347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2,0</w:t>
            </w:r>
          </w:p>
        </w:tc>
      </w:tr>
      <w:tr w:rsidR="002A1A3B" w:rsidRPr="004D20B5" w:rsidTr="00D21282">
        <w:trPr>
          <w:trHeight w:val="563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2,0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2,0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Резервные средства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870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2,0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E47D87">
              <w:rPr>
                <w:b/>
              </w:rPr>
              <w:t>72,9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94,1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170,4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2A1A3B" w:rsidRPr="00D21282" w:rsidRDefault="002A1A3B" w:rsidP="00C94BB1"/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05 0 00 00000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21,2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trHeight w:val="361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color w:val="000000"/>
              </w:rPr>
              <w:t>Обеспечение деятельности Администрации Тогодского сельского поселения</w:t>
            </w:r>
            <w:r w:rsidRPr="00D21282">
              <w:t xml:space="preserve">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05 0 04 00000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21,2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trHeight w:val="70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2A1A3B" w:rsidRPr="00D21282" w:rsidRDefault="002A1A3B" w:rsidP="00C94BB1">
            <w:pPr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05 0 04 99990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21,2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05 0 04 99990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21,2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trHeight w:val="1126"/>
        </w:trPr>
        <w:tc>
          <w:tcPr>
            <w:tcW w:w="3686" w:type="dxa"/>
            <w:gridSpan w:val="2"/>
          </w:tcPr>
          <w:p w:rsidR="002A1A3B" w:rsidRPr="00D21282" w:rsidRDefault="002A1A3B" w:rsidP="00C94BB1">
            <w:pPr>
              <w:spacing w:before="240" w:after="120" w:line="240" w:lineRule="exact"/>
            </w:pPr>
            <w:r w:rsidRPr="00D21282">
              <w:t xml:space="preserve">Муниципальная программа </w:t>
            </w:r>
            <w:r w:rsidRPr="00D21282">
              <w:rPr>
                <w:bCs/>
              </w:rPr>
              <w:t>«</w:t>
            </w:r>
            <w:r w:rsidRPr="00D21282">
              <w:t>Об энергосбережении в Тогодском сельском поселении  на  2017-2021 годы</w:t>
            </w:r>
            <w:r w:rsidRPr="00D21282">
              <w:rPr>
                <w:bCs/>
              </w:rPr>
              <w:t>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07 0 00 00000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1,2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07 0 03 00000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1,2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spacing w:before="240" w:after="120" w:line="240" w:lineRule="exact"/>
            </w:pPr>
            <w:r w:rsidRPr="00D21282">
              <w:t xml:space="preserve">Реализация мероприятий муниципальной программы </w:t>
            </w:r>
            <w:r w:rsidRPr="00D21282">
              <w:rPr>
                <w:bCs/>
              </w:rPr>
              <w:t>«</w:t>
            </w:r>
            <w:r w:rsidRPr="00D21282">
              <w:t>Об энергосбережении в Тогодском сельском поселении  на  2017-2021 годы</w:t>
            </w:r>
            <w:r w:rsidRPr="00D21282">
              <w:rPr>
                <w:bCs/>
              </w:rPr>
              <w:t>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07 0 03 99990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1,2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07 0 03 99990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1,2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13,9</w:t>
            </w:r>
          </w:p>
        </w:tc>
      </w:tr>
      <w:tr w:rsidR="002A1A3B" w:rsidRPr="004D20B5" w:rsidTr="00D21282">
        <w:trPr>
          <w:trHeight w:val="675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92 0 00 00000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13,9</w:t>
            </w:r>
          </w:p>
        </w:tc>
      </w:tr>
      <w:tr w:rsidR="002A1A3B" w:rsidRPr="004D20B5" w:rsidTr="00D21282">
        <w:trPr>
          <w:trHeight w:val="625"/>
        </w:trPr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92 0 00 23800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13,9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92 0 00 23800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19,0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13,9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13,9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rStyle w:val="s1"/>
                <w:b/>
              </w:rPr>
            </w:pPr>
            <w:r w:rsidRPr="00D21282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92 9 00 00000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79,2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155,3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Резервные средства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92 9 00 99990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870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79,2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155,3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30,7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2A1A3B" w:rsidRPr="00D21282" w:rsidRDefault="002A1A3B" w:rsidP="00C94BB1"/>
          <w:p w:rsidR="002A1A3B" w:rsidRPr="00D21282" w:rsidRDefault="002A1A3B" w:rsidP="00C94BB1"/>
          <w:p w:rsidR="002A1A3B" w:rsidRPr="00D21282" w:rsidRDefault="002A1A3B" w:rsidP="00C94BB1">
            <w:pPr>
              <w:rPr>
                <w:rStyle w:val="s1"/>
              </w:rPr>
            </w:pPr>
            <w:r w:rsidRPr="00D21282">
              <w:t>соглашениями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30,7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30,7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97 6 00 00000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97 6 00 94010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97 6 00 94010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02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02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71,3</w:t>
            </w:r>
          </w:p>
        </w:tc>
      </w:tr>
      <w:tr w:rsidR="002A1A3B" w:rsidRPr="004D20B5" w:rsidTr="00D21282">
        <w:tc>
          <w:tcPr>
            <w:tcW w:w="3686" w:type="dxa"/>
            <w:gridSpan w:val="2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71,3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71,3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71,3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smallCaps/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71,3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71,3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71,3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smallCaps/>
                <w:color w:val="000000"/>
              </w:rPr>
              <w:t>98 1 00 51180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71,3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71,3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71,3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smallCaps/>
                <w:color w:val="000000"/>
              </w:rPr>
              <w:t>98 1 00 51180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67,4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63,5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63,5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02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smallCaps/>
                <w:color w:val="000000"/>
              </w:rPr>
              <w:t>98 1 00 51180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3,9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7,8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7,8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16,0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18,0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10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16,0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18,0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spacing w:line="240" w:lineRule="exact"/>
              <w:rPr>
                <w:b/>
              </w:rPr>
            </w:pPr>
            <w:r w:rsidRPr="00D21282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09 0 00 00000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16,0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18,0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color w:val="000000"/>
              </w:rPr>
              <w:t>С</w:t>
            </w:r>
            <w:r w:rsidRPr="00D21282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09 0 01 00000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09 0 01 99990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09 0 01 99990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09 0 02 00000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09 0 02 99990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10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09 0 02 99990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858,1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611,1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614,8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05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842,8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611,1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614,8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06 0 00 00000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373,3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</w:t>
            </w:r>
            <w:r w:rsidRPr="00D21282">
              <w:t>6</w:t>
            </w:r>
            <w:r w:rsidRPr="00D21282"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231,7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 xml:space="preserve">06 0 </w:t>
            </w:r>
            <w:r w:rsidRPr="00D21282">
              <w:rPr>
                <w:lang w:val="en-US"/>
              </w:rPr>
              <w:t>0</w:t>
            </w:r>
            <w:r w:rsidRPr="00D21282">
              <w:t>1 99990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231,7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06 0 01 99990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231,7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377,0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380,7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rPr>
                <w:lang w:val="en-US"/>
              </w:rPr>
              <w:t>0</w:t>
            </w:r>
            <w:r w:rsidRPr="00D21282">
              <w:t>6</w:t>
            </w:r>
            <w:r w:rsidRPr="00D21282">
              <w:rPr>
                <w:lang w:val="en-US"/>
              </w:rPr>
              <w:t xml:space="preserve"> 0 0</w:t>
            </w:r>
            <w:r w:rsidRPr="00D21282">
              <w:t>2</w:t>
            </w:r>
            <w:r w:rsidRPr="00D21282"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141,6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 xml:space="preserve">06 0 </w:t>
            </w:r>
            <w:r w:rsidRPr="00D21282">
              <w:rPr>
                <w:lang w:val="en-US"/>
              </w:rPr>
              <w:t>0</w:t>
            </w:r>
            <w:r w:rsidRPr="00D21282">
              <w:t>2 99990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141,6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06 0 02 99990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141,6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rStyle w:val="s1"/>
              </w:rPr>
            </w:pPr>
            <w:r w:rsidRPr="00D21282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98 2 00 00000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rStyle w:val="s1"/>
              </w:rPr>
            </w:pPr>
            <w:r w:rsidRPr="00D21282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98 2 00 71520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98 2 00 71520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446,0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223,0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smallCaps/>
                <w:color w:val="000000"/>
              </w:rPr>
              <w:t xml:space="preserve">98 </w:t>
            </w:r>
            <w:r w:rsidRPr="00D21282">
              <w:rPr>
                <w:smallCaps/>
                <w:color w:val="000000"/>
                <w:lang w:val="en-US"/>
              </w:rPr>
              <w:t>2</w:t>
            </w:r>
            <w:r w:rsidRPr="00D21282">
              <w:rPr>
                <w:smallCaps/>
                <w:color w:val="000000"/>
              </w:rPr>
              <w:t xml:space="preserve"> 00 </w:t>
            </w:r>
            <w:r w:rsidRPr="00D21282">
              <w:rPr>
                <w:smallCaps/>
                <w:color w:val="000000"/>
                <w:lang w:val="en-US"/>
              </w:rPr>
              <w:t>S152</w:t>
            </w:r>
            <w:r w:rsidRPr="00D21282"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23,5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11,1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11,1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04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smallCaps/>
                <w:color w:val="000000"/>
              </w:rPr>
              <w:t>9</w:t>
            </w:r>
            <w:r w:rsidRPr="00D21282">
              <w:rPr>
                <w:smallCaps/>
                <w:color w:val="000000"/>
                <w:lang w:val="en-US"/>
              </w:rPr>
              <w:t>8 2</w:t>
            </w:r>
            <w:r w:rsidRPr="00D21282">
              <w:rPr>
                <w:smallCaps/>
                <w:color w:val="000000"/>
              </w:rPr>
              <w:t xml:space="preserve"> 00 </w:t>
            </w:r>
            <w:r w:rsidRPr="00D21282">
              <w:rPr>
                <w:smallCaps/>
                <w:color w:val="000000"/>
                <w:lang w:val="en-US"/>
              </w:rPr>
              <w:t>S15</w:t>
            </w:r>
            <w:r w:rsidRPr="00D21282"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23,5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11,1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11,1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507,0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449,6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441,6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507,0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449,6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441,6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507,0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449,6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441,6</w:t>
            </w:r>
          </w:p>
        </w:tc>
      </w:tr>
      <w:tr w:rsidR="002A1A3B" w:rsidRPr="0003344A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color w:val="FF0000"/>
              </w:rPr>
            </w:pPr>
            <w:r w:rsidRPr="00D21282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11 0 01 00000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429,6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382,6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374,6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11 0 01 99990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429,6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382,6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374,6</w:t>
            </w:r>
          </w:p>
        </w:tc>
      </w:tr>
      <w:tr w:rsidR="002A1A3B" w:rsidRPr="004D20B5" w:rsidTr="00D21282">
        <w:trPr>
          <w:gridBefore w:val="1"/>
          <w:trHeight w:val="473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11 0 01 99990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429,6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382,6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374,6</w:t>
            </w:r>
          </w:p>
        </w:tc>
      </w:tr>
      <w:tr w:rsidR="002A1A3B" w:rsidRPr="004D20B5" w:rsidTr="00D21282">
        <w:trPr>
          <w:gridBefore w:val="1"/>
          <w:trHeight w:val="356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color w:val="FF0000"/>
              </w:rPr>
            </w:pPr>
            <w:r w:rsidRPr="00D21282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11 0 02 00000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487686">
            <w:r w:rsidRPr="00D21282">
              <w:t xml:space="preserve">Реализация мероприятий муниципальной программы «Благоустройство территории  Тогодского сельского поселения на 2017-2019 годы»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11 0 02 99990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11 0 02 999</w:t>
            </w:r>
            <w:r w:rsidRPr="00D21282"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11 0 03 00000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71,4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61,0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61,0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11 0 03 99990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25,0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55,0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55,0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11 0 03 99990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25,0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55,0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55,0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45177D">
            <w:pPr>
              <w:rPr>
                <w:rStyle w:val="s1"/>
              </w:rPr>
            </w:pPr>
            <w:r w:rsidRPr="00D21282">
              <w:t>Реализация мероприятий  за счёт субсидии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t>11 0 03 7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40,4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45177D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t>11 0 03 7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40,4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rStyle w:val="s1"/>
              </w:rPr>
            </w:pPr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lang w:val="en-US"/>
              </w:rPr>
              <w:t>6</w:t>
            </w:r>
            <w:r w:rsidRPr="00D21282">
              <w:t>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lang w:val="en-US"/>
              </w:rPr>
              <w:t>6</w:t>
            </w:r>
            <w:r w:rsidRPr="00D21282">
              <w:t>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6,0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34,7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07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18,3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color w:val="000000"/>
              </w:rPr>
            </w:pPr>
            <w:r w:rsidRPr="00D21282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2A1A3B" w:rsidRPr="00D21282" w:rsidRDefault="002A1A3B" w:rsidP="00C94BB1"/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  <w:bCs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Cs/>
              </w:rPr>
            </w:pPr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 w:rsidRPr="00D21282">
              <w:rPr>
                <w:b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 w:rsidRPr="00D21282">
              <w:rPr>
                <w:b/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 w:rsidRPr="00D21282">
              <w:rPr>
                <w:b/>
                <w:smallCaps/>
                <w:color w:val="000000"/>
              </w:rPr>
              <w:t>16,4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DD1511">
            <w:r w:rsidRPr="00D21282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DD1511">
            <w:r w:rsidRPr="00D21282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DD1511">
            <w:pPr>
              <w:rPr>
                <w:b/>
              </w:rPr>
            </w:pPr>
            <w:r w:rsidRPr="00D21282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DD1511"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5B04C1">
            <w:pPr>
              <w:rPr>
                <w:rStyle w:val="s1"/>
              </w:rPr>
            </w:pPr>
            <w:r w:rsidRPr="00D21282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10 0 03 00000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  <w:lang w:val="en-US"/>
              </w:rPr>
              <w:t>5</w:t>
            </w:r>
            <w:r w:rsidRPr="00D21282">
              <w:rPr>
                <w:smallCaps/>
                <w:color w:val="000000"/>
              </w:rPr>
              <w:t>,9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5B04C1">
            <w:r w:rsidRPr="00D21282">
              <w:t xml:space="preserve">Расходы бюджета поселения за счет субсидий бюджетам городских и сельских поселений на организацию </w:t>
            </w:r>
          </w:p>
          <w:p w:rsidR="002A1A3B" w:rsidRPr="00D21282" w:rsidRDefault="002A1A3B" w:rsidP="00AC2A05">
            <w:pPr>
              <w:rPr>
                <w:rStyle w:val="s1"/>
              </w:rPr>
            </w:pPr>
            <w:r w:rsidRPr="00D21282"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10 0 03 72280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5,9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5B04C1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10 0 03 72280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5,9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AC2A05">
            <w:r w:rsidRPr="00D21282">
              <w:t>Софинансирование расходов бюджета поселения финансируемых за счет субсидий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smallCaps/>
                <w:color w:val="000000"/>
              </w:rPr>
              <w:t xml:space="preserve">10 0 03 </w:t>
            </w:r>
            <w:r w:rsidRPr="00D21282">
              <w:rPr>
                <w:smallCaps/>
                <w:color w:val="000000"/>
                <w:lang w:val="en-US"/>
              </w:rPr>
              <w:t>S</w:t>
            </w:r>
            <w:r w:rsidRPr="00D21282"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0,7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5B04C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smallCaps/>
                <w:color w:val="000000"/>
              </w:rPr>
              <w:t xml:space="preserve">10 0 03 </w:t>
            </w:r>
            <w:r w:rsidRPr="00D21282">
              <w:rPr>
                <w:smallCaps/>
                <w:color w:val="000000"/>
                <w:lang w:val="en-US"/>
              </w:rPr>
              <w:t>S</w:t>
            </w:r>
            <w:r w:rsidRPr="00D21282"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0,7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380A29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380A29">
            <w:r w:rsidRPr="00D21282">
              <w:t>Межбюджетные трансферты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380A29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380A29">
            <w:r w:rsidRPr="00D21282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380A29"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09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  <w:r w:rsidRPr="00D21282">
              <w:rPr>
                <w:smallCaps/>
                <w:color w:val="000000"/>
              </w:rPr>
              <w:t>8,5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rStyle w:val="s1"/>
                <w:b/>
              </w:rPr>
            </w:pPr>
            <w:r w:rsidRPr="00D21282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08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08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25,3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spacing w:before="240" w:after="120" w:line="240" w:lineRule="exact"/>
              <w:rPr>
                <w:b/>
              </w:rPr>
            </w:pPr>
            <w:r w:rsidRPr="00D21282">
              <w:t xml:space="preserve">Муниципальная программа </w:t>
            </w:r>
            <w:r w:rsidRPr="00D21282">
              <w:rPr>
                <w:bCs/>
              </w:rPr>
              <w:t xml:space="preserve">«Развитие культуры на территории  </w:t>
            </w:r>
            <w:r w:rsidRPr="00D21282">
              <w:t>Тогодского сельского поселения</w:t>
            </w:r>
            <w:r w:rsidRPr="00D212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12 0 00 00000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12 0 02 00000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 xml:space="preserve">Реализация мероприятий муниципальной программы  </w:t>
            </w:r>
            <w:r w:rsidRPr="00D21282">
              <w:rPr>
                <w:bCs/>
              </w:rPr>
              <w:t xml:space="preserve">«Развитие культуры на территории  </w:t>
            </w:r>
            <w:r w:rsidRPr="00D21282">
              <w:t>Тогодского сельского поселения</w:t>
            </w:r>
            <w:r w:rsidRPr="00D21282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12 0 02 99990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2A1A3B" w:rsidRPr="004D20B5" w:rsidTr="00D21282">
        <w:trPr>
          <w:gridBefore w:val="1"/>
          <w:trHeight w:val="189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12 0 02 99990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10,0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12,0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13,0</w:t>
            </w:r>
          </w:p>
        </w:tc>
      </w:tr>
      <w:tr w:rsidR="002A1A3B" w:rsidRPr="004D20B5" w:rsidTr="00D21282">
        <w:trPr>
          <w:gridBefore w:val="1"/>
          <w:trHeight w:val="189"/>
        </w:trPr>
        <w:tc>
          <w:tcPr>
            <w:tcW w:w="3686" w:type="dxa"/>
          </w:tcPr>
          <w:p w:rsidR="002A1A3B" w:rsidRPr="00D21282" w:rsidRDefault="002A1A3B" w:rsidP="00C94BB1"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  <w:trHeight w:val="189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97 4 00 93050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  <w:trHeight w:val="189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08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97 4 00 93050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  <w:trHeight w:val="325"/>
        </w:trPr>
        <w:tc>
          <w:tcPr>
            <w:tcW w:w="3686" w:type="dxa"/>
          </w:tcPr>
          <w:p w:rsidR="002A1A3B" w:rsidRPr="00D21282" w:rsidRDefault="002A1A3B" w:rsidP="00C94BB1">
            <w:pPr>
              <w:widowControl w:val="0"/>
            </w:pPr>
            <w:r w:rsidRPr="00D21282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widowControl w:val="0"/>
              <w:jc w:val="center"/>
            </w:pPr>
            <w:r w:rsidRPr="00D21282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widowControl w:val="0"/>
              <w:jc w:val="center"/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304,4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</w:tr>
      <w:tr w:rsidR="002A1A3B" w:rsidRPr="004D20B5" w:rsidTr="00D21282">
        <w:trPr>
          <w:gridBefore w:val="1"/>
          <w:trHeight w:val="431"/>
        </w:trPr>
        <w:tc>
          <w:tcPr>
            <w:tcW w:w="3686" w:type="dxa"/>
          </w:tcPr>
          <w:p w:rsidR="002A1A3B" w:rsidRPr="00D21282" w:rsidRDefault="002A1A3B" w:rsidP="00C94BB1">
            <w:pPr>
              <w:widowControl w:val="0"/>
            </w:pPr>
            <w:r w:rsidRPr="00D21282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widowControl w:val="0"/>
              <w:jc w:val="center"/>
            </w:pPr>
            <w:r w:rsidRPr="00D21282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widowControl w:val="0"/>
              <w:jc w:val="center"/>
            </w:pPr>
            <w:r w:rsidRPr="00D21282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304,4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284,4</w:t>
            </w:r>
          </w:p>
        </w:tc>
      </w:tr>
      <w:tr w:rsidR="002A1A3B" w:rsidRPr="004D20B5" w:rsidTr="00D21282">
        <w:trPr>
          <w:gridBefore w:val="1"/>
          <w:trHeight w:val="189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284,4</w:t>
            </w:r>
          </w:p>
        </w:tc>
      </w:tr>
      <w:tr w:rsidR="002A1A3B" w:rsidRPr="004D20B5" w:rsidTr="00D21282">
        <w:trPr>
          <w:gridBefore w:val="1"/>
          <w:trHeight w:val="189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color w:val="000000"/>
              </w:rPr>
            </w:pPr>
            <w:r w:rsidRPr="00D21282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2A1A3B" w:rsidRPr="00D21282" w:rsidRDefault="002A1A3B" w:rsidP="00C94BB1"/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284,4</w:t>
            </w:r>
          </w:p>
        </w:tc>
      </w:tr>
      <w:tr w:rsidR="002A1A3B" w:rsidRPr="004D20B5" w:rsidTr="00D21282">
        <w:trPr>
          <w:gridBefore w:val="1"/>
          <w:trHeight w:val="651"/>
        </w:trPr>
        <w:tc>
          <w:tcPr>
            <w:tcW w:w="3686" w:type="dxa"/>
          </w:tcPr>
          <w:p w:rsidR="002A1A3B" w:rsidRPr="00D21282" w:rsidRDefault="002A1A3B" w:rsidP="00C94BB1">
            <w:pPr>
              <w:widowControl w:val="0"/>
              <w:rPr>
                <w:bCs/>
              </w:rPr>
            </w:pPr>
            <w:r w:rsidRPr="00D21282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widowControl w:val="0"/>
              <w:jc w:val="center"/>
              <w:rPr>
                <w:bCs/>
              </w:rPr>
            </w:pPr>
            <w:r w:rsidRPr="00D21282">
              <w:rPr>
                <w:bCs/>
              </w:rPr>
              <w:t>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widowControl w:val="0"/>
              <w:jc w:val="center"/>
              <w:rPr>
                <w:bCs/>
              </w:rPr>
            </w:pPr>
            <w:r w:rsidRPr="00D21282">
              <w:rPr>
                <w:bCs/>
              </w:rPr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284,4</w:t>
            </w:r>
          </w:p>
        </w:tc>
      </w:tr>
      <w:tr w:rsidR="002A1A3B" w:rsidRPr="004D20B5" w:rsidTr="00D21282">
        <w:trPr>
          <w:gridBefore w:val="1"/>
          <w:trHeight w:val="315"/>
        </w:trPr>
        <w:tc>
          <w:tcPr>
            <w:tcW w:w="3686" w:type="dxa"/>
          </w:tcPr>
          <w:p w:rsidR="002A1A3B" w:rsidRPr="00D21282" w:rsidRDefault="002A1A3B" w:rsidP="00C94BB1">
            <w:pPr>
              <w:widowControl w:val="0"/>
              <w:rPr>
                <w:rStyle w:val="Strong"/>
                <w:b w:val="0"/>
              </w:rPr>
            </w:pPr>
            <w:r w:rsidRPr="00D21282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widowControl w:val="0"/>
              <w:jc w:val="center"/>
              <w:rPr>
                <w:bCs/>
              </w:rPr>
            </w:pPr>
            <w:r w:rsidRPr="00D21282">
              <w:rPr>
                <w:bCs/>
              </w:rPr>
              <w:t>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widowControl w:val="0"/>
              <w:jc w:val="center"/>
            </w:pPr>
            <w:r w:rsidRPr="00D21282">
              <w:rPr>
                <w:bCs/>
              </w:rPr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310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304,4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284,4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284,4</w:t>
            </w:r>
          </w:p>
        </w:tc>
      </w:tr>
      <w:tr w:rsidR="002A1A3B" w:rsidRPr="004D20B5" w:rsidTr="00D21282">
        <w:trPr>
          <w:gridBefore w:val="1"/>
          <w:trHeight w:val="189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19,3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6,0</w:t>
            </w:r>
          </w:p>
        </w:tc>
      </w:tr>
      <w:tr w:rsidR="002A1A3B" w:rsidRPr="004D20B5" w:rsidTr="00D21282">
        <w:trPr>
          <w:gridBefore w:val="1"/>
          <w:trHeight w:val="189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19,3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5,0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6,0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08 0 00 00000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 xml:space="preserve">08 0 </w:t>
            </w:r>
            <w:r w:rsidRPr="00D21282">
              <w:rPr>
                <w:lang w:val="en-US"/>
              </w:rPr>
              <w:t>0</w:t>
            </w:r>
            <w:r w:rsidRPr="00D21282">
              <w:t>1 00000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08 0 01 99990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2A1A3B" w:rsidRPr="004D20B5" w:rsidTr="00D21282">
        <w:trPr>
          <w:gridBefore w:val="1"/>
          <w:trHeight w:val="537"/>
        </w:trPr>
        <w:tc>
          <w:tcPr>
            <w:tcW w:w="3686" w:type="dxa"/>
          </w:tcPr>
          <w:p w:rsidR="002A1A3B" w:rsidRPr="00D21282" w:rsidRDefault="002A1A3B" w:rsidP="00C94BB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08 0 01 99990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4,0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5,0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6,0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Непрограммные направления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90 0 00 00000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rStyle w:val="s1"/>
              </w:rPr>
            </w:pPr>
            <w:r w:rsidRPr="00D21282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97 4 00 00000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rStyle w:val="s1"/>
              </w:rPr>
            </w:pPr>
            <w:r w:rsidRPr="00D21282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r w:rsidRPr="00D21282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11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01</w:t>
            </w: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</w:pPr>
            <w:r w:rsidRPr="00D21282">
              <w:t>97 4 00 93010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</w:pPr>
            <w:r w:rsidRPr="00D21282">
              <w:t>540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</w:pPr>
            <w:r w:rsidRPr="00D21282">
              <w:t>15,3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jc w:val="center"/>
            </w:pPr>
            <w:r w:rsidRPr="00D21282">
              <w:t>0</w:t>
            </w:r>
          </w:p>
        </w:tc>
      </w:tr>
      <w:tr w:rsidR="002A1A3B" w:rsidRPr="004D20B5" w:rsidTr="00D21282">
        <w:trPr>
          <w:gridBefore w:val="1"/>
        </w:trPr>
        <w:tc>
          <w:tcPr>
            <w:tcW w:w="3686" w:type="dxa"/>
          </w:tcPr>
          <w:p w:rsidR="002A1A3B" w:rsidRPr="00D21282" w:rsidRDefault="002A1A3B" w:rsidP="00C94BB1">
            <w:pPr>
              <w:rPr>
                <w:b/>
              </w:rPr>
            </w:pPr>
            <w:r w:rsidRPr="00D21282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D2128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4162,0</w:t>
            </w:r>
          </w:p>
        </w:tc>
        <w:tc>
          <w:tcPr>
            <w:tcW w:w="1134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3169,5</w:t>
            </w:r>
          </w:p>
        </w:tc>
        <w:tc>
          <w:tcPr>
            <w:tcW w:w="992" w:type="dxa"/>
          </w:tcPr>
          <w:p w:rsidR="002A1A3B" w:rsidRPr="00D2128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3106,1</w:t>
            </w:r>
          </w:p>
        </w:tc>
      </w:tr>
    </w:tbl>
    <w:p w:rsidR="002A1A3B" w:rsidRDefault="002A1A3B" w:rsidP="00F96F6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A1A3B" w:rsidRDefault="002A1A3B" w:rsidP="001D3DD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1.6.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2A1A3B" w:rsidRPr="00425792" w:rsidRDefault="002A1A3B" w:rsidP="007C5507">
      <w:pPr>
        <w:jc w:val="right"/>
        <w:rPr>
          <w:color w:val="000000"/>
        </w:rPr>
      </w:pPr>
      <w:r w:rsidRPr="00425792">
        <w:rPr>
          <w:color w:val="000000"/>
        </w:rPr>
        <w:t>Приложение</w:t>
      </w:r>
      <w:r>
        <w:rPr>
          <w:color w:val="000000"/>
        </w:rPr>
        <w:t xml:space="preserve"> 6</w:t>
      </w:r>
      <w:r w:rsidRPr="00425792">
        <w:rPr>
          <w:color w:val="000000"/>
        </w:rPr>
        <w:t xml:space="preserve">           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2A1A3B" w:rsidRPr="004D20B5" w:rsidRDefault="002A1A3B" w:rsidP="007C5507">
      <w:pPr>
        <w:jc w:val="right"/>
      </w:pPr>
    </w:p>
    <w:p w:rsidR="002A1A3B" w:rsidRDefault="002A1A3B" w:rsidP="007B0A6E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классификации расходов бюджета Тогодского     сельского поселения на 201</w:t>
      </w:r>
      <w:r>
        <w:rPr>
          <w:b/>
          <w:sz w:val="28"/>
          <w:szCs w:val="24"/>
        </w:rPr>
        <w:t>7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2018 и 2019 годов</w:t>
      </w:r>
    </w:p>
    <w:p w:rsidR="002A1A3B" w:rsidRDefault="002A1A3B" w:rsidP="007B0A6E">
      <w:pPr>
        <w:jc w:val="center"/>
        <w:rPr>
          <w:b/>
          <w:sz w:val="22"/>
        </w:rPr>
      </w:pPr>
      <w:r w:rsidRPr="003B5A26">
        <w:rPr>
          <w:b/>
          <w:sz w:val="28"/>
          <w:szCs w:val="24"/>
        </w:rPr>
        <w:t xml:space="preserve">                                                            </w:t>
      </w:r>
      <w:r>
        <w:rPr>
          <w:b/>
          <w:sz w:val="28"/>
          <w:szCs w:val="24"/>
        </w:rPr>
        <w:t xml:space="preserve">                                                </w:t>
      </w:r>
      <w:r>
        <w:rPr>
          <w:b/>
          <w:sz w:val="22"/>
        </w:rPr>
        <w:t>Тыс.руб.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567"/>
        <w:gridCol w:w="567"/>
        <w:gridCol w:w="1418"/>
        <w:gridCol w:w="567"/>
        <w:gridCol w:w="1134"/>
        <w:gridCol w:w="1134"/>
        <w:gridCol w:w="992"/>
      </w:tblGrid>
      <w:tr w:rsidR="002A1A3B" w:rsidTr="00135348">
        <w:trPr>
          <w:trHeight w:val="517"/>
        </w:trPr>
        <w:tc>
          <w:tcPr>
            <w:tcW w:w="4111" w:type="dxa"/>
          </w:tcPr>
          <w:p w:rsidR="002A1A3B" w:rsidRDefault="002A1A3B" w:rsidP="001353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2A1A3B" w:rsidRPr="00746EA5" w:rsidRDefault="002A1A3B" w:rsidP="00135348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2A1A3B" w:rsidRDefault="002A1A3B" w:rsidP="001353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</w:tcPr>
          <w:p w:rsidR="002A1A3B" w:rsidRDefault="002A1A3B" w:rsidP="001353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418" w:type="dxa"/>
          </w:tcPr>
          <w:p w:rsidR="002A1A3B" w:rsidRDefault="002A1A3B" w:rsidP="001353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</w:tcPr>
          <w:p w:rsidR="002A1A3B" w:rsidRDefault="002A1A3B" w:rsidP="001353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1134" w:type="dxa"/>
          </w:tcPr>
          <w:p w:rsidR="002A1A3B" w:rsidRPr="007D1C48" w:rsidRDefault="002A1A3B" w:rsidP="00135348">
            <w:pPr>
              <w:rPr>
                <w:b/>
              </w:rPr>
            </w:pPr>
            <w:r>
              <w:rPr>
                <w:b/>
              </w:rPr>
              <w:t>2017 год</w:t>
            </w:r>
          </w:p>
        </w:tc>
        <w:tc>
          <w:tcPr>
            <w:tcW w:w="1134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</w:tr>
      <w:tr w:rsidR="002A1A3B" w:rsidTr="00135348">
        <w:trPr>
          <w:trHeight w:val="169"/>
        </w:trPr>
        <w:tc>
          <w:tcPr>
            <w:tcW w:w="4111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2A1A3B" w:rsidRDefault="002A1A3B" w:rsidP="00135348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2A1A3B" w:rsidRPr="004D20B5" w:rsidTr="00D21282">
        <w:trPr>
          <w:trHeight w:val="383"/>
        </w:trPr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2337,9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1713,1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1650,0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2A1A3B" w:rsidRPr="00932B7C" w:rsidRDefault="002A1A3B" w:rsidP="00D21282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932B7C" w:rsidRDefault="002A1A3B" w:rsidP="00D21282">
            <w:pPr>
              <w:jc w:val="center"/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462,4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402,2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334,1</w:t>
            </w:r>
          </w:p>
        </w:tc>
      </w:tr>
      <w:tr w:rsidR="002A1A3B" w:rsidRPr="004D20B5" w:rsidTr="00D21282">
        <w:trPr>
          <w:trHeight w:val="368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02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462,4</w:t>
            </w:r>
          </w:p>
        </w:tc>
        <w:tc>
          <w:tcPr>
            <w:tcW w:w="1134" w:type="dxa"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402,2</w:t>
            </w:r>
          </w:p>
        </w:tc>
        <w:tc>
          <w:tcPr>
            <w:tcW w:w="992" w:type="dxa"/>
          </w:tcPr>
          <w:p w:rsidR="002A1A3B" w:rsidRPr="00CA05B9" w:rsidRDefault="002A1A3B" w:rsidP="00D21282">
            <w:pPr>
              <w:jc w:val="center"/>
            </w:pPr>
            <w:r w:rsidRPr="00CA05B9">
              <w:t>334,1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Глава муниципального образования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462,4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42BA6">
              <w:t>402,2</w:t>
            </w:r>
          </w:p>
        </w:tc>
        <w:tc>
          <w:tcPr>
            <w:tcW w:w="992" w:type="dxa"/>
          </w:tcPr>
          <w:p w:rsidR="002A1A3B" w:rsidRPr="00CA05B9" w:rsidRDefault="002A1A3B" w:rsidP="00D21282">
            <w:pPr>
              <w:jc w:val="center"/>
            </w:pPr>
            <w:r w:rsidRPr="00CA05B9">
              <w:t>334,1</w:t>
            </w:r>
          </w:p>
        </w:tc>
      </w:tr>
      <w:tr w:rsidR="002A1A3B" w:rsidRPr="004D20B5" w:rsidTr="00D21282">
        <w:trPr>
          <w:trHeight w:val="551"/>
        </w:trPr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02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462,4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42BA6">
              <w:t>402,2</w:t>
            </w:r>
          </w:p>
        </w:tc>
        <w:tc>
          <w:tcPr>
            <w:tcW w:w="992" w:type="dxa"/>
          </w:tcPr>
          <w:p w:rsidR="002A1A3B" w:rsidRPr="00CA05B9" w:rsidRDefault="002A1A3B" w:rsidP="00D21282">
            <w:pPr>
              <w:jc w:val="center"/>
            </w:pPr>
            <w:r w:rsidRPr="00CA05B9">
              <w:t>334,1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2A1A3B" w:rsidRPr="00932B7C" w:rsidRDefault="002A1A3B" w:rsidP="00D21282">
            <w:pPr>
              <w:jc w:val="center"/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932B7C" w:rsidRDefault="002A1A3B" w:rsidP="00D21282">
            <w:pPr>
              <w:jc w:val="center"/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E47D87">
              <w:rPr>
                <w:b/>
              </w:rPr>
              <w:t>1742,5</w:t>
            </w:r>
          </w:p>
        </w:tc>
        <w:tc>
          <w:tcPr>
            <w:tcW w:w="1134" w:type="dxa"/>
          </w:tcPr>
          <w:p w:rsidR="002A1A3B" w:rsidRPr="00DF48F5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1214,8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1143,5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jc w:val="center"/>
            </w:pPr>
            <w:r w:rsidRPr="00E47D87">
              <w:t>1642,5</w:t>
            </w:r>
          </w:p>
        </w:tc>
        <w:tc>
          <w:tcPr>
            <w:tcW w:w="1134" w:type="dxa"/>
          </w:tcPr>
          <w:p w:rsidR="002A1A3B" w:rsidRPr="0034087E" w:rsidRDefault="002A1A3B" w:rsidP="00D21282">
            <w:pPr>
              <w:jc w:val="center"/>
            </w:pPr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2A1A3B" w:rsidRPr="0034087E" w:rsidRDefault="002A1A3B" w:rsidP="00D21282">
            <w:pPr>
              <w:jc w:val="center"/>
            </w:pPr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jc w:val="center"/>
            </w:pPr>
            <w:r w:rsidRPr="00E47D87">
              <w:t>1642,5</w:t>
            </w:r>
          </w:p>
        </w:tc>
        <w:tc>
          <w:tcPr>
            <w:tcW w:w="1134" w:type="dxa"/>
          </w:tcPr>
          <w:p w:rsidR="002A1A3B" w:rsidRPr="0034087E" w:rsidRDefault="002A1A3B" w:rsidP="00D21282">
            <w:pPr>
              <w:jc w:val="center"/>
            </w:pPr>
            <w:r w:rsidRPr="0034087E">
              <w:t>121</w:t>
            </w:r>
            <w:r>
              <w:t>4</w:t>
            </w:r>
            <w:r w:rsidRPr="0034087E">
              <w:t>,8</w:t>
            </w:r>
          </w:p>
        </w:tc>
        <w:tc>
          <w:tcPr>
            <w:tcW w:w="992" w:type="dxa"/>
          </w:tcPr>
          <w:p w:rsidR="002A1A3B" w:rsidRPr="0034087E" w:rsidRDefault="002A1A3B" w:rsidP="00D21282">
            <w:pPr>
              <w:jc w:val="center"/>
            </w:pPr>
            <w:r w:rsidRPr="0034087E">
              <w:t>114</w:t>
            </w:r>
            <w:r>
              <w:t>3</w:t>
            </w:r>
            <w:r w:rsidRPr="0034087E">
              <w:t>,5</w:t>
            </w:r>
          </w:p>
        </w:tc>
      </w:tr>
      <w:tr w:rsidR="002A1A3B" w:rsidRPr="004D20B5" w:rsidTr="00D21282">
        <w:trPr>
          <w:trHeight w:val="611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1343,3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983,9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926,3</w:t>
            </w:r>
          </w:p>
        </w:tc>
      </w:tr>
      <w:tr w:rsidR="002A1A3B" w:rsidRPr="004D20B5" w:rsidTr="00D21282">
        <w:trPr>
          <w:trHeight w:val="659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283,2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129,0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115,3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04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Default="002A1A3B" w:rsidP="00135348">
            <w:pPr>
              <w:rPr>
                <w:color w:val="000000"/>
              </w:rPr>
            </w:pPr>
            <w:r w:rsidRPr="00A94E35">
              <w:t>Межбюджетные трансферты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3,1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94E35" w:rsidRDefault="002A1A3B" w:rsidP="00135348">
            <w:r w:rsidRPr="00A94E35">
              <w:t>Межбюджетные трансферты</w:t>
            </w:r>
            <w:r>
              <w:t xml:space="preserve"> из областного бюджета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2D5107">
              <w:t>3,1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6553F1" w:rsidRDefault="002A1A3B" w:rsidP="00135348">
            <w:pPr>
              <w:rPr>
                <w:bCs/>
              </w:rPr>
            </w:pPr>
            <w:r>
              <w:rPr>
                <w:bCs/>
              </w:rPr>
              <w:t xml:space="preserve"> И</w:t>
            </w:r>
            <w:r w:rsidRPr="006553F1">
              <w:rPr>
                <w:bCs/>
              </w:rPr>
              <w:t>ны</w:t>
            </w:r>
            <w:r>
              <w:rPr>
                <w:bCs/>
              </w:rPr>
              <w:t>е</w:t>
            </w:r>
            <w:r w:rsidRPr="006553F1">
              <w:rPr>
                <w:bCs/>
              </w:rPr>
              <w:t xml:space="preserve"> межбюджетны</w:t>
            </w:r>
            <w:r>
              <w:rPr>
                <w:bCs/>
              </w:rPr>
              <w:t>е трансферты</w:t>
            </w:r>
            <w:r w:rsidRPr="006553F1">
              <w:rPr>
                <w:bCs/>
              </w:rPr>
              <w:t xml:space="preserve"> на частичную компенсацию дополнительных расходов на повышение оплаты труда работников бюджетной сферы</w:t>
            </w:r>
          </w:p>
          <w:p w:rsidR="002A1A3B" w:rsidRDefault="002A1A3B" w:rsidP="00135348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2D5107">
              <w:t>3,1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Default="002A1A3B" w:rsidP="00135348">
            <w:pPr>
              <w:rPr>
                <w:color w:val="000000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2D5107">
              <w:t>3,1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2A1A3B" w:rsidRPr="00A7019C" w:rsidRDefault="002A1A3B" w:rsidP="00135348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96,9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color w:val="000000"/>
              </w:rPr>
            </w:pPr>
            <w:r w:rsidRPr="00A7019C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96,9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96,9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Расходы на выплаты персоналу государственных (муниципальных) органов</w:t>
            </w:r>
          </w:p>
          <w:p w:rsidR="002A1A3B" w:rsidRPr="00A7019C" w:rsidRDefault="002A1A3B" w:rsidP="00135348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93,9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93,9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93,9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  <w:bCs/>
                <w:smallCaps/>
                <w:color w:val="000000"/>
              </w:rPr>
            </w:pPr>
            <w:r w:rsidRPr="00A7019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</w:p>
          <w:p w:rsidR="002A1A3B" w:rsidRPr="00A7019C" w:rsidRDefault="002A1A3B" w:rsidP="00135348">
            <w:r w:rsidRPr="00A7019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2A1A3B" w:rsidRPr="00240ABE" w:rsidRDefault="002A1A3B" w:rsidP="00D21282">
            <w:pPr>
              <w:jc w:val="center"/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240ABE" w:rsidRDefault="002A1A3B" w:rsidP="00D21282">
            <w:pPr>
              <w:jc w:val="center"/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</w:tcPr>
          <w:p w:rsidR="002A1A3B" w:rsidRPr="00240AB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240AB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240ABE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2A1A3B" w:rsidRPr="00F831AE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2A1A3B" w:rsidRPr="00F831AE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6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2A1A3B" w:rsidRPr="00240AB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864719" w:rsidRDefault="002A1A3B" w:rsidP="00D21282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97 4 00 00000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rPr>
          <w:trHeight w:val="772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97 4 00 93020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97 4 00 93020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rPr>
          <w:trHeight w:val="347"/>
        </w:trPr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2A1A3B" w:rsidRPr="004D20B5" w:rsidTr="00D21282">
        <w:trPr>
          <w:trHeight w:val="347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01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864719" w:rsidRDefault="002A1A3B" w:rsidP="00D21282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2A1A3B" w:rsidRPr="00F831AE" w:rsidRDefault="002A1A3B" w:rsidP="00D2128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2A1A3B" w:rsidRPr="00F831AE" w:rsidRDefault="002A1A3B" w:rsidP="00D21282">
            <w:pPr>
              <w:jc w:val="center"/>
            </w:pPr>
            <w:r w:rsidRPr="00F831AE">
              <w:t>2,0</w:t>
            </w:r>
          </w:p>
        </w:tc>
      </w:tr>
      <w:tr w:rsidR="002A1A3B" w:rsidRPr="004D20B5" w:rsidTr="00D21282">
        <w:trPr>
          <w:trHeight w:val="563"/>
        </w:trPr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2A1A3B" w:rsidRPr="00F831AE" w:rsidRDefault="002A1A3B" w:rsidP="00D2128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2A1A3B" w:rsidRPr="00F831AE" w:rsidRDefault="002A1A3B" w:rsidP="00D21282">
            <w:pPr>
              <w:jc w:val="center"/>
            </w:pPr>
            <w:r w:rsidRPr="00F831AE">
              <w:t>2,0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2A1A3B" w:rsidRPr="00F831AE" w:rsidRDefault="002A1A3B" w:rsidP="00D2128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2A1A3B" w:rsidRPr="00F831AE" w:rsidRDefault="002A1A3B" w:rsidP="00D21282">
            <w:pPr>
              <w:jc w:val="center"/>
            </w:pPr>
            <w:r w:rsidRPr="00F831AE">
              <w:t>2,0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Резервные средства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color w:val="000000"/>
              </w:rPr>
              <w:t>92 9 00 23780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2A1A3B" w:rsidRPr="00F831AE" w:rsidRDefault="002A1A3B" w:rsidP="00D2128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2A1A3B" w:rsidRPr="00F831AE" w:rsidRDefault="002A1A3B" w:rsidP="00D21282">
            <w:pPr>
              <w:jc w:val="center"/>
            </w:pPr>
            <w:r w:rsidRPr="00F831AE">
              <w:t>2,0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E47D87">
              <w:rPr>
                <w:b/>
              </w:rPr>
              <w:t>72,9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94,1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170,4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2A1A3B" w:rsidRPr="00A7019C" w:rsidRDefault="002A1A3B" w:rsidP="00135348"/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05 0 00 00000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21,2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</w:tr>
      <w:tr w:rsidR="002A1A3B" w:rsidRPr="004D20B5" w:rsidTr="00D21282">
        <w:trPr>
          <w:trHeight w:val="361"/>
        </w:trPr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color w:val="000000"/>
              </w:rPr>
              <w:t>Обеспечение деятельности Администрации Тогодского сельского поселения</w:t>
            </w:r>
            <w:r w:rsidRPr="00A7019C">
              <w:t xml:space="preserve"> 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05 0 04 00000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21,2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</w:tr>
      <w:tr w:rsidR="002A1A3B" w:rsidRPr="004D20B5" w:rsidTr="00D21282">
        <w:trPr>
          <w:trHeight w:val="70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2A1A3B" w:rsidRPr="00A7019C" w:rsidRDefault="002A1A3B" w:rsidP="00135348">
            <w:pPr>
              <w:rPr>
                <w:b/>
              </w:rPr>
            </w:pPr>
          </w:p>
        </w:tc>
        <w:tc>
          <w:tcPr>
            <w:tcW w:w="567" w:type="dxa"/>
          </w:tcPr>
          <w:p w:rsidR="002A1A3B" w:rsidRPr="002B6F5B" w:rsidRDefault="002A1A3B" w:rsidP="00D21282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</w:tcPr>
          <w:p w:rsidR="002A1A3B" w:rsidRPr="002B6F5B" w:rsidRDefault="002A1A3B" w:rsidP="00D21282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</w:tcPr>
          <w:p w:rsidR="002A1A3B" w:rsidRPr="002B6F5B" w:rsidRDefault="002A1A3B" w:rsidP="00D21282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</w:tcPr>
          <w:p w:rsidR="002A1A3B" w:rsidRPr="002B6F5B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21,2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2B6F5B" w:rsidRDefault="002A1A3B" w:rsidP="00D21282">
            <w:pPr>
              <w:jc w:val="center"/>
            </w:pPr>
            <w:r w:rsidRPr="002B6F5B">
              <w:t>01</w:t>
            </w:r>
          </w:p>
        </w:tc>
        <w:tc>
          <w:tcPr>
            <w:tcW w:w="567" w:type="dxa"/>
          </w:tcPr>
          <w:p w:rsidR="002A1A3B" w:rsidRPr="002B6F5B" w:rsidRDefault="002A1A3B" w:rsidP="00D21282">
            <w:pPr>
              <w:jc w:val="center"/>
            </w:pPr>
            <w:r w:rsidRPr="002B6F5B">
              <w:t>13</w:t>
            </w:r>
          </w:p>
        </w:tc>
        <w:tc>
          <w:tcPr>
            <w:tcW w:w="1418" w:type="dxa"/>
          </w:tcPr>
          <w:p w:rsidR="002A1A3B" w:rsidRPr="002B6F5B" w:rsidRDefault="002A1A3B" w:rsidP="00D21282">
            <w:pPr>
              <w:jc w:val="center"/>
            </w:pPr>
            <w:r w:rsidRPr="002B6F5B">
              <w:t>05 0 04 99990</w:t>
            </w:r>
          </w:p>
        </w:tc>
        <w:tc>
          <w:tcPr>
            <w:tcW w:w="567" w:type="dxa"/>
          </w:tcPr>
          <w:p w:rsidR="002A1A3B" w:rsidRPr="002B6F5B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21,2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4D20B5" w:rsidTr="00D21282">
        <w:trPr>
          <w:trHeight w:val="1126"/>
        </w:trPr>
        <w:tc>
          <w:tcPr>
            <w:tcW w:w="4111" w:type="dxa"/>
          </w:tcPr>
          <w:p w:rsidR="002A1A3B" w:rsidRPr="00A7019C" w:rsidRDefault="002A1A3B" w:rsidP="00135348">
            <w:pPr>
              <w:spacing w:before="240" w:after="120" w:line="240" w:lineRule="exact"/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>«</w:t>
            </w:r>
            <w:r w:rsidRPr="00A7019C">
              <w:t>Об энергосбережении в Тогодском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2A1A3B" w:rsidRPr="000D5E09" w:rsidRDefault="002A1A3B" w:rsidP="00D21282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</w:tcPr>
          <w:p w:rsidR="002A1A3B" w:rsidRPr="000D5E09" w:rsidRDefault="002A1A3B" w:rsidP="00D21282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</w:tcPr>
          <w:p w:rsidR="002A1A3B" w:rsidRPr="000D5E09" w:rsidRDefault="002A1A3B" w:rsidP="00D21282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</w:tcPr>
          <w:p w:rsidR="002A1A3B" w:rsidRPr="000D5E09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0D5E09" w:rsidRDefault="002A1A3B" w:rsidP="00D21282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2A1A3B" w:rsidRPr="000D5E09" w:rsidRDefault="002A1A3B" w:rsidP="00D21282">
            <w:pPr>
              <w:jc w:val="center"/>
            </w:pPr>
            <w:r>
              <w:t>1,0</w:t>
            </w:r>
          </w:p>
        </w:tc>
        <w:tc>
          <w:tcPr>
            <w:tcW w:w="992" w:type="dxa"/>
          </w:tcPr>
          <w:p w:rsidR="002A1A3B" w:rsidRPr="000D5E09" w:rsidRDefault="002A1A3B" w:rsidP="00D21282">
            <w:pPr>
              <w:jc w:val="center"/>
            </w:pPr>
            <w:r>
              <w:t>1,2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2A1A3B" w:rsidRPr="000D5E09" w:rsidRDefault="002A1A3B" w:rsidP="00D21282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</w:tcPr>
          <w:p w:rsidR="002A1A3B" w:rsidRPr="000D5E09" w:rsidRDefault="002A1A3B" w:rsidP="00D21282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</w:tcPr>
          <w:p w:rsidR="002A1A3B" w:rsidRPr="000D5E09" w:rsidRDefault="002A1A3B" w:rsidP="00D21282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</w:tcPr>
          <w:p w:rsidR="002A1A3B" w:rsidRPr="000D5E09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0D5E09" w:rsidRDefault="002A1A3B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2A1A3B" w:rsidRPr="000D5E09" w:rsidRDefault="002A1A3B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992" w:type="dxa"/>
          </w:tcPr>
          <w:p w:rsidR="002A1A3B" w:rsidRPr="000D5E09" w:rsidRDefault="002A1A3B" w:rsidP="00D21282">
            <w:pPr>
              <w:spacing w:line="480" w:lineRule="auto"/>
              <w:jc w:val="center"/>
            </w:pPr>
            <w:r>
              <w:t>1,2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spacing w:before="240" w:after="120" w:line="240" w:lineRule="exact"/>
            </w:pPr>
            <w:r w:rsidRPr="00A7019C">
              <w:t xml:space="preserve">Реализация мероприятий муниципальной программы </w:t>
            </w:r>
            <w:r w:rsidRPr="00A7019C">
              <w:rPr>
                <w:bCs/>
              </w:rPr>
              <w:t>«</w:t>
            </w:r>
            <w:r w:rsidRPr="00A7019C">
              <w:t>Об энергосбережении в Тогодском сельском поселении  на  2017-2021 годы</w:t>
            </w:r>
            <w:r w:rsidRPr="00A7019C">
              <w:rPr>
                <w:bCs/>
              </w:rPr>
              <w:t>»</w:t>
            </w:r>
          </w:p>
        </w:tc>
        <w:tc>
          <w:tcPr>
            <w:tcW w:w="567" w:type="dxa"/>
          </w:tcPr>
          <w:p w:rsidR="002A1A3B" w:rsidRPr="000D5E09" w:rsidRDefault="002A1A3B" w:rsidP="00D21282">
            <w:pPr>
              <w:jc w:val="center"/>
            </w:pPr>
            <w:r w:rsidRPr="000D5E09">
              <w:t>01</w:t>
            </w:r>
          </w:p>
        </w:tc>
        <w:tc>
          <w:tcPr>
            <w:tcW w:w="567" w:type="dxa"/>
          </w:tcPr>
          <w:p w:rsidR="002A1A3B" w:rsidRPr="000D5E09" w:rsidRDefault="002A1A3B" w:rsidP="00D21282">
            <w:pPr>
              <w:jc w:val="center"/>
            </w:pPr>
            <w:r w:rsidRPr="000D5E09">
              <w:t>13</w:t>
            </w:r>
          </w:p>
        </w:tc>
        <w:tc>
          <w:tcPr>
            <w:tcW w:w="1418" w:type="dxa"/>
          </w:tcPr>
          <w:p w:rsidR="002A1A3B" w:rsidRPr="000D5E09" w:rsidRDefault="002A1A3B" w:rsidP="00D21282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</w:tcPr>
          <w:p w:rsidR="002A1A3B" w:rsidRPr="000D5E09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56157B" w:rsidRDefault="002A1A3B" w:rsidP="00D21282">
            <w:pPr>
              <w:jc w:val="center"/>
            </w:pPr>
            <w:r w:rsidRPr="0056157B">
              <w:t>01</w:t>
            </w:r>
          </w:p>
        </w:tc>
        <w:tc>
          <w:tcPr>
            <w:tcW w:w="567" w:type="dxa"/>
          </w:tcPr>
          <w:p w:rsidR="002A1A3B" w:rsidRPr="0056157B" w:rsidRDefault="002A1A3B" w:rsidP="00D21282">
            <w:pPr>
              <w:jc w:val="center"/>
            </w:pPr>
            <w:r w:rsidRPr="0056157B">
              <w:t>13</w:t>
            </w:r>
          </w:p>
        </w:tc>
        <w:tc>
          <w:tcPr>
            <w:tcW w:w="1418" w:type="dxa"/>
          </w:tcPr>
          <w:p w:rsidR="002A1A3B" w:rsidRPr="0056157B" w:rsidRDefault="002A1A3B" w:rsidP="00D21282">
            <w:pPr>
              <w:jc w:val="center"/>
            </w:pPr>
            <w:r w:rsidRPr="0056157B">
              <w:t>0</w:t>
            </w:r>
            <w:r>
              <w:t>7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</w:tcPr>
          <w:p w:rsidR="002A1A3B" w:rsidRPr="0056157B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13,9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B922AD">
              <w:t>13,9</w:t>
            </w:r>
          </w:p>
        </w:tc>
      </w:tr>
      <w:tr w:rsidR="002A1A3B" w:rsidRPr="004D20B5" w:rsidTr="00D21282">
        <w:trPr>
          <w:trHeight w:val="675"/>
        </w:trPr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92 0 00 00000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1A7FC9">
              <w:t>13,9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B922AD">
              <w:t>13,9</w:t>
            </w:r>
          </w:p>
        </w:tc>
      </w:tr>
      <w:tr w:rsidR="002A1A3B" w:rsidRPr="004D20B5" w:rsidTr="00D21282">
        <w:trPr>
          <w:trHeight w:val="625"/>
        </w:trPr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92 0 00 23800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1A7FC9">
              <w:t>13,9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B922AD">
              <w:t>13,9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13</w:t>
            </w:r>
          </w:p>
        </w:tc>
        <w:tc>
          <w:tcPr>
            <w:tcW w:w="1418" w:type="dxa"/>
          </w:tcPr>
          <w:p w:rsidR="002A1A3B" w:rsidRPr="008D6D52" w:rsidRDefault="002A1A3B" w:rsidP="00D21282">
            <w:pPr>
              <w:jc w:val="center"/>
            </w:pPr>
            <w:r w:rsidRPr="008D6D52">
              <w:t>92 0 00 23800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1A7FC9">
              <w:t>13,9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B922AD">
              <w:t>13,9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rStyle w:val="s1"/>
                <w:b/>
              </w:rPr>
            </w:pPr>
            <w:r w:rsidRPr="00A7019C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2A1A3B" w:rsidRPr="002A7217" w:rsidRDefault="002A1A3B" w:rsidP="00D21282">
            <w:pPr>
              <w:jc w:val="center"/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567" w:type="dxa"/>
          </w:tcPr>
          <w:p w:rsidR="002A1A3B" w:rsidRPr="002A7217" w:rsidRDefault="002A1A3B" w:rsidP="00D21282">
            <w:pPr>
              <w:jc w:val="center"/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1418" w:type="dxa"/>
          </w:tcPr>
          <w:p w:rsidR="002A1A3B" w:rsidRPr="002A7217" w:rsidRDefault="002A1A3B" w:rsidP="00D21282">
            <w:pPr>
              <w:jc w:val="center"/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67" w:type="dxa"/>
          </w:tcPr>
          <w:p w:rsidR="002A1A3B" w:rsidRPr="002A7217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2A7217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1134" w:type="dxa"/>
          </w:tcPr>
          <w:p w:rsidR="002A1A3B" w:rsidRPr="002A7217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992" w:type="dxa"/>
          </w:tcPr>
          <w:p w:rsidR="002A1A3B" w:rsidRPr="002A7217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Резервные средства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92 9 00 99990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870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79,2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155,3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13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2A1A3B" w:rsidRPr="00A7019C" w:rsidRDefault="002A1A3B" w:rsidP="00135348"/>
          <w:p w:rsidR="002A1A3B" w:rsidRPr="00A7019C" w:rsidRDefault="002A1A3B" w:rsidP="00135348"/>
          <w:p w:rsidR="002A1A3B" w:rsidRPr="00A7019C" w:rsidRDefault="002A1A3B" w:rsidP="00135348">
            <w:pPr>
              <w:rPr>
                <w:rStyle w:val="s1"/>
              </w:rPr>
            </w:pPr>
            <w:r w:rsidRPr="00A7019C">
              <w:t>соглашениями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97 4 00 93010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347F4C"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97 4 00 93010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347F4C"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2A1A3B" w:rsidRPr="000B546D" w:rsidRDefault="002A1A3B" w:rsidP="00D21282">
            <w:pPr>
              <w:jc w:val="center"/>
            </w:pPr>
            <w:r w:rsidRPr="000B546D">
              <w:t>01</w:t>
            </w:r>
          </w:p>
        </w:tc>
        <w:tc>
          <w:tcPr>
            <w:tcW w:w="567" w:type="dxa"/>
          </w:tcPr>
          <w:p w:rsidR="002A1A3B" w:rsidRPr="000B546D" w:rsidRDefault="002A1A3B" w:rsidP="00D21282">
            <w:pPr>
              <w:jc w:val="center"/>
            </w:pPr>
            <w:r w:rsidRPr="000B546D">
              <w:t>13</w:t>
            </w:r>
          </w:p>
        </w:tc>
        <w:tc>
          <w:tcPr>
            <w:tcW w:w="1418" w:type="dxa"/>
          </w:tcPr>
          <w:p w:rsidR="002A1A3B" w:rsidRPr="000B546D" w:rsidRDefault="002A1A3B" w:rsidP="00D21282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</w:tcPr>
          <w:p w:rsidR="002A1A3B" w:rsidRPr="000B546D" w:rsidRDefault="002A1A3B" w:rsidP="00D2128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2A1A3B" w:rsidRPr="000B546D" w:rsidRDefault="002A1A3B" w:rsidP="00D21282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2A1A3B" w:rsidRPr="000B546D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</w:pPr>
            <w:r>
              <w:t>97 6 00 94010</w:t>
            </w:r>
          </w:p>
        </w:tc>
        <w:tc>
          <w:tcPr>
            <w:tcW w:w="567" w:type="dxa"/>
          </w:tcPr>
          <w:p w:rsidR="002A1A3B" w:rsidRDefault="002A1A3B" w:rsidP="00D2128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</w:pPr>
            <w:r>
              <w:t>97 6 00 94010</w:t>
            </w:r>
          </w:p>
        </w:tc>
        <w:tc>
          <w:tcPr>
            <w:tcW w:w="567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2A1A3B" w:rsidRPr="00AB51D1" w:rsidRDefault="002A1A3B" w:rsidP="00D21282">
            <w:pPr>
              <w:jc w:val="center"/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2A1A3B" w:rsidRPr="00AB51D1" w:rsidRDefault="002A1A3B" w:rsidP="00D21282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</w:tcPr>
          <w:p w:rsidR="002A1A3B" w:rsidRPr="00AB51D1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AB51D1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AB51D1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71,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2A1A3B" w:rsidRPr="00AB51D1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  <w:tc>
          <w:tcPr>
            <w:tcW w:w="992" w:type="dxa"/>
          </w:tcPr>
          <w:p w:rsidR="002A1A3B" w:rsidRPr="00AB51D1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71,3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C572A">
              <w:t>71,3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C572A">
              <w:t>71,3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AC572A">
              <w:t>71,3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C572A">
              <w:t>71,3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C572A">
              <w:t>71,3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AC572A">
              <w:t>71,3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C572A">
              <w:t>71,3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C572A">
              <w:t>71,3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AC572A">
              <w:t>71,3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67,4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63,5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63,5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02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3,9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7,8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7,8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2A1A3B" w:rsidRPr="00AB51D1" w:rsidRDefault="002A1A3B" w:rsidP="00D21282">
            <w:pPr>
              <w:jc w:val="center"/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2A1A3B" w:rsidRPr="00AB51D1" w:rsidRDefault="002A1A3B" w:rsidP="00D21282">
            <w:pPr>
              <w:jc w:val="center"/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</w:tcPr>
          <w:p w:rsidR="002A1A3B" w:rsidRPr="00AB51D1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AB51D1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AB51D1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AB51D1">
              <w:rPr>
                <w:b/>
              </w:rPr>
              <w:t>4,0</w:t>
            </w:r>
          </w:p>
        </w:tc>
        <w:tc>
          <w:tcPr>
            <w:tcW w:w="1134" w:type="dxa"/>
          </w:tcPr>
          <w:p w:rsidR="002A1A3B" w:rsidRPr="00AB51D1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992" w:type="dxa"/>
          </w:tcPr>
          <w:p w:rsidR="002A1A3B" w:rsidRPr="00AB51D1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spacing w:line="240" w:lineRule="exact"/>
              <w:rPr>
                <w:b/>
              </w:rPr>
            </w:pPr>
            <w:r w:rsidRPr="00A7019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18,0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color w:val="000000"/>
              </w:rPr>
              <w:t>С</w:t>
            </w:r>
            <w:r w:rsidRPr="00A7019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09 0 01 00000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09 0 01 99990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09 0 02 00000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10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09 0 02 99990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858,1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2A1A3B" w:rsidRPr="00255AA6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2A1A3B" w:rsidRPr="00255AA6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864719" w:rsidRDefault="002A1A3B" w:rsidP="00D21282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7862F6" w:rsidRDefault="002A1A3B" w:rsidP="00D21282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</w:tcPr>
          <w:p w:rsidR="002A1A3B" w:rsidRPr="007862F6" w:rsidRDefault="002A1A3B" w:rsidP="00D21282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</w:tcPr>
          <w:p w:rsidR="002A1A3B" w:rsidRPr="007862F6" w:rsidRDefault="002A1A3B" w:rsidP="00D2128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</w:tcPr>
          <w:p w:rsidR="002A1A3B" w:rsidRPr="007862F6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7862F6" w:rsidRDefault="002A1A3B" w:rsidP="00D2128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2A1A3B" w:rsidRPr="007862F6" w:rsidRDefault="002A1A3B" w:rsidP="00D21282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</w:tcPr>
          <w:p w:rsidR="002A1A3B" w:rsidRPr="007862F6" w:rsidRDefault="002A1A3B" w:rsidP="00D21282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</w:tcPr>
          <w:p w:rsidR="002A1A3B" w:rsidRPr="007862F6" w:rsidRDefault="002A1A3B" w:rsidP="00D2128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2A1A3B" w:rsidRPr="007862F6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7862F6" w:rsidRDefault="002A1A3B" w:rsidP="00D2128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7862F6" w:rsidRDefault="002A1A3B" w:rsidP="00D21282">
            <w:pPr>
              <w:jc w:val="center"/>
            </w:pPr>
            <w:r w:rsidRPr="007862F6">
              <w:t>04</w:t>
            </w:r>
          </w:p>
        </w:tc>
        <w:tc>
          <w:tcPr>
            <w:tcW w:w="567" w:type="dxa"/>
          </w:tcPr>
          <w:p w:rsidR="002A1A3B" w:rsidRPr="007862F6" w:rsidRDefault="002A1A3B" w:rsidP="00D21282">
            <w:pPr>
              <w:jc w:val="center"/>
            </w:pPr>
            <w:r w:rsidRPr="007862F6">
              <w:t>05</w:t>
            </w:r>
          </w:p>
        </w:tc>
        <w:tc>
          <w:tcPr>
            <w:tcW w:w="1418" w:type="dxa"/>
          </w:tcPr>
          <w:p w:rsidR="002A1A3B" w:rsidRPr="007862F6" w:rsidRDefault="002A1A3B" w:rsidP="00D2128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</w:tcPr>
          <w:p w:rsidR="002A1A3B" w:rsidRPr="007862F6" w:rsidRDefault="002A1A3B" w:rsidP="00D21282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2A1A3B" w:rsidRPr="007862F6" w:rsidRDefault="002A1A3B" w:rsidP="00D2128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2A1A3B" w:rsidRPr="003C0EB3" w:rsidRDefault="002A1A3B" w:rsidP="00D21282">
            <w:pPr>
              <w:jc w:val="center"/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2A1A3B" w:rsidRPr="003C0EB3" w:rsidRDefault="002A1A3B" w:rsidP="00D21282">
            <w:pPr>
              <w:jc w:val="center"/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842,8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611,1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614,8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373,3</w:t>
            </w:r>
          </w:p>
        </w:tc>
        <w:tc>
          <w:tcPr>
            <w:tcW w:w="1134" w:type="dxa"/>
          </w:tcPr>
          <w:p w:rsidR="002A1A3B" w:rsidRPr="00E14CD8" w:rsidRDefault="002A1A3B" w:rsidP="00D21282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</w:tcPr>
          <w:p w:rsidR="002A1A3B" w:rsidRPr="00E14CD8" w:rsidRDefault="002A1A3B" w:rsidP="00D21282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255AA6" w:rsidRDefault="002A1A3B" w:rsidP="00D21282">
            <w:pPr>
              <w:spacing w:line="480" w:lineRule="auto"/>
              <w:jc w:val="center"/>
            </w:pPr>
            <w:r>
              <w:t>231,7</w:t>
            </w:r>
          </w:p>
        </w:tc>
        <w:tc>
          <w:tcPr>
            <w:tcW w:w="1134" w:type="dxa"/>
          </w:tcPr>
          <w:p w:rsidR="002A1A3B" w:rsidRPr="00E14CD8" w:rsidRDefault="002A1A3B" w:rsidP="00D21282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</w:tcPr>
          <w:p w:rsidR="002A1A3B" w:rsidRPr="00E14CD8" w:rsidRDefault="002A1A3B" w:rsidP="00D21282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DA5A18" w:rsidRDefault="002A1A3B" w:rsidP="00D21282">
            <w:pPr>
              <w:spacing w:line="480" w:lineRule="auto"/>
              <w:jc w:val="center"/>
            </w:pPr>
            <w:r>
              <w:t>231,7</w:t>
            </w:r>
          </w:p>
        </w:tc>
        <w:tc>
          <w:tcPr>
            <w:tcW w:w="1134" w:type="dxa"/>
          </w:tcPr>
          <w:p w:rsidR="002A1A3B" w:rsidRPr="00E14CD8" w:rsidRDefault="002A1A3B" w:rsidP="00D21282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</w:tcPr>
          <w:p w:rsidR="002A1A3B" w:rsidRPr="00E14CD8" w:rsidRDefault="002A1A3B" w:rsidP="00D21282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231,7</w:t>
            </w:r>
          </w:p>
        </w:tc>
        <w:tc>
          <w:tcPr>
            <w:tcW w:w="1134" w:type="dxa"/>
          </w:tcPr>
          <w:p w:rsidR="002A1A3B" w:rsidRPr="00E14CD8" w:rsidRDefault="002A1A3B" w:rsidP="00D21282">
            <w:pPr>
              <w:spacing w:line="480" w:lineRule="auto"/>
              <w:jc w:val="center"/>
            </w:pPr>
            <w:r w:rsidRPr="00E14CD8">
              <w:t>377,0</w:t>
            </w:r>
          </w:p>
        </w:tc>
        <w:tc>
          <w:tcPr>
            <w:tcW w:w="992" w:type="dxa"/>
          </w:tcPr>
          <w:p w:rsidR="002A1A3B" w:rsidRPr="00E14CD8" w:rsidRDefault="002A1A3B" w:rsidP="00D21282">
            <w:pPr>
              <w:spacing w:line="480" w:lineRule="auto"/>
              <w:jc w:val="center"/>
            </w:pPr>
            <w:r w:rsidRPr="00E14CD8">
              <w:t>380,7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567" w:type="dxa"/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141,6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141,6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141,6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9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223,0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rStyle w:val="s1"/>
              </w:rPr>
            </w:pPr>
            <w:r w:rsidRPr="00A7019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98 2 00 00000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223,0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rStyle w:val="s1"/>
              </w:rPr>
            </w:pPr>
            <w:r w:rsidRPr="00A7019C">
              <w:rPr>
                <w:rFonts w:ascii="Times New Roman CYR" w:hAnsi="Times New Roman CYR" w:cs="Times New Roman CYR"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98 2 00 71520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223,0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rStyle w:val="s1"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98 2 00 71520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446,0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223,0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223,0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23,5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11,1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11,1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23,5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11,1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11,1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507,0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507,0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</w:pPr>
            <w:r>
              <w:t>11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D842F7" w:rsidRDefault="002A1A3B" w:rsidP="00D21282">
            <w:pPr>
              <w:spacing w:line="480" w:lineRule="auto"/>
              <w:jc w:val="center"/>
            </w:pPr>
            <w:r>
              <w:t>507,0</w:t>
            </w:r>
          </w:p>
        </w:tc>
        <w:tc>
          <w:tcPr>
            <w:tcW w:w="1134" w:type="dxa"/>
          </w:tcPr>
          <w:p w:rsidR="002A1A3B" w:rsidRPr="00D842F7" w:rsidRDefault="002A1A3B" w:rsidP="00D21282">
            <w:pPr>
              <w:spacing w:line="480" w:lineRule="auto"/>
              <w:jc w:val="center"/>
            </w:pPr>
            <w:r w:rsidRPr="00D842F7">
              <w:t>449,6</w:t>
            </w:r>
          </w:p>
        </w:tc>
        <w:tc>
          <w:tcPr>
            <w:tcW w:w="992" w:type="dxa"/>
          </w:tcPr>
          <w:p w:rsidR="002A1A3B" w:rsidRPr="00D842F7" w:rsidRDefault="002A1A3B" w:rsidP="00D21282">
            <w:pPr>
              <w:spacing w:line="480" w:lineRule="auto"/>
              <w:jc w:val="center"/>
            </w:pPr>
            <w:r w:rsidRPr="00D842F7">
              <w:t>441,6</w:t>
            </w:r>
          </w:p>
        </w:tc>
      </w:tr>
      <w:tr w:rsidR="002A1A3B" w:rsidRPr="0003344A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2A1A3B" w:rsidRPr="0003344A" w:rsidRDefault="002A1A3B" w:rsidP="00D21282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</w:tcPr>
          <w:p w:rsidR="002A1A3B" w:rsidRPr="0003344A" w:rsidRDefault="002A1A3B" w:rsidP="00D21282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</w:tcPr>
          <w:p w:rsidR="002A1A3B" w:rsidRPr="0003344A" w:rsidRDefault="002A1A3B" w:rsidP="00D2128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429,6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66388">
              <w:t>382,6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C278CD">
              <w:t>374,6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429,6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66388">
              <w:t>382,6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C278CD">
              <w:t>374,6</w:t>
            </w:r>
          </w:p>
        </w:tc>
      </w:tr>
      <w:tr w:rsidR="002A1A3B" w:rsidRPr="004D20B5" w:rsidTr="00D21282">
        <w:trPr>
          <w:trHeight w:val="473"/>
        </w:trPr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429,6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66388">
              <w:t>382,6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C278CD">
              <w:t>374,6</w:t>
            </w:r>
          </w:p>
        </w:tc>
      </w:tr>
      <w:tr w:rsidR="002A1A3B" w:rsidRPr="004D20B5" w:rsidTr="00D21282">
        <w:trPr>
          <w:trHeight w:val="356"/>
        </w:trPr>
        <w:tc>
          <w:tcPr>
            <w:tcW w:w="4111" w:type="dxa"/>
          </w:tcPr>
          <w:p w:rsidR="002A1A3B" w:rsidRPr="00A7019C" w:rsidRDefault="002A1A3B" w:rsidP="00135348">
            <w:pPr>
              <w:rPr>
                <w:color w:val="FF0000"/>
              </w:rPr>
            </w:pPr>
            <w:r w:rsidRPr="00A7019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</w:tcPr>
          <w:p w:rsidR="002A1A3B" w:rsidRPr="0003344A" w:rsidRDefault="002A1A3B" w:rsidP="00D2128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Реализация мероприятий муниципальной программы «Благоустройство территории  Тогодского сельского поселения на 2017-2019 годы» </w:t>
            </w:r>
          </w:p>
        </w:tc>
        <w:tc>
          <w:tcPr>
            <w:tcW w:w="567" w:type="dxa"/>
          </w:tcPr>
          <w:p w:rsidR="002A1A3B" w:rsidRPr="0056157B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A1A3B" w:rsidRPr="0056157B" w:rsidRDefault="002A1A3B" w:rsidP="00D21282">
            <w:pPr>
              <w:jc w:val="center"/>
            </w:pPr>
            <w:r>
              <w:t>0</w:t>
            </w:r>
            <w:r w:rsidRPr="0056157B">
              <w:t>3</w:t>
            </w:r>
          </w:p>
        </w:tc>
        <w:tc>
          <w:tcPr>
            <w:tcW w:w="1418" w:type="dxa"/>
          </w:tcPr>
          <w:p w:rsidR="002A1A3B" w:rsidRPr="008B7B38" w:rsidRDefault="002A1A3B" w:rsidP="00D21282">
            <w:pPr>
              <w:jc w:val="center"/>
            </w:pPr>
            <w:r>
              <w:t>11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</w:tcPr>
          <w:p w:rsidR="002A1A3B" w:rsidRPr="0056157B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56157B" w:rsidRDefault="002A1A3B" w:rsidP="00D21282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2A1A3B" w:rsidRPr="009F3EC0" w:rsidRDefault="002A1A3B" w:rsidP="00D21282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2A1A3B" w:rsidRPr="009F3EC0" w:rsidRDefault="002A1A3B" w:rsidP="00D21282">
            <w:pPr>
              <w:jc w:val="center"/>
            </w:pPr>
            <w:r>
              <w:t>6,0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</w:tcPr>
          <w:p w:rsidR="002A1A3B" w:rsidRPr="0003344A" w:rsidRDefault="002A1A3B" w:rsidP="00D2128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71,4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 w:rsidRPr="00A032D4">
              <w:t>61,0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25,0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55</w:t>
            </w:r>
            <w:r w:rsidRPr="00A032D4">
              <w:t>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25</w:t>
            </w:r>
            <w:r w:rsidRPr="004709AF">
              <w:t>,0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55</w:t>
            </w:r>
            <w:r w:rsidRPr="00A032D4">
              <w:t>,0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55</w:t>
            </w:r>
            <w:r w:rsidRPr="00A032D4">
              <w:t>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F80FAD" w:rsidRDefault="002A1A3B" w:rsidP="00135348">
            <w:pPr>
              <w:rPr>
                <w:rStyle w:val="s1"/>
              </w:rPr>
            </w:pPr>
            <w:r w:rsidRPr="00F80FAD">
              <w:t>Реализация мероприятий  за счёт с</w:t>
            </w:r>
            <w:r w:rsidRPr="00F80FAD">
              <w:rPr>
                <w:rFonts w:cs="Times New Roman CYR"/>
              </w:rPr>
              <w:t>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2A1A3B" w:rsidRPr="00487686" w:rsidRDefault="002A1A3B" w:rsidP="00D21282">
            <w:pPr>
              <w:jc w:val="center"/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40,4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F80FAD" w:rsidRDefault="002A1A3B" w:rsidP="00135348">
            <w:pPr>
              <w:rPr>
                <w:rStyle w:val="s1"/>
              </w:rPr>
            </w:pPr>
            <w:r w:rsidRPr="00F80FAD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2A1A3B" w:rsidRPr="00487686" w:rsidRDefault="002A1A3B" w:rsidP="00D21282">
            <w:pPr>
              <w:jc w:val="center"/>
              <w:rPr>
                <w:lang w:val="en-US"/>
              </w:rPr>
            </w:pPr>
            <w:r>
              <w:t>11 0 03 7</w:t>
            </w:r>
            <w:r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40,4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rStyle w:val="s1"/>
              </w:rPr>
            </w:pPr>
            <w:r w:rsidRPr="00A7019C">
              <w:t xml:space="preserve"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</w:t>
            </w:r>
            <w:r w:rsidRPr="00A7019C">
              <w:rPr>
                <w:rFonts w:ascii="Times New Roman CYR" w:hAnsi="Times New Roman CYR" w:cs="Times New Roman CYR"/>
              </w:rPr>
              <w:t>реализацию проектов местных инициатив граждан, включенных в муниципальные программы</w:t>
            </w:r>
            <w:r>
              <w:rPr>
                <w:rFonts w:ascii="Times New Roman CYR" w:hAnsi="Times New Roman CYR" w:cs="Times New Roman CYR"/>
              </w:rPr>
              <w:t xml:space="preserve"> развития территорий</w:t>
            </w:r>
            <w:r w:rsidRPr="00A7019C">
              <w:rPr>
                <w:rFonts w:ascii="Times New Roman CYR" w:hAnsi="Times New Roman CYR" w:cs="Times New Roman CYR"/>
              </w:rPr>
              <w:t>, за счет средств бюджета поселения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2A1A3B" w:rsidRPr="00487686" w:rsidRDefault="002A1A3B" w:rsidP="00D21282">
            <w:pPr>
              <w:jc w:val="center"/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87686" w:rsidRDefault="002A1A3B" w:rsidP="00D21282">
            <w:pPr>
              <w:jc w:val="center"/>
            </w:pPr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2A1A3B" w:rsidRPr="00A032D4" w:rsidRDefault="002A1A3B" w:rsidP="00D21282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2A1A3B" w:rsidRPr="00A032D4" w:rsidRDefault="002A1A3B" w:rsidP="00D21282">
            <w:pPr>
              <w:jc w:val="center"/>
            </w:pPr>
            <w:r>
              <w:t>6,0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2A1A3B" w:rsidRPr="00487686" w:rsidRDefault="002A1A3B" w:rsidP="00D21282">
            <w:pPr>
              <w:jc w:val="center"/>
              <w:rPr>
                <w:lang w:val="en-US"/>
              </w:rPr>
            </w:pPr>
            <w:r>
              <w:t xml:space="preserve">11 0 03 </w:t>
            </w:r>
            <w:r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Pr="00487686" w:rsidRDefault="002A1A3B" w:rsidP="00D21282">
            <w:pPr>
              <w:jc w:val="center"/>
            </w:pPr>
            <w:r>
              <w:rPr>
                <w:lang w:val="en-US"/>
              </w:rPr>
              <w:t>6</w:t>
            </w:r>
            <w:r>
              <w:t>,0</w:t>
            </w:r>
          </w:p>
        </w:tc>
        <w:tc>
          <w:tcPr>
            <w:tcW w:w="1134" w:type="dxa"/>
          </w:tcPr>
          <w:p w:rsidR="002A1A3B" w:rsidRPr="00A032D4" w:rsidRDefault="002A1A3B" w:rsidP="00D21282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2A1A3B" w:rsidRPr="00A032D4" w:rsidRDefault="002A1A3B" w:rsidP="00D21282">
            <w:pPr>
              <w:jc w:val="center"/>
            </w:pPr>
            <w:r>
              <w:t>6,0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34,7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864719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07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07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2A1A3B" w:rsidRPr="00A7019C" w:rsidRDefault="002A1A3B" w:rsidP="00135348"/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  <w:bCs/>
              </w:rPr>
            </w:pPr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AB51D1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Pr="00AB51D1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Pr="00AB51D1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</w:tcPr>
          <w:p w:rsidR="002A1A3B" w:rsidRPr="00AB51D1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AB51D1" w:rsidRDefault="002A1A3B" w:rsidP="00D21282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Cs/>
              </w:rPr>
            </w:pPr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b/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2A1A3B" w:rsidRPr="00836928" w:rsidRDefault="002A1A3B" w:rsidP="00D21282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2A1A3B" w:rsidRPr="00836928" w:rsidRDefault="002A1A3B" w:rsidP="00D21282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 w:rsidRPr="00836928">
              <w:rPr>
                <w:b/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2A1A3B" w:rsidRPr="00836928" w:rsidRDefault="002A1A3B" w:rsidP="00D21282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</w:tcPr>
          <w:p w:rsidR="002A1A3B" w:rsidRPr="00836928" w:rsidRDefault="002A1A3B" w:rsidP="00D21282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1A3B" w:rsidRPr="00836928" w:rsidRDefault="002A1A3B" w:rsidP="00D21282">
            <w:pPr>
              <w:jc w:val="center"/>
              <w:rPr>
                <w:b/>
                <w:smallCaps/>
                <w:color w:val="000000"/>
                <w:sz w:val="22"/>
                <w:szCs w:val="22"/>
              </w:rPr>
            </w:pPr>
            <w:r>
              <w:rPr>
                <w:b/>
                <w:smallCaps/>
                <w:color w:val="000000"/>
                <w:sz w:val="22"/>
                <w:szCs w:val="22"/>
              </w:rPr>
              <w:t>16,4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6D771B" w:rsidRDefault="002A1A3B" w:rsidP="00135348">
            <w:pPr>
              <w:rPr>
                <w:rStyle w:val="s1"/>
              </w:rPr>
            </w:pPr>
            <w:r w:rsidRPr="006D771B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10 0 03 00000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Pr="00AC2A05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Default="002A1A3B" w:rsidP="00135348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Расходы бюджета поселения за счет </w:t>
            </w:r>
            <w:r w:rsidRPr="00647EDB">
              <w:rPr>
                <w:rFonts w:ascii="Times New Roman CYR" w:hAnsi="Times New Roman CYR" w:cs="Times New Roman CYR"/>
              </w:rPr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 xml:space="preserve">организацию </w:t>
            </w:r>
          </w:p>
          <w:p w:rsidR="002A1A3B" w:rsidRDefault="002A1A3B" w:rsidP="00135348">
            <w:pPr>
              <w:rPr>
                <w:rStyle w:val="s1"/>
              </w:rPr>
            </w:pPr>
            <w:r>
              <w:rPr>
                <w:rFonts w:ascii="Times New Roman CYR" w:hAnsi="Times New Roman CYR" w:cs="Times New Roman CYR"/>
              </w:rPr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10 0 03 72280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Default="002A1A3B" w:rsidP="00135348">
            <w:pPr>
              <w:rPr>
                <w:rStyle w:val="s1"/>
              </w:rPr>
            </w:pPr>
            <w:r w:rsidRPr="002A7046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10 0 03 72280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4D20B5" w:rsidRDefault="002A1A3B" w:rsidP="00135348">
            <w:r>
              <w:t xml:space="preserve">Софинансирование расходов бюджета поселения финансируемых за счет </w:t>
            </w:r>
            <w:r w:rsidRPr="00647EDB">
              <w:t xml:space="preserve">субсидий бюджетам городских и сельских поселений на </w:t>
            </w:r>
            <w:r>
              <w:rPr>
                <w:rFonts w:ascii="Times New Roman CYR" w:hAnsi="Times New Roman CYR" w:cs="Times New Roman CYR"/>
              </w:rPr>
              <w:t>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B864E1" w:rsidRDefault="002A1A3B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4D20B5" w:rsidRDefault="002A1A3B" w:rsidP="00135348">
            <w:r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2A1A3B" w:rsidRPr="00B864E1" w:rsidRDefault="002A1A3B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67" w:type="dxa"/>
          </w:tcPr>
          <w:p w:rsidR="002A1A3B" w:rsidRPr="00B864E1" w:rsidRDefault="002A1A3B" w:rsidP="00D21282">
            <w:pPr>
              <w:jc w:val="center"/>
            </w:pPr>
            <w:r w:rsidRPr="00B864E1">
              <w:t>240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</w:t>
            </w:r>
            <w:r>
              <w:rPr>
                <w:smallCap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2A1A3B" w:rsidRPr="00A33A36" w:rsidRDefault="002A1A3B" w:rsidP="00D21282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90 0 00 00000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Межбюджетные трансферты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 w:rsidRPr="006858DE"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2A1A3B" w:rsidRPr="00A33A36" w:rsidRDefault="002A1A3B" w:rsidP="00D21282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97 0 00 00000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Межбюджетные трансферты бюджету поселения из областного бюджета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2A1A3B" w:rsidRPr="00A33A36" w:rsidRDefault="002A1A3B" w:rsidP="00D21282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97 2 00 00000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2A1A3B" w:rsidRPr="00A33A36" w:rsidRDefault="002A1A3B" w:rsidP="00D21282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18" w:type="dxa"/>
          </w:tcPr>
          <w:p w:rsidR="002A1A3B" w:rsidRPr="00A33A36" w:rsidRDefault="002A1A3B" w:rsidP="00D21282">
            <w:pPr>
              <w:jc w:val="center"/>
              <w:rPr>
                <w:smallCaps/>
                <w:color w:val="000000"/>
              </w:rPr>
            </w:pPr>
            <w:r w:rsidRPr="00A33A36">
              <w:rPr>
                <w:smallCaps/>
                <w:color w:val="000000"/>
              </w:rPr>
              <w:t>97 2 00 71360</w:t>
            </w:r>
          </w:p>
        </w:tc>
        <w:tc>
          <w:tcPr>
            <w:tcW w:w="567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134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 w:rsidRPr="006858DE"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rStyle w:val="s1"/>
                <w:b/>
              </w:rPr>
            </w:pPr>
            <w:r w:rsidRPr="00A7019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2A1A3B" w:rsidRPr="00B864E1" w:rsidRDefault="002A1A3B" w:rsidP="00D21282">
            <w:pPr>
              <w:jc w:val="center"/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</w:tcPr>
          <w:p w:rsidR="002A1A3B" w:rsidRPr="00B864E1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2A1A3B" w:rsidRPr="00932B7C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2A1A3B" w:rsidRPr="00932B7C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</w:tcPr>
          <w:p w:rsidR="002A1A3B" w:rsidRPr="00932B7C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932B7C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932B7C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25,3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spacing w:before="240" w:after="120" w:line="240" w:lineRule="exact"/>
              <w:rPr>
                <w:b/>
              </w:rPr>
            </w:pPr>
            <w:r w:rsidRPr="00A7019C">
              <w:t xml:space="preserve">Муниципальная программа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r w:rsidRPr="00A7019C">
              <w:t>Тогодского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</w:tcPr>
          <w:p w:rsidR="002A1A3B" w:rsidRPr="00864719" w:rsidRDefault="002A1A3B" w:rsidP="00D21282">
            <w:pPr>
              <w:jc w:val="center"/>
            </w:pPr>
            <w:r>
              <w:t>12</w:t>
            </w:r>
            <w:r w:rsidRPr="00864719">
              <w:t xml:space="preserve"> 0 00 00000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</w:tcPr>
          <w:p w:rsidR="002A1A3B" w:rsidRPr="0003344A" w:rsidRDefault="002A1A3B" w:rsidP="00D21282">
            <w:pPr>
              <w:jc w:val="center"/>
            </w:pPr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Реализация мероприятий муниципальной программы  </w:t>
            </w:r>
            <w:r w:rsidRPr="00A7019C">
              <w:rPr>
                <w:bCs/>
              </w:rPr>
              <w:t xml:space="preserve">«Развитие культуры на территории  </w:t>
            </w:r>
            <w:r w:rsidRPr="00A7019C">
              <w:t>Тогодского сельского поселения</w:t>
            </w:r>
            <w:r w:rsidRPr="00A7019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4D20B5" w:rsidTr="00D21282">
        <w:trPr>
          <w:trHeight w:val="189"/>
        </w:trPr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992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4D20B5" w:rsidTr="00D21282">
        <w:trPr>
          <w:trHeight w:val="189"/>
        </w:trPr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08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rPr>
          <w:trHeight w:val="189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</w:pPr>
            <w:r>
              <w:t>97 4 00 93050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rPr>
          <w:trHeight w:val="189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2A1A3B" w:rsidRDefault="002A1A3B" w:rsidP="00D21282">
            <w:pPr>
              <w:jc w:val="center"/>
            </w:pPr>
            <w:r>
              <w:t>97 4 00 93050</w:t>
            </w:r>
          </w:p>
        </w:tc>
        <w:tc>
          <w:tcPr>
            <w:tcW w:w="567" w:type="dxa"/>
          </w:tcPr>
          <w:p w:rsidR="002A1A3B" w:rsidRDefault="002A1A3B" w:rsidP="00D2128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rPr>
          <w:trHeight w:val="325"/>
        </w:trPr>
        <w:tc>
          <w:tcPr>
            <w:tcW w:w="4111" w:type="dxa"/>
          </w:tcPr>
          <w:p w:rsidR="002A1A3B" w:rsidRPr="00A7019C" w:rsidRDefault="002A1A3B" w:rsidP="00135348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</w:tcPr>
          <w:p w:rsidR="002A1A3B" w:rsidRPr="00F85296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</w:tcPr>
          <w:p w:rsidR="002A1A3B" w:rsidRPr="00F85296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F85296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304,4</w:t>
            </w:r>
          </w:p>
        </w:tc>
        <w:tc>
          <w:tcPr>
            <w:tcW w:w="1134" w:type="dxa"/>
          </w:tcPr>
          <w:p w:rsidR="002A1A3B" w:rsidRPr="00F85296" w:rsidRDefault="002A1A3B" w:rsidP="00D21282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2A1A3B" w:rsidRPr="00F85296" w:rsidRDefault="002A1A3B" w:rsidP="00D21282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2A1A3B" w:rsidRPr="004D20B5" w:rsidTr="00D21282">
        <w:trPr>
          <w:trHeight w:val="431"/>
        </w:trPr>
        <w:tc>
          <w:tcPr>
            <w:tcW w:w="4111" w:type="dxa"/>
          </w:tcPr>
          <w:p w:rsidR="002A1A3B" w:rsidRPr="00A7019C" w:rsidRDefault="002A1A3B" w:rsidP="00135348">
            <w:pPr>
              <w:widowControl w:val="0"/>
              <w:rPr>
                <w:rFonts w:ascii="Arial" w:hAnsi="Arial" w:cs="Arial"/>
              </w:rPr>
            </w:pPr>
            <w:r w:rsidRPr="00A7019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</w:tcPr>
          <w:p w:rsidR="002A1A3B" w:rsidRPr="00F85296" w:rsidRDefault="002A1A3B" w:rsidP="00D21282">
            <w:pPr>
              <w:jc w:val="center"/>
            </w:pPr>
          </w:p>
        </w:tc>
        <w:tc>
          <w:tcPr>
            <w:tcW w:w="567" w:type="dxa"/>
          </w:tcPr>
          <w:p w:rsidR="002A1A3B" w:rsidRPr="00F85296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F85296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304,4</w:t>
            </w:r>
          </w:p>
        </w:tc>
        <w:tc>
          <w:tcPr>
            <w:tcW w:w="1134" w:type="dxa"/>
          </w:tcPr>
          <w:p w:rsidR="002A1A3B" w:rsidRPr="00F85296" w:rsidRDefault="002A1A3B" w:rsidP="00D21282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  <w:tc>
          <w:tcPr>
            <w:tcW w:w="992" w:type="dxa"/>
          </w:tcPr>
          <w:p w:rsidR="002A1A3B" w:rsidRPr="00F85296" w:rsidRDefault="002A1A3B" w:rsidP="00D21282">
            <w:pPr>
              <w:jc w:val="center"/>
              <w:rPr>
                <w:b/>
              </w:rPr>
            </w:pPr>
            <w:r w:rsidRPr="00F85296">
              <w:rPr>
                <w:b/>
              </w:rPr>
              <w:t>284,4</w:t>
            </w:r>
          </w:p>
        </w:tc>
      </w:tr>
      <w:tr w:rsidR="002A1A3B" w:rsidRPr="004D20B5" w:rsidTr="00D21282">
        <w:trPr>
          <w:trHeight w:val="189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</w:t>
            </w:r>
            <w:r>
              <w:t>1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</w:tcPr>
          <w:p w:rsidR="002A1A3B" w:rsidRPr="00E407A2" w:rsidRDefault="002A1A3B" w:rsidP="00D2128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A1A3B" w:rsidRPr="00F85296" w:rsidRDefault="002A1A3B" w:rsidP="00D21282">
            <w:pPr>
              <w:spacing w:line="480" w:lineRule="auto"/>
              <w:jc w:val="center"/>
            </w:pPr>
            <w:r>
              <w:t>304,4</w:t>
            </w:r>
          </w:p>
        </w:tc>
        <w:tc>
          <w:tcPr>
            <w:tcW w:w="1134" w:type="dxa"/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</w:tr>
      <w:tr w:rsidR="002A1A3B" w:rsidRPr="004D20B5" w:rsidTr="00D21282">
        <w:trPr>
          <w:trHeight w:val="189"/>
        </w:trPr>
        <w:tc>
          <w:tcPr>
            <w:tcW w:w="4111" w:type="dxa"/>
          </w:tcPr>
          <w:p w:rsidR="002A1A3B" w:rsidRPr="00A7019C" w:rsidRDefault="002A1A3B" w:rsidP="00135348">
            <w:pPr>
              <w:rPr>
                <w:color w:val="000000"/>
              </w:rPr>
            </w:pPr>
            <w:r w:rsidRPr="00A7019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2A1A3B" w:rsidRPr="00A7019C" w:rsidRDefault="002A1A3B" w:rsidP="00135348"/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</w:tcPr>
          <w:p w:rsidR="002A1A3B" w:rsidRPr="00E407A2" w:rsidRDefault="002A1A3B" w:rsidP="00D2128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A1A3B" w:rsidRPr="00F85296" w:rsidRDefault="002A1A3B" w:rsidP="00D21282">
            <w:pPr>
              <w:spacing w:line="480" w:lineRule="auto"/>
              <w:jc w:val="center"/>
            </w:pPr>
            <w:r>
              <w:t>304,4</w:t>
            </w:r>
          </w:p>
        </w:tc>
        <w:tc>
          <w:tcPr>
            <w:tcW w:w="1134" w:type="dxa"/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</w:tr>
      <w:tr w:rsidR="002A1A3B" w:rsidRPr="004D20B5" w:rsidTr="00D21282">
        <w:trPr>
          <w:trHeight w:val="651"/>
        </w:trPr>
        <w:tc>
          <w:tcPr>
            <w:tcW w:w="4111" w:type="dxa"/>
          </w:tcPr>
          <w:p w:rsidR="002A1A3B" w:rsidRPr="00A7019C" w:rsidRDefault="002A1A3B" w:rsidP="00135348">
            <w:pPr>
              <w:widowControl w:val="0"/>
              <w:rPr>
                <w:bCs/>
              </w:rPr>
            </w:pPr>
            <w:r w:rsidRPr="00A7019C">
              <w:t>Доплаты  к пенсиям муниципальных служащих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2A1A3B" w:rsidRPr="00F85296" w:rsidRDefault="002A1A3B" w:rsidP="00D2128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F85296" w:rsidRDefault="002A1A3B" w:rsidP="00D21282">
            <w:pPr>
              <w:spacing w:line="480" w:lineRule="auto"/>
              <w:jc w:val="center"/>
            </w:pPr>
            <w:r>
              <w:t>304,4</w:t>
            </w:r>
          </w:p>
        </w:tc>
        <w:tc>
          <w:tcPr>
            <w:tcW w:w="1134" w:type="dxa"/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</w:tr>
      <w:tr w:rsidR="002A1A3B" w:rsidRPr="004D20B5" w:rsidTr="00D21282">
        <w:trPr>
          <w:trHeight w:val="315"/>
        </w:trPr>
        <w:tc>
          <w:tcPr>
            <w:tcW w:w="4111" w:type="dxa"/>
          </w:tcPr>
          <w:p w:rsidR="002A1A3B" w:rsidRPr="00A7019C" w:rsidRDefault="002A1A3B" w:rsidP="00135348">
            <w:pPr>
              <w:widowControl w:val="0"/>
              <w:rPr>
                <w:rStyle w:val="Strong"/>
                <w:b w:val="0"/>
              </w:rPr>
            </w:pPr>
            <w:r w:rsidRPr="00A7019C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</w:tcPr>
          <w:p w:rsidR="002A1A3B" w:rsidRPr="00F85296" w:rsidRDefault="002A1A3B" w:rsidP="00D2128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</w:tcPr>
          <w:p w:rsidR="002A1A3B" w:rsidRPr="00F85296" w:rsidRDefault="002A1A3B" w:rsidP="00D2128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2A1A3B" w:rsidRPr="00F85296" w:rsidRDefault="002A1A3B" w:rsidP="00D21282">
            <w:pPr>
              <w:spacing w:line="480" w:lineRule="auto"/>
              <w:jc w:val="center"/>
            </w:pPr>
            <w:r>
              <w:t>304,4</w:t>
            </w:r>
          </w:p>
        </w:tc>
        <w:tc>
          <w:tcPr>
            <w:tcW w:w="1134" w:type="dxa"/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  <w:tc>
          <w:tcPr>
            <w:tcW w:w="992" w:type="dxa"/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</w:tr>
      <w:tr w:rsidR="002A1A3B" w:rsidRPr="004D20B5" w:rsidTr="00D21282">
        <w:trPr>
          <w:trHeight w:val="189"/>
        </w:trPr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2A1A3B" w:rsidRPr="00861B3E" w:rsidRDefault="002A1A3B" w:rsidP="00D21282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2A1A3B" w:rsidRPr="00861B3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861B3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861B3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861B3E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2A1A3B" w:rsidRPr="004D20B5" w:rsidTr="00D21282">
        <w:trPr>
          <w:trHeight w:val="189"/>
        </w:trPr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2A1A3B" w:rsidRPr="00861B3E" w:rsidRDefault="002A1A3B" w:rsidP="00D21282">
            <w:pPr>
              <w:jc w:val="center"/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2A1A3B" w:rsidRPr="00861B3E" w:rsidRDefault="002A1A3B" w:rsidP="00D21282">
            <w:pPr>
              <w:jc w:val="center"/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</w:tcPr>
          <w:p w:rsidR="002A1A3B" w:rsidRPr="00861B3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861B3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861B3E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19,3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2A1A3B" w:rsidRPr="004D20B5" w:rsidTr="00D21282">
        <w:trPr>
          <w:trHeight w:val="807"/>
        </w:trPr>
        <w:tc>
          <w:tcPr>
            <w:tcW w:w="4111" w:type="dxa"/>
          </w:tcPr>
          <w:p w:rsidR="002A1A3B" w:rsidRPr="00A7019C" w:rsidRDefault="002A1A3B" w:rsidP="00135348">
            <w:r w:rsidRPr="00A7019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 xml:space="preserve">08 0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2A1A3B" w:rsidRPr="004D20B5" w:rsidTr="00D21282">
        <w:trPr>
          <w:trHeight w:val="537"/>
        </w:trPr>
        <w:tc>
          <w:tcPr>
            <w:tcW w:w="4111" w:type="dxa"/>
          </w:tcPr>
          <w:p w:rsidR="002A1A3B" w:rsidRPr="00A7019C" w:rsidRDefault="002A1A3B" w:rsidP="00135348">
            <w:r w:rsidRPr="00A7019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11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01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Непрограммные направления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rStyle w:val="s1"/>
              </w:rPr>
            </w:pPr>
            <w:r w:rsidRPr="00A7019C">
              <w:t xml:space="preserve">Межбюджетные трансферты 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11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  <w:r w:rsidRPr="0012012F">
              <w:t>01</w:t>
            </w:r>
          </w:p>
        </w:tc>
        <w:tc>
          <w:tcPr>
            <w:tcW w:w="1418" w:type="dxa"/>
          </w:tcPr>
          <w:p w:rsidR="002A1A3B" w:rsidRPr="0012012F" w:rsidRDefault="002A1A3B" w:rsidP="00D2128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12012F" w:rsidRDefault="002A1A3B" w:rsidP="00D2128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rStyle w:val="s1"/>
              </w:rPr>
            </w:pPr>
            <w:r w:rsidRPr="00A7019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97 4 00 93010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r w:rsidRPr="00A7019C">
              <w:t>Иные межбюджетные трансферты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</w:pPr>
            <w:r>
              <w:t>97 4 00 93010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4D20B5" w:rsidTr="00D21282">
        <w:tc>
          <w:tcPr>
            <w:tcW w:w="4111" w:type="dxa"/>
          </w:tcPr>
          <w:p w:rsidR="002A1A3B" w:rsidRPr="00A7019C" w:rsidRDefault="002A1A3B" w:rsidP="00135348">
            <w:pPr>
              <w:rPr>
                <w:b/>
              </w:rPr>
            </w:pPr>
            <w:r w:rsidRPr="00A7019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A1A3B" w:rsidRPr="004D20B5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4162,0</w:t>
            </w:r>
          </w:p>
        </w:tc>
        <w:tc>
          <w:tcPr>
            <w:tcW w:w="1134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3169,5</w:t>
            </w:r>
          </w:p>
        </w:tc>
        <w:tc>
          <w:tcPr>
            <w:tcW w:w="992" w:type="dxa"/>
          </w:tcPr>
          <w:p w:rsidR="002A1A3B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3106,1</w:t>
            </w:r>
          </w:p>
        </w:tc>
      </w:tr>
    </w:tbl>
    <w:p w:rsidR="002A1A3B" w:rsidRDefault="002A1A3B" w:rsidP="007B0A6E"/>
    <w:p w:rsidR="002A1A3B" w:rsidRDefault="002A1A3B" w:rsidP="007B0A6E"/>
    <w:p w:rsidR="002A1A3B" w:rsidRDefault="002A1A3B" w:rsidP="001D3DD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1.7.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2017 год и на плановый период 2018</w:t>
      </w:r>
      <w:r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2019 годов</w:t>
      </w:r>
      <w:r w:rsidRPr="00205D92">
        <w:rPr>
          <w:sz w:val="28"/>
          <w:szCs w:val="28"/>
        </w:rPr>
        <w:t>» читать в следующей редакции:</w:t>
      </w:r>
    </w:p>
    <w:p w:rsidR="002A1A3B" w:rsidRDefault="002A1A3B" w:rsidP="007C5507">
      <w:pPr>
        <w:jc w:val="right"/>
        <w:rPr>
          <w:color w:val="000000"/>
        </w:rPr>
      </w:pPr>
    </w:p>
    <w:p w:rsidR="002A1A3B" w:rsidRPr="00425792" w:rsidRDefault="002A1A3B" w:rsidP="007C5507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7</w:t>
      </w:r>
      <w:r w:rsidRPr="00425792">
        <w:rPr>
          <w:color w:val="000000"/>
        </w:rPr>
        <w:t xml:space="preserve">           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 xml:space="preserve"> на 2017 год и на плановый период</w:t>
      </w:r>
    </w:p>
    <w:p w:rsidR="002A1A3B" w:rsidRDefault="002A1A3B" w:rsidP="007C5507">
      <w:pPr>
        <w:jc w:val="right"/>
        <w:rPr>
          <w:color w:val="000000"/>
        </w:rPr>
      </w:pPr>
      <w:r>
        <w:rPr>
          <w:color w:val="000000"/>
        </w:rPr>
        <w:t xml:space="preserve"> 2018 и 2019 годов» от 23.12.2016г. № 53 </w:t>
      </w:r>
    </w:p>
    <w:p w:rsidR="002A1A3B" w:rsidRDefault="002A1A3B" w:rsidP="007C5507">
      <w:pPr>
        <w:jc w:val="right"/>
      </w:pPr>
    </w:p>
    <w:p w:rsidR="002A1A3B" w:rsidRDefault="002A1A3B" w:rsidP="007B0A6E"/>
    <w:tbl>
      <w:tblPr>
        <w:tblW w:w="5000" w:type="pct"/>
        <w:tblLook w:val="0000"/>
      </w:tblPr>
      <w:tblGrid>
        <w:gridCol w:w="3236"/>
        <w:gridCol w:w="2612"/>
        <w:gridCol w:w="4007"/>
      </w:tblGrid>
      <w:tr w:rsidR="002A1A3B" w:rsidRPr="00185D2A" w:rsidTr="00135348">
        <w:trPr>
          <w:trHeight w:val="60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A3B" w:rsidRPr="008A7CAF" w:rsidRDefault="002A1A3B" w:rsidP="00943D3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2018 и 2019 годов</w:t>
            </w:r>
          </w:p>
        </w:tc>
      </w:tr>
      <w:tr w:rsidR="002A1A3B" w:rsidRPr="00185D2A" w:rsidTr="00135348">
        <w:trPr>
          <w:trHeight w:val="315"/>
        </w:trPr>
        <w:tc>
          <w:tcPr>
            <w:tcW w:w="164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2A1A3B" w:rsidRPr="00185D2A" w:rsidRDefault="002A1A3B" w:rsidP="00943D3A">
            <w:pPr>
              <w:rPr>
                <w:color w:val="000000"/>
              </w:rPr>
            </w:pPr>
          </w:p>
        </w:tc>
        <w:tc>
          <w:tcPr>
            <w:tcW w:w="1325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2A1A3B" w:rsidRPr="00185D2A" w:rsidRDefault="002A1A3B" w:rsidP="00943D3A">
            <w:pPr>
              <w:rPr>
                <w:color w:val="000000"/>
              </w:rPr>
            </w:pPr>
          </w:p>
        </w:tc>
        <w:tc>
          <w:tcPr>
            <w:tcW w:w="203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2A1A3B" w:rsidRPr="00185D2A" w:rsidRDefault="002A1A3B" w:rsidP="00943D3A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2A1A3B" w:rsidRPr="00185D2A" w:rsidRDefault="002A1A3B" w:rsidP="00943D3A">
      <w:pPr>
        <w:rPr>
          <w:sz w:val="6"/>
          <w:szCs w:val="6"/>
        </w:rPr>
      </w:pPr>
    </w:p>
    <w:tbl>
      <w:tblPr>
        <w:tblW w:w="10371" w:type="dxa"/>
        <w:tblInd w:w="-459" w:type="dxa"/>
        <w:tblLayout w:type="fixed"/>
        <w:tblLook w:val="0000"/>
      </w:tblPr>
      <w:tblGrid>
        <w:gridCol w:w="4395"/>
        <w:gridCol w:w="1389"/>
        <w:gridCol w:w="548"/>
        <w:gridCol w:w="674"/>
        <w:gridCol w:w="559"/>
        <w:gridCol w:w="799"/>
        <w:gridCol w:w="850"/>
        <w:gridCol w:w="851"/>
        <w:gridCol w:w="306"/>
      </w:tblGrid>
      <w:tr w:rsidR="002A1A3B" w:rsidRPr="00185D2A" w:rsidTr="003352DC">
        <w:trPr>
          <w:gridAfter w:val="1"/>
          <w:wAfter w:w="306" w:type="dxa"/>
          <w:cantSplit/>
          <w:trHeight w:val="461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A3B" w:rsidRPr="00185D2A" w:rsidRDefault="002A1A3B" w:rsidP="00943D3A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A3B" w:rsidRPr="00185D2A" w:rsidRDefault="002A1A3B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A3B" w:rsidRPr="00185D2A" w:rsidRDefault="002A1A3B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A3B" w:rsidRPr="00185D2A" w:rsidRDefault="002A1A3B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A3B" w:rsidRPr="00185D2A" w:rsidRDefault="002A1A3B" w:rsidP="00943D3A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1A3B" w:rsidRPr="00185D2A" w:rsidRDefault="002A1A3B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943D3A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«Повышение эффективности бюджетных расходов Тогодского сельского поселения на 2014-2017 годы»</w:t>
            </w:r>
          </w:p>
          <w:p w:rsidR="002A1A3B" w:rsidRPr="00D21282" w:rsidRDefault="002A1A3B" w:rsidP="00D21282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/>
              </w:rPr>
            </w:pPr>
            <w:r w:rsidRPr="001F44AD">
              <w:rPr>
                <w:b/>
              </w:rPr>
              <w:t>05 0 00 00000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2463E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42463E">
              <w:rPr>
                <w:b/>
              </w:rPr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/>
              </w:rPr>
            </w:pPr>
            <w:r w:rsidRPr="001F44AD">
              <w:rPr>
                <w:b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6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</w:rPr>
              <w:t>Обеспечение деятельности Администрации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jc w:val="center"/>
            </w:pPr>
            <w:r w:rsidRPr="0012012F">
              <w:t>05 0 04 00000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A1689A" w:rsidRDefault="002A1A3B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2463E" w:rsidRDefault="002A1A3B" w:rsidP="00D21282">
            <w:pPr>
              <w:spacing w:line="480" w:lineRule="auto"/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Реализация мероприятий муниципальной программы «Повышение эффективности бюджетных расходов Тогодского сельского поселения на 2014-2017 годы»</w:t>
            </w:r>
          </w:p>
          <w:p w:rsidR="002A1A3B" w:rsidRPr="00D21282" w:rsidRDefault="002A1A3B" w:rsidP="00D21282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B6F5B" w:rsidRDefault="002A1A3B" w:rsidP="00D21282">
            <w:pPr>
              <w:jc w:val="center"/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B6F5B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B6F5B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60E8A" w:rsidRDefault="002A1A3B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2463E" w:rsidRDefault="002A1A3B" w:rsidP="00D21282">
            <w:pPr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B713A3"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2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B6F5B" w:rsidRDefault="002A1A3B" w:rsidP="00D21282">
            <w:pPr>
              <w:jc w:val="center"/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B6F5B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B6F5B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60E8A" w:rsidRDefault="002A1A3B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2463E" w:rsidRDefault="002A1A3B" w:rsidP="00D21282">
            <w:pPr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13A3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13A3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9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Cs/>
                <w:color w:val="000000"/>
              </w:rPr>
            </w:pPr>
            <w:r w:rsidRPr="001F44AD">
              <w:rPr>
                <w:bCs/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2463E" w:rsidRDefault="002A1A3B" w:rsidP="00D21282">
            <w:pPr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F44AD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60E8A" w:rsidRDefault="002A1A3B" w:rsidP="00D21282">
            <w:pPr>
              <w:jc w:val="center"/>
              <w:rPr>
                <w:bCs/>
                <w:color w:val="000000"/>
              </w:rPr>
            </w:pPr>
            <w:r w:rsidRPr="002B6F5B">
              <w:t>05 0 04 99990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B6F5B" w:rsidRDefault="002A1A3B" w:rsidP="00D21282">
            <w:pPr>
              <w:jc w:val="center"/>
            </w:pPr>
            <w:r w:rsidRPr="002B6F5B"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B6F5B" w:rsidRDefault="002A1A3B" w:rsidP="00D21282">
            <w:pPr>
              <w:jc w:val="center"/>
            </w:pPr>
            <w:r w:rsidRPr="002B6F5B"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60E8A" w:rsidRDefault="002A1A3B" w:rsidP="00D21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2463E" w:rsidRDefault="002A1A3B" w:rsidP="00D21282">
            <w:pPr>
              <w:jc w:val="center"/>
            </w:pPr>
            <w:r w:rsidRPr="0042463E"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5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A5A6E" w:rsidRDefault="002A1A3B" w:rsidP="00D21282">
            <w:pPr>
              <w:jc w:val="center"/>
              <w:rPr>
                <w:b/>
              </w:rPr>
            </w:pPr>
            <w:r w:rsidRPr="006A5A6E">
              <w:rPr>
                <w:b/>
              </w:rPr>
              <w:t>06 0 00 00000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A5A6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A5A6E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A5A6E" w:rsidRDefault="002A1A3B" w:rsidP="00D212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6A5A6E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6A5A6E">
              <w:rPr>
                <w:b/>
              </w:rPr>
              <w:t>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A5A6E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A5A6E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380,7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88270C" w:rsidRDefault="002A1A3B" w:rsidP="00D21282">
            <w:pPr>
              <w:spacing w:line="480" w:lineRule="auto"/>
              <w:jc w:val="center"/>
            </w:pPr>
            <w:r w:rsidRPr="0088270C">
              <w:t>373,3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8270C" w:rsidRDefault="002A1A3B" w:rsidP="00D21282">
            <w:pPr>
              <w:spacing w:line="480" w:lineRule="auto"/>
              <w:jc w:val="center"/>
            </w:pPr>
            <w:r w:rsidRPr="0088270C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8270C" w:rsidRDefault="002A1A3B" w:rsidP="00D21282">
            <w:pPr>
              <w:spacing w:line="480" w:lineRule="auto"/>
              <w:jc w:val="center"/>
            </w:pPr>
            <w:r w:rsidRPr="0088270C">
              <w:t>380,7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A1689A" w:rsidRDefault="002A1A3B" w:rsidP="00D21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A5A18" w:rsidRDefault="002A1A3B" w:rsidP="00D21282">
            <w:pPr>
              <w:spacing w:line="480" w:lineRule="auto"/>
              <w:jc w:val="center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0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A5A18" w:rsidRDefault="002A1A3B" w:rsidP="00D21282">
            <w:pPr>
              <w:spacing w:line="480" w:lineRule="auto"/>
              <w:jc w:val="center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8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 w:rsidRPr="006A0ED3">
              <w:t>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45BE1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A5A18" w:rsidRDefault="002A1A3B" w:rsidP="00D21282">
            <w:pPr>
              <w:spacing w:line="480" w:lineRule="auto"/>
              <w:jc w:val="center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A5A18" w:rsidRDefault="002A1A3B" w:rsidP="00D21282">
            <w:pPr>
              <w:spacing w:line="480" w:lineRule="auto"/>
              <w:jc w:val="center"/>
            </w:pPr>
            <w:r>
              <w:t>231,8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spacing w:line="480" w:lineRule="auto"/>
              <w:jc w:val="center"/>
            </w:pPr>
            <w:r w:rsidRPr="00D65D76">
              <w:t>377,0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spacing w:line="480" w:lineRule="auto"/>
              <w:jc w:val="center"/>
            </w:pPr>
            <w:r w:rsidRPr="00D65D76">
              <w:t>380,7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4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Создание условий для безопасного дорожного движения  на автомобильных дорогах общего пользования местного значения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86A24" w:rsidRDefault="002A1A3B" w:rsidP="00D2128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 xml:space="preserve"> 0 0</w:t>
            </w:r>
            <w:r>
              <w:t>2</w:t>
            </w:r>
            <w:r>
              <w:rPr>
                <w:lang w:val="en-US"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A5A6E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A5A6E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45BE1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>
              <w:t>2</w:t>
            </w:r>
            <w:r w:rsidRPr="006A0ED3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45BE1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A0ED3">
              <w:t xml:space="preserve">06 0 </w:t>
            </w:r>
            <w:r w:rsidRPr="006A0ED3">
              <w:rPr>
                <w:lang w:val="en-US"/>
              </w:rPr>
              <w:t>0</w:t>
            </w:r>
            <w:r>
              <w:t>2</w:t>
            </w:r>
            <w:r w:rsidRPr="006A0ED3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45BE1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45BE1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03635" w:rsidRDefault="002A1A3B" w:rsidP="00D21282">
            <w:pPr>
              <w:jc w:val="center"/>
              <w:rPr>
                <w:color w:val="000000"/>
              </w:rPr>
            </w:pPr>
            <w:r w:rsidRPr="004D20B5">
              <w:t>0</w:t>
            </w:r>
            <w:r>
              <w:t xml:space="preserve">6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03635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03635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03635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141,5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spacing w:before="240" w:after="120" w:line="240" w:lineRule="exact"/>
              <w:rPr>
                <w:b/>
              </w:rPr>
            </w:pPr>
            <w:r w:rsidRPr="00D21282">
              <w:rPr>
                <w:b/>
              </w:rPr>
              <w:t xml:space="preserve">Муниципальная программа </w:t>
            </w:r>
            <w:r w:rsidRPr="00D21282">
              <w:rPr>
                <w:b/>
                <w:bCs/>
              </w:rPr>
              <w:t>«</w:t>
            </w:r>
            <w:r w:rsidRPr="00D21282">
              <w:rPr>
                <w:b/>
              </w:rPr>
              <w:t>Об энергосбережении в Тогодском сельском поселении  на  2017-2021 годы</w:t>
            </w:r>
            <w:r w:rsidRPr="00D21282">
              <w:rPr>
                <w:b/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1FBA" w:rsidRDefault="002A1A3B" w:rsidP="00D21282">
            <w:pPr>
              <w:jc w:val="center"/>
              <w:rPr>
                <w:b/>
              </w:rPr>
            </w:pPr>
            <w:r w:rsidRPr="00E91FBA">
              <w:rPr>
                <w:b/>
              </w:rPr>
              <w:t>07 0 0</w:t>
            </w:r>
            <w:r>
              <w:rPr>
                <w:b/>
              </w:rPr>
              <w:t>3</w:t>
            </w:r>
            <w:r w:rsidRPr="00E91FBA">
              <w:rPr>
                <w:b/>
              </w:rPr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1FB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1FB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1FB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E91FBA" w:rsidRDefault="002A1A3B" w:rsidP="00D21282">
            <w:pPr>
              <w:jc w:val="center"/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1FBA" w:rsidRDefault="002A1A3B" w:rsidP="00D21282">
            <w:pPr>
              <w:jc w:val="center"/>
              <w:rPr>
                <w:b/>
              </w:rPr>
            </w:pPr>
            <w:r w:rsidRPr="00E91FBA">
              <w:rPr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1FBA" w:rsidRDefault="002A1A3B" w:rsidP="00D21282">
            <w:pPr>
              <w:jc w:val="center"/>
              <w:rPr>
                <w:b/>
              </w:rPr>
            </w:pPr>
            <w:r w:rsidRPr="00E91FBA">
              <w:rPr>
                <w:b/>
              </w:rPr>
              <w:t>1,2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0D5E09" w:rsidRDefault="002A1A3B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spacing w:line="480" w:lineRule="auto"/>
              <w:jc w:val="center"/>
            </w:pPr>
            <w:r>
              <w:t>1,2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1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spacing w:before="240" w:after="120" w:line="240" w:lineRule="exact"/>
            </w:pPr>
            <w:r w:rsidRPr="00D21282">
              <w:t xml:space="preserve">Реализация мероприятий муниципальной программы </w:t>
            </w:r>
            <w:r w:rsidRPr="00D21282">
              <w:rPr>
                <w:bCs/>
              </w:rPr>
              <w:t>«</w:t>
            </w:r>
            <w:r w:rsidRPr="00D21282">
              <w:t>Об энергосбережении в Тогодском сельском поселении  на  2017-2021 годы</w:t>
            </w:r>
            <w:r w:rsidRPr="00D21282">
              <w:rPr>
                <w:bCs/>
              </w:rPr>
              <w:t>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</w:pPr>
            <w:r w:rsidRPr="000D5E09">
              <w:t>0</w:t>
            </w:r>
            <w:r>
              <w:t>7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85D2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D7675" w:rsidRDefault="002A1A3B" w:rsidP="00D21282">
            <w:pPr>
              <w:jc w:val="center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D7675" w:rsidRDefault="002A1A3B" w:rsidP="00D21282">
            <w:pPr>
              <w:jc w:val="center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05F85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866937">
              <w:t>07 0 03 99990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9F3EC0"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7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D7675" w:rsidRDefault="002A1A3B" w:rsidP="00D21282">
            <w:pPr>
              <w:jc w:val="center"/>
              <w:rPr>
                <w:b/>
              </w:rPr>
            </w:pPr>
            <w:r w:rsidRPr="002D7675">
              <w:rPr>
                <w:b/>
              </w:rPr>
              <w:t>08 0 00 00000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D767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D767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D7675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2D7675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D7675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D7675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2D7675">
              <w:rPr>
                <w:b/>
              </w:rPr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Развитие материально – технической спортивной базы в поселении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08 0 </w:t>
            </w:r>
            <w:r>
              <w:rPr>
                <w:lang w:val="en-US"/>
              </w:rPr>
              <w:t>0</w:t>
            </w:r>
            <w:r>
              <w:t>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Реализация мероприятий Муниципальной программы «Развитие физической культуры и спорта в Тогодском сельском поселении на 2014-2016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8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3B01A0">
              <w:t>08 0 02 99990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spacing w:line="240" w:lineRule="exact"/>
              <w:rPr>
                <w:b/>
              </w:rPr>
            </w:pPr>
            <w:r w:rsidRPr="00D21282">
              <w:rPr>
                <w:b/>
              </w:rPr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D7675" w:rsidRDefault="002A1A3B" w:rsidP="00D21282">
            <w:pPr>
              <w:jc w:val="center"/>
              <w:rPr>
                <w:b/>
              </w:rPr>
            </w:pPr>
            <w:r w:rsidRPr="002D7675">
              <w:rPr>
                <w:b/>
              </w:rPr>
              <w:t>09 0 00 00000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471C9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471C9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471C9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9471C9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471C9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6</w:t>
            </w:r>
            <w:r w:rsidRPr="009471C9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471C9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9471C9">
              <w:rPr>
                <w:b/>
              </w:rPr>
              <w:t>1</w:t>
            </w:r>
            <w:r>
              <w:rPr>
                <w:b/>
              </w:rPr>
              <w:t>8</w:t>
            </w:r>
            <w:r w:rsidRPr="009471C9">
              <w:rPr>
                <w:b/>
              </w:rPr>
              <w:t>,0</w:t>
            </w:r>
          </w:p>
        </w:tc>
      </w:tr>
      <w:tr w:rsidR="002A1A3B" w:rsidRPr="000D5E09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</w:rPr>
              <w:t>С</w:t>
            </w:r>
            <w:r w:rsidRPr="00D21282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09 0 01 00000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D5E09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5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02235B">
              <w:t>09 0 01 99990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09 0 02 00000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</w:t>
            </w:r>
            <w:r>
              <w:t xml:space="preserve">9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02235B">
              <w:t>09 0 0</w:t>
            </w:r>
            <w:r>
              <w:t>2</w:t>
            </w:r>
            <w:r w:rsidRPr="0002235B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Обеспечение пожарной безопасности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02235B">
              <w:t>09 0 0</w:t>
            </w:r>
            <w:r>
              <w:t>2</w:t>
            </w:r>
            <w:r w:rsidRPr="0002235B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09 0 02 99990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10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471C9" w:rsidRDefault="002A1A3B" w:rsidP="00D21282">
            <w:pPr>
              <w:jc w:val="center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F2084" w:rsidRDefault="002A1A3B" w:rsidP="00D21282">
            <w:pPr>
              <w:jc w:val="center"/>
              <w:rPr>
                <w:b/>
                <w:color w:val="000000"/>
              </w:rPr>
            </w:pPr>
            <w:r w:rsidRPr="003F2084">
              <w:rPr>
                <w:b/>
                <w:color w:val="000000"/>
              </w:rPr>
              <w:t>10 0 00 00000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80A29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80A29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80A29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380A29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80A29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80A29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380A29">
              <w:rPr>
                <w:b/>
              </w:rPr>
              <w:t>4,0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32FA0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32FA0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50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E8354F">
              <w:rPr>
                <w:color w:val="000000"/>
              </w:rPr>
              <w:t>10 0 03 99990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4,0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rStyle w:val="s1"/>
              </w:rPr>
            </w:pPr>
            <w:r w:rsidRPr="00D21282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10 0 03 00000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AC2A05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  <w:lang w:val="en-US"/>
              </w:rPr>
              <w:t>5</w:t>
            </w:r>
            <w:r>
              <w:rPr>
                <w:smallCaps/>
                <w:color w:val="000000"/>
                <w:sz w:val="22"/>
                <w:szCs w:val="22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 xml:space="preserve">Расходы бюджета поселения за счет субсидий бюджетам городских и сельских поселений на организацию </w:t>
            </w:r>
          </w:p>
          <w:p w:rsidR="002A1A3B" w:rsidRPr="00D21282" w:rsidRDefault="002A1A3B" w:rsidP="00D21282">
            <w:pPr>
              <w:rPr>
                <w:rStyle w:val="s1"/>
              </w:rPr>
            </w:pPr>
            <w:r w:rsidRPr="00D21282">
              <w:t>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E62B70"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E62B70"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rStyle w:val="s1"/>
              </w:rPr>
            </w:pPr>
            <w:r w:rsidRPr="00D21282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10 0 03 72280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Софинансирование расходов бюджета поселения финансируемых за счет субсидий бюджетам городских и сельских поселений на организацию профессионального образования и дополнительного профессионального образования выборных должностных лиц, служащих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864E1" w:rsidRDefault="002A1A3B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E7A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864E1" w:rsidRDefault="002A1A3B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864E1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0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864E1" w:rsidRDefault="002A1A3B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864E1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864E1" w:rsidRDefault="002A1A3B" w:rsidP="00D21282">
            <w:pPr>
              <w:jc w:val="center"/>
            </w:pPr>
            <w:r>
              <w:rPr>
                <w:smallCaps/>
                <w:color w:val="000000"/>
              </w:rPr>
              <w:t xml:space="preserve">10 0 03 </w:t>
            </w:r>
            <w:r>
              <w:rPr>
                <w:smallCaps/>
                <w:color w:val="000000"/>
                <w:lang w:val="en-US"/>
              </w:rPr>
              <w:t>S</w:t>
            </w:r>
            <w:r>
              <w:rPr>
                <w:smallCaps/>
                <w:color w:val="000000"/>
              </w:rPr>
              <w:t>2280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864E1" w:rsidRDefault="002A1A3B" w:rsidP="00D21282">
            <w:pPr>
              <w:jc w:val="center"/>
            </w:pPr>
            <w:r w:rsidRPr="00B864E1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858DE" w:rsidRDefault="002A1A3B" w:rsidP="00D21282">
            <w:pPr>
              <w:jc w:val="center"/>
              <w:rPr>
                <w:bCs/>
                <w:smallCaps/>
                <w:color w:val="000000"/>
                <w:sz w:val="22"/>
                <w:szCs w:val="22"/>
              </w:rPr>
            </w:pPr>
            <w:r>
              <w:rPr>
                <w:bCs/>
                <w:smallCaps/>
                <w:color w:val="000000"/>
                <w:sz w:val="22"/>
                <w:szCs w:val="22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  <w:rPr>
                <w:b/>
              </w:rPr>
            </w:pPr>
            <w:r w:rsidRPr="00DE2942">
              <w:rPr>
                <w:b/>
              </w:rPr>
              <w:t>11 0 00 00000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E2942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507,0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441,6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3344A" w:rsidRDefault="002A1A3B" w:rsidP="00D2128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3344A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3344A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7B19AA">
              <w:t>11 0 01 99990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864719" w:rsidRDefault="002A1A3B" w:rsidP="00D21282">
            <w:pPr>
              <w:spacing w:line="480" w:lineRule="auto"/>
              <w:jc w:val="center"/>
            </w:pPr>
            <w:r>
              <w:t>429,6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374,6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</w:rPr>
              <w:t>Содержание мест захоронения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3344A" w:rsidRDefault="002A1A3B" w:rsidP="00D2128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7B19AA">
              <w:t>11 0 0</w:t>
            </w:r>
            <w:r>
              <w:t>2</w:t>
            </w:r>
            <w:r w:rsidRPr="007B19AA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54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11 0 02</w:t>
            </w:r>
            <w:r w:rsidRPr="007B19AA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3344A" w:rsidRDefault="002A1A3B" w:rsidP="00D21282">
            <w:pPr>
              <w:jc w:val="center"/>
            </w:pPr>
            <w:r>
              <w:t>11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71,4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A032D4"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A032D4">
              <w:t>61,0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566166">
              <w:t>55,0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7B19AA">
              <w:t>11 0 0</w:t>
            </w:r>
            <w:r>
              <w:t>3</w:t>
            </w:r>
            <w:r w:rsidRPr="007B19AA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t>2</w:t>
            </w:r>
            <w:r w:rsidRPr="00566166"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566166">
              <w:t>55,0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11 0 03</w:t>
            </w:r>
            <w:r w:rsidRPr="007B19AA">
              <w:t xml:space="preserve">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t>2</w:t>
            </w:r>
            <w:r w:rsidRPr="00566166"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566166">
              <w:t>55,0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t>2</w:t>
            </w:r>
            <w:r w:rsidRPr="00566166"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566166"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566166">
              <w:t>55,0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rStyle w:val="s1"/>
              </w:rPr>
            </w:pPr>
            <w:r w:rsidRPr="00D21282">
              <w:t>Реализация мероприятий  за счёт субсидии бюджетам городских и сельских поселений на реализацию проектов местных инициатив граждан, включенных в муниципальные программы развития территории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E217AE">
              <w:t>11 0 03 7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54C83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E217AE">
              <w:t>11 0 03 7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E2942" w:rsidRDefault="002A1A3B" w:rsidP="00D21282">
            <w:pPr>
              <w:jc w:val="center"/>
            </w:pPr>
            <w:r w:rsidRPr="00DE2942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54C83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rStyle w:val="s1"/>
              </w:rPr>
            </w:pPr>
            <w:r w:rsidRPr="00D21282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rStyle w:val="s1"/>
              </w:rPr>
            </w:pPr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поселенияорганов ТОС на территории 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Благоустройство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11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 w:rsidRPr="00EA1B94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654C83">
              <w:t>6,0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spacing w:before="240" w:after="120" w:line="240" w:lineRule="exact"/>
              <w:rPr>
                <w:b/>
              </w:rPr>
            </w:pPr>
            <w:r w:rsidRPr="00D21282">
              <w:rPr>
                <w:b/>
              </w:rPr>
              <w:t xml:space="preserve">Муниципальная программа </w:t>
            </w:r>
            <w:r w:rsidRPr="00D21282">
              <w:rPr>
                <w:b/>
                <w:bCs/>
              </w:rPr>
              <w:t xml:space="preserve">«Развитие культуры на территории  </w:t>
            </w:r>
            <w:r w:rsidRPr="00D21282">
              <w:rPr>
                <w:b/>
              </w:rPr>
              <w:t>Тогодского сельского поселения</w:t>
            </w:r>
            <w:r w:rsidRPr="00D21282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  <w:rPr>
                <w:b/>
              </w:rPr>
            </w:pPr>
            <w:r w:rsidRPr="00E96B20">
              <w:rPr>
                <w:b/>
              </w:rPr>
              <w:t>12 0 00 00000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E96B20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E96B20">
              <w:rPr>
                <w:b/>
              </w:rP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3344A" w:rsidRDefault="002A1A3B" w:rsidP="00D21282">
            <w:pPr>
              <w:jc w:val="center"/>
            </w:pPr>
            <w:r>
              <w:t>12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 xml:space="preserve">Реализация мероприятий муниципальной программы  </w:t>
            </w:r>
            <w:r w:rsidRPr="00D21282">
              <w:rPr>
                <w:bCs/>
              </w:rPr>
              <w:t xml:space="preserve">«Развитие культуры на территории  </w:t>
            </w:r>
            <w:r w:rsidRPr="00D21282">
              <w:t>Тогодского сельского поселения</w:t>
            </w:r>
            <w:r w:rsidRPr="00D21282">
              <w:rPr>
                <w:bCs/>
              </w:rPr>
              <w:t xml:space="preserve"> на 2017-2021 годы»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rStyle w:val="s1"/>
              </w:rPr>
            </w:pPr>
            <w:r w:rsidRPr="00D21282">
              <w:rPr>
                <w:rStyle w:val="s1"/>
              </w:rPr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</w:pPr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 w:rsidRPr="00FC6A09">
              <w:t>12 0 02 99990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</w:pPr>
            <w:r w:rsidRPr="00E96B20"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</w:pPr>
            <w:r w:rsidRPr="00E96B20"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 xml:space="preserve">12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 w:rsidRPr="004D20B5"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012F" w:rsidRDefault="002A1A3B" w:rsidP="00D21282">
            <w:pPr>
              <w:spacing w:line="480" w:lineRule="auto"/>
              <w:jc w:val="center"/>
            </w:pPr>
            <w:r>
              <w:t>13,0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Непрограмные направления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0135C6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900</w:t>
            </w:r>
            <w:r w:rsidRPr="000135C6">
              <w:rPr>
                <w:b/>
                <w:color w:val="000000"/>
              </w:rPr>
              <w:t>0000000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E47D87" w:rsidRDefault="002A1A3B" w:rsidP="00D21282">
            <w:pPr>
              <w:jc w:val="center"/>
              <w:rPr>
                <w:b/>
              </w:rPr>
            </w:pPr>
            <w:r w:rsidRPr="00E47D87">
              <w:rPr>
                <w:b/>
              </w:rPr>
              <w:t>3233,6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F5B3A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F5B3A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1380,7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97708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97708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97708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97708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0199B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334,1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5553D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5553D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5553D2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</w:pPr>
            <w:r w:rsidRPr="005553D2">
              <w:t>402,2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</w:pPr>
            <w:r w:rsidRPr="005553D2">
              <w:t>334,1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32FA0" w:rsidRDefault="002A1A3B" w:rsidP="00D21282">
            <w:pPr>
              <w:jc w:val="center"/>
              <w:rPr>
                <w:b/>
                <w:color w:val="000000"/>
              </w:rPr>
            </w:pPr>
          </w:p>
          <w:p w:rsidR="002A1A3B" w:rsidRPr="00732FA0" w:rsidRDefault="002A1A3B" w:rsidP="00D21282">
            <w:pPr>
              <w:jc w:val="center"/>
              <w:rPr>
                <w:b/>
                <w:color w:val="000000"/>
              </w:rPr>
            </w:pPr>
            <w:r w:rsidRPr="00732FA0">
              <w:rPr>
                <w:b/>
                <w:color w:val="000000"/>
              </w:rPr>
              <w:t>919</w:t>
            </w:r>
            <w:r>
              <w:rPr>
                <w:b/>
                <w:color w:val="000000"/>
              </w:rPr>
              <w:t>00</w:t>
            </w:r>
            <w:r w:rsidRPr="00732FA0">
              <w:rPr>
                <w:b/>
                <w:color w:val="000000"/>
              </w:rPr>
              <w:t>0100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32FA0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32FA0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732FA0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E47D87" w:rsidRDefault="002A1A3B" w:rsidP="00D21282">
            <w:pPr>
              <w:jc w:val="center"/>
              <w:rPr>
                <w:b/>
              </w:rPr>
            </w:pPr>
            <w:r w:rsidRPr="00E47D87">
              <w:rPr>
                <w:b/>
              </w:rPr>
              <w:t>1642,5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E96B20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1046,6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E47D87" w:rsidRDefault="002A1A3B" w:rsidP="00D21282">
            <w:pPr>
              <w:jc w:val="center"/>
            </w:pPr>
            <w:r w:rsidRPr="00E47D87">
              <w:t>1642,5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t>1046,6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9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E47D87" w:rsidRDefault="002A1A3B" w:rsidP="00D21282">
            <w:pPr>
              <w:jc w:val="center"/>
            </w:pPr>
            <w:r w:rsidRPr="00E47D87">
              <w:t>1642,5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t>1117,9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t>1046,6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A57247" w:rsidRDefault="002A1A3B" w:rsidP="00D21282">
            <w:pPr>
              <w:spacing w:line="480" w:lineRule="auto"/>
              <w:jc w:val="center"/>
            </w:pPr>
            <w:r w:rsidRPr="00A57247">
              <w:t>13</w:t>
            </w:r>
            <w:r>
              <w:t>43</w:t>
            </w:r>
            <w:r w:rsidRPr="00A57247">
              <w:t>,</w:t>
            </w: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926,3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E47D87" w:rsidRDefault="002A1A3B" w:rsidP="00D21282">
            <w:pPr>
              <w:spacing w:line="480" w:lineRule="auto"/>
              <w:jc w:val="center"/>
            </w:pPr>
            <w:r w:rsidRPr="00E47D87">
              <w:t>283,2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115,3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9190001000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5,0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32B97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32B97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32B97">
              <w:rPr>
                <w:b/>
                <w:color w:val="000000"/>
              </w:rPr>
              <w:t>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32B97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32B97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32B97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344716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44716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382,5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44716" w:rsidRDefault="002A1A3B" w:rsidP="00D21282">
            <w:pPr>
              <w:jc w:val="center"/>
              <w:rPr>
                <w:b/>
              </w:rPr>
            </w:pPr>
            <w:r>
              <w:rPr>
                <w:b/>
              </w:rPr>
              <w:t>458,6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B2F6F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</w:t>
            </w:r>
            <w:r w:rsidRPr="00BB2F6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00</w:t>
            </w:r>
            <w:r w:rsidRPr="00BB2F6F">
              <w:rPr>
                <w:b/>
                <w:color w:val="000000"/>
              </w:rPr>
              <w:t>2352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B2F6F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B2F6F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B2F6F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5553D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920</w:t>
            </w:r>
            <w:r w:rsidRPr="00BE75B2">
              <w:rPr>
                <w:b/>
                <w:color w:val="000000"/>
              </w:rPr>
              <w:t>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5553D2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jc w:val="center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553D2" w:rsidRDefault="002A1A3B" w:rsidP="00D21282">
            <w:pPr>
              <w:jc w:val="center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13,9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  <w:r w:rsidRPr="008712BA">
              <w:rPr>
                <w:color w:val="000000"/>
              </w:rPr>
              <w:t>0</w:t>
            </w:r>
            <w:r>
              <w:rPr>
                <w:color w:val="000000"/>
              </w:rPr>
              <w:t>00</w:t>
            </w:r>
            <w:r w:rsidRPr="008712BA">
              <w:rPr>
                <w:color w:val="000000"/>
              </w:rPr>
              <w:t>2380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9200023800</w:t>
            </w:r>
          </w:p>
          <w:p w:rsidR="002A1A3B" w:rsidRPr="008712BA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8712BA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65D76" w:rsidRDefault="002A1A3B" w:rsidP="00D21282">
            <w:pPr>
              <w:jc w:val="center"/>
            </w:pPr>
            <w:r w:rsidRPr="00D65D76">
              <w:rPr>
                <w:bCs/>
                <w:smallCaps/>
                <w:color w:val="000000"/>
              </w:rPr>
              <w:t>13,9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74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  <w:p w:rsidR="002A1A3B" w:rsidRPr="00D21282" w:rsidRDefault="002A1A3B" w:rsidP="00D21282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 w:rsidRPr="00543149">
              <w:rPr>
                <w:b/>
                <w:bCs/>
                <w:smallCaps/>
                <w:color w:val="000000"/>
              </w:rPr>
              <w:t>92 0 00 00000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543149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304</w:t>
            </w:r>
            <w:r w:rsidRPr="00543149">
              <w:rPr>
                <w:b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  <w:rPr>
                <w:b/>
              </w:rPr>
            </w:pPr>
            <w:r w:rsidRPr="00543149">
              <w:rPr>
                <w:b/>
              </w:rPr>
              <w:t>284,4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widowControl w:val="0"/>
              <w:rPr>
                <w:bCs/>
                <w:color w:val="FF0000"/>
              </w:rPr>
            </w:pPr>
            <w:r w:rsidRPr="00D21282">
              <w:rPr>
                <w:color w:val="000000"/>
              </w:rPr>
              <w:t>В</w:t>
            </w:r>
            <w:r w:rsidRPr="00D21282">
              <w:t xml:space="preserve">ыплата </w:t>
            </w:r>
            <w:bookmarkStart w:id="2" w:name="77030"/>
            <w:bookmarkEnd w:id="2"/>
            <w:r w:rsidRPr="00D21282">
              <w:t>денежных пособий, таких как пенсия, выплачиваемых в виде ежемесячной доплаты муниципальным служащим,  установленных законодательством Российской Федерации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F85296" w:rsidRDefault="002A1A3B" w:rsidP="00D21282">
            <w:pPr>
              <w:spacing w:line="480" w:lineRule="auto"/>
              <w:jc w:val="center"/>
            </w:pPr>
            <w:r>
              <w:t>304</w:t>
            </w:r>
            <w:r w:rsidRPr="00F85296">
              <w:t>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widowControl w:val="0"/>
            </w:pPr>
            <w:r w:rsidRPr="00D21282">
              <w:rPr>
                <w:bCs/>
              </w:rPr>
              <w:t>Социальная политика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</w:pPr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F85296" w:rsidRDefault="002A1A3B" w:rsidP="00D21282">
            <w:pPr>
              <w:spacing w:line="480" w:lineRule="auto"/>
              <w:jc w:val="center"/>
            </w:pPr>
            <w:r>
              <w:t>304</w:t>
            </w:r>
            <w:r w:rsidRPr="00F85296">
              <w:t>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</w:pPr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</w:pPr>
            <w:r w:rsidRPr="00543149">
              <w:t>284,4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widowControl w:val="0"/>
            </w:pPr>
            <w:r w:rsidRPr="00D21282">
              <w:rPr>
                <w:bCs/>
              </w:rPr>
              <w:t>Пенсионное обеспечение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</w:pPr>
            <w:r w:rsidRPr="00543149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F85296" w:rsidRDefault="002A1A3B" w:rsidP="00D21282">
            <w:pPr>
              <w:spacing w:line="480" w:lineRule="auto"/>
              <w:jc w:val="center"/>
            </w:pPr>
            <w:r>
              <w:t>304</w:t>
            </w:r>
            <w:r w:rsidRPr="00F85296">
              <w:t>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</w:pPr>
            <w:r w:rsidRPr="00543149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43149" w:rsidRDefault="002A1A3B" w:rsidP="00D21282">
            <w:pPr>
              <w:jc w:val="center"/>
            </w:pPr>
            <w:r w:rsidRPr="00543149">
              <w:t>284,4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8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widowControl w:val="0"/>
              <w:rPr>
                <w:bCs/>
              </w:rPr>
            </w:pPr>
            <w:r w:rsidRPr="00D21282">
              <w:rPr>
                <w:bCs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widowControl w:val="0"/>
              <w:jc w:val="center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F85296" w:rsidRDefault="002A1A3B" w:rsidP="00D21282">
            <w:pPr>
              <w:spacing w:line="480" w:lineRule="auto"/>
              <w:jc w:val="center"/>
            </w:pPr>
            <w:r>
              <w:t>304</w:t>
            </w:r>
            <w:r w:rsidRPr="00F85296">
              <w:t>,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F85296" w:rsidRDefault="002A1A3B" w:rsidP="00D21282">
            <w:pPr>
              <w:jc w:val="center"/>
            </w:pPr>
            <w:r w:rsidRPr="00F85296">
              <w:t>284,4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70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  <w:r w:rsidRPr="00BE75B2">
              <w:rPr>
                <w:b/>
                <w:color w:val="000000"/>
              </w:rPr>
              <w:t>92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BE75B2">
              <w:rPr>
                <w:b/>
                <w:color w:val="000000"/>
              </w:rPr>
              <w:t>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E75B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E75B2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 w:rsidRPr="00BE75B2">
              <w:rPr>
                <w:b/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44716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44716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344716">
              <w:rPr>
                <w:b/>
              </w:rPr>
              <w:t>2,0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781226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>
              <w:t>2,0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3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781226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>
              <w:t>2,0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92 9 00 23780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8712BA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D4520" w:rsidRDefault="002A1A3B" w:rsidP="00D21282">
            <w:pPr>
              <w:spacing w:line="480" w:lineRule="auto"/>
              <w:jc w:val="center"/>
            </w:pPr>
            <w:r>
              <w:t>2,0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rStyle w:val="s1"/>
                <w:b/>
              </w:rPr>
            </w:pPr>
            <w:r w:rsidRPr="00D21282">
              <w:rPr>
                <w:b/>
              </w:rPr>
              <w:t>Условно утвержденные расходы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A7217" w:rsidRDefault="002A1A3B" w:rsidP="00D21282">
            <w:pPr>
              <w:jc w:val="center"/>
              <w:rPr>
                <w:b/>
              </w:rPr>
            </w:pPr>
            <w:r w:rsidRPr="002A7217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2A7217">
              <w:rPr>
                <w:b/>
              </w:rPr>
              <w:t>9</w:t>
            </w:r>
            <w:r>
              <w:rPr>
                <w:b/>
              </w:rPr>
              <w:t xml:space="preserve">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A7217" w:rsidRDefault="002A1A3B" w:rsidP="00D21282">
            <w:pPr>
              <w:jc w:val="center"/>
              <w:rPr>
                <w:b/>
              </w:rPr>
            </w:pPr>
            <w:r w:rsidRPr="002A7217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A7217" w:rsidRDefault="002A1A3B" w:rsidP="00D21282">
            <w:pPr>
              <w:jc w:val="center"/>
              <w:rPr>
                <w:b/>
              </w:rPr>
            </w:pPr>
            <w:r w:rsidRPr="002A7217">
              <w:rPr>
                <w:b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A7217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2A7217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2A7217"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A7217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A7217" w:rsidRDefault="002A1A3B" w:rsidP="00D2128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155,3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Резервные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92 9 00 99990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4D20B5" w:rsidRDefault="002A1A3B" w:rsidP="00D21282">
            <w:pPr>
              <w:jc w:val="center"/>
            </w:pPr>
            <w:r>
              <w:t>870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4D20B5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79,2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155,3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b/>
              </w:rPr>
              <w:t>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665B2A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427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97 2 00 00000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2427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162,6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42753" w:rsidRDefault="002A1A3B" w:rsidP="00D21282">
            <w:pPr>
              <w:spacing w:line="480" w:lineRule="auto"/>
              <w:jc w:val="center"/>
            </w:pPr>
            <w:r w:rsidRPr="00242753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42753" w:rsidRDefault="002A1A3B" w:rsidP="00D21282">
            <w:pPr>
              <w:jc w:val="center"/>
            </w:pPr>
            <w:r w:rsidRPr="00242753"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2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1A3B" w:rsidRPr="00D21282" w:rsidRDefault="002A1A3B" w:rsidP="00D21282">
            <w:r w:rsidRPr="00D21282">
              <w:t>Прочие межбюджетные трансферты, передаваемые бюджетам сельских поселений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на 2017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42753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665B2A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D2F12" w:rsidRDefault="002A1A3B" w:rsidP="00D21282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</w:pPr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D2F12" w:rsidRDefault="002A1A3B" w:rsidP="00D21282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</w:pPr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D2F12" w:rsidRDefault="002A1A3B" w:rsidP="00D21282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72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</w:pPr>
            <w:r w:rsidRPr="00DD2F12">
              <w:rPr>
                <w:bCs/>
                <w:smallCaps/>
                <w:color w:val="000000"/>
              </w:rPr>
              <w:t>97 2 00 71360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color w:val="000000"/>
              </w:rPr>
            </w:pPr>
            <w:r w:rsidRPr="00DD2F12"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D2F12" w:rsidRDefault="002A1A3B" w:rsidP="00D21282">
            <w:pPr>
              <w:jc w:val="center"/>
            </w:pPr>
            <w:r w:rsidRPr="00DD2F12"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 w:rsidRPr="00DD2F12">
              <w:rPr>
                <w:bCs/>
                <w:smallCaps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9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Cs/>
              </w:rPr>
            </w:pPr>
            <w:r w:rsidRPr="00D21282">
              <w:rPr>
                <w:bCs/>
              </w:rPr>
              <w:t>Прочие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2A1A3B" w:rsidRPr="00D21282" w:rsidRDefault="002A1A3B" w:rsidP="00D21282">
            <w:pPr>
              <w:rPr>
                <w:color w:val="000000"/>
                <w:szCs w:val="2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  <w:szCs w:val="26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10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Расходы на выплаты персоналу государственных (муниципальных) органов</w:t>
            </w:r>
          </w:p>
          <w:p w:rsidR="002A1A3B" w:rsidRPr="00D21282" w:rsidRDefault="002A1A3B" w:rsidP="00D21282">
            <w:pPr>
              <w:rPr>
                <w:b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8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 w:rsidRPr="00DD2F12">
              <w:rPr>
                <w:b/>
                <w:bCs/>
                <w:smallCaps/>
                <w:color w:val="000000"/>
              </w:rPr>
              <w:t>97 4 00 00000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DD2F12" w:rsidRDefault="002A1A3B" w:rsidP="00D21282">
            <w:pPr>
              <w:jc w:val="center"/>
              <w:rPr>
                <w:b/>
              </w:rPr>
            </w:pPr>
            <w:r w:rsidRPr="00DD2F12">
              <w:rPr>
                <w:b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D2F12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73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61F14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5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1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бюджету муниципального района 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97 </w:t>
            </w:r>
            <w:r w:rsidRPr="00C61F14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00 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61F14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Сельское хозяйство и рыболовство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97 4 00 93010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128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9301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61F14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Физическая культура и спорт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Физическая 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3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11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  <w:r w:rsidRPr="00C61F14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C61F14">
              <w:rPr>
                <w:b/>
                <w:color w:val="000000"/>
              </w:rPr>
              <w:t>9302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61F14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61F14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3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12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D5ABF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D5ABF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D5ABF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D5ABF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3D5ABF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3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Образование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9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Молодёжная политика и оздоровление детей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7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9740093030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9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D5ABF" w:rsidRDefault="002A1A3B" w:rsidP="00D21282">
            <w:pPr>
              <w:jc w:val="center"/>
              <w:rPr>
                <w:b/>
                <w:color w:val="000000"/>
              </w:rPr>
            </w:pPr>
            <w:r w:rsidRPr="003D5ABF">
              <w:rPr>
                <w:b/>
                <w:color w:val="000000"/>
              </w:rPr>
              <w:t>974</w:t>
            </w:r>
            <w:r>
              <w:rPr>
                <w:b/>
                <w:color w:val="000000"/>
              </w:rPr>
              <w:t>00</w:t>
            </w:r>
            <w:r w:rsidRPr="003D5ABF">
              <w:rPr>
                <w:b/>
                <w:color w:val="000000"/>
              </w:rPr>
              <w:t>9305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D5ABF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D5ABF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D5ABF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3D5ABF" w:rsidRDefault="002A1A3B" w:rsidP="00D21282">
            <w:pPr>
              <w:jc w:val="center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06496" w:rsidRDefault="002A1A3B" w:rsidP="00D21282">
            <w:pPr>
              <w:jc w:val="center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Культура, кинематография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2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Культура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9740093050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C3A8C" w:rsidRDefault="002A1A3B" w:rsidP="00D21282">
            <w:pPr>
              <w:jc w:val="center"/>
              <w:rPr>
                <w:b/>
              </w:rPr>
            </w:pPr>
            <w:r w:rsidRPr="002C3A8C">
              <w:rPr>
                <w:b/>
              </w:rPr>
              <w:t>97 6 00 00000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C3A8C" w:rsidRDefault="002A1A3B" w:rsidP="00D21282">
            <w:pPr>
              <w:jc w:val="center"/>
              <w:rPr>
                <w:b/>
              </w:rPr>
            </w:pPr>
            <w:r w:rsidRPr="002C3A8C">
              <w:rPr>
                <w:b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C3A8C" w:rsidRDefault="002A1A3B" w:rsidP="00D21282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C3A8C" w:rsidRDefault="002A1A3B" w:rsidP="00D21282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2C3A8C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C3A8C" w:rsidRDefault="002A1A3B" w:rsidP="00D21282">
            <w:pPr>
              <w:spacing w:line="480" w:lineRule="auto"/>
              <w:jc w:val="center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2C3A8C" w:rsidRDefault="002A1A3B" w:rsidP="00D21282">
            <w:pPr>
              <w:jc w:val="center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97 6 00 94010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13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F6551" w:rsidRDefault="002A1A3B" w:rsidP="00D21282">
            <w:pPr>
              <w:jc w:val="center"/>
            </w:pPr>
            <w:r>
              <w:t>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51477" w:rsidRDefault="002A1A3B" w:rsidP="00D21282">
            <w:pPr>
              <w:jc w:val="center"/>
              <w:rPr>
                <w:b/>
                <w:color w:val="000000"/>
              </w:rPr>
            </w:pPr>
          </w:p>
          <w:p w:rsidR="002A1A3B" w:rsidRPr="00C51477" w:rsidRDefault="002A1A3B" w:rsidP="00D21282">
            <w:pPr>
              <w:jc w:val="center"/>
              <w:rPr>
                <w:b/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b/>
                <w:color w:val="000000"/>
              </w:rPr>
            </w:pPr>
          </w:p>
          <w:p w:rsidR="002A1A3B" w:rsidRPr="00C51477" w:rsidRDefault="002A1A3B" w:rsidP="00D212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98 1 00 0</w:t>
            </w:r>
            <w:r w:rsidRPr="00C51477">
              <w:rPr>
                <w:b/>
                <w:color w:val="000000"/>
              </w:rPr>
              <w:t>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51477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51477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51477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9A1CA5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A1CA5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9A1CA5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168,2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C51477">
              <w:rPr>
                <w:color w:val="000000"/>
              </w:rPr>
              <w:t>18</w:t>
            </w:r>
            <w:r>
              <w:rPr>
                <w:color w:val="000000"/>
              </w:rPr>
              <w:t>0</w:t>
            </w:r>
          </w:p>
          <w:p w:rsidR="002A1A3B" w:rsidRPr="00C51477" w:rsidRDefault="002A1A3B" w:rsidP="00D21282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3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Национальная оборона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51477" w:rsidRDefault="002A1A3B" w:rsidP="00D21282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51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51477" w:rsidRDefault="002A1A3B" w:rsidP="00D21282">
            <w:pPr>
              <w:jc w:val="center"/>
            </w:pPr>
            <w:r>
              <w:rPr>
                <w:color w:val="000000"/>
              </w:rPr>
              <w:t>98100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71,3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Pr="00C51477" w:rsidRDefault="002A1A3B" w:rsidP="00D21282">
            <w:pPr>
              <w:jc w:val="center"/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</w:pPr>
            <w:r>
              <w:t>65,5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6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  <w:p w:rsidR="002A1A3B" w:rsidRDefault="002A1A3B" w:rsidP="00D21282">
            <w:pPr>
              <w:jc w:val="center"/>
              <w:rPr>
                <w:color w:val="000000"/>
              </w:rPr>
            </w:pPr>
            <w:r w:rsidRPr="00C51477">
              <w:rPr>
                <w:color w:val="000000"/>
              </w:rPr>
              <w:t>981</w:t>
            </w:r>
            <w:r>
              <w:rPr>
                <w:color w:val="000000"/>
              </w:rPr>
              <w:t>00</w:t>
            </w:r>
            <w:r w:rsidRPr="00C51477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  <w:p w:rsidR="002A1A3B" w:rsidRPr="00C51477" w:rsidRDefault="002A1A3B" w:rsidP="00D21282">
            <w:pPr>
              <w:jc w:val="center"/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C0199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7,8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bCs/>
                <w:color w:val="000000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hRule="exact" w:val="4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96,9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93,9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9810070280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jc w:val="center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75D88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98 2 00  00000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7028C" w:rsidRDefault="002A1A3B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46</w:t>
            </w:r>
            <w:r>
              <w:rPr>
                <w:b/>
                <w:smallCaps/>
                <w:color w:val="000000"/>
                <w:sz w:val="18"/>
                <w:szCs w:val="18"/>
              </w:rPr>
              <w:t>9</w:t>
            </w:r>
            <w:r w:rsidRPr="00B7028C">
              <w:rPr>
                <w:b/>
                <w:smallCaps/>
                <w:color w:val="000000"/>
                <w:sz w:val="18"/>
                <w:szCs w:val="18"/>
              </w:rPr>
              <w:t>,</w:t>
            </w:r>
            <w:r>
              <w:rPr>
                <w:b/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234,1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  <w:color w:val="000000"/>
              </w:rPr>
            </w:pPr>
            <w:r w:rsidRPr="00D21282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75D88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>98 2 00  71520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7028C" w:rsidRDefault="002A1A3B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75D88" w:rsidRDefault="002A1A3B" w:rsidP="00D21282">
            <w:pPr>
              <w:jc w:val="center"/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7028C" w:rsidRDefault="002A1A3B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75D88" w:rsidRDefault="002A1A3B" w:rsidP="00D21282">
            <w:pPr>
              <w:jc w:val="center"/>
              <w:rPr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7028C" w:rsidRDefault="002A1A3B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75D88" w:rsidRDefault="002A1A3B" w:rsidP="00D21282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 xml:space="preserve">00  </w:t>
            </w:r>
            <w:r w:rsidRPr="00575D88">
              <w:rPr>
                <w:color w:val="000000"/>
                <w:sz w:val="18"/>
                <w:szCs w:val="18"/>
              </w:rPr>
              <w:t>7152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7028C" w:rsidRDefault="002A1A3B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446,0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 w:rsidRPr="00B7028C">
              <w:rPr>
                <w:smallCaps/>
                <w:color w:val="000000"/>
                <w:sz w:val="18"/>
                <w:szCs w:val="18"/>
              </w:rPr>
              <w:t>223,0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  <w:p w:rsidR="002A1A3B" w:rsidRPr="00D21282" w:rsidRDefault="002A1A3B" w:rsidP="00D21282">
            <w:pPr>
              <w:rPr>
                <w:b/>
                <w:color w:val="00000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75D88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5D88">
              <w:rPr>
                <w:b/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b/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b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7028C" w:rsidRDefault="002A1A3B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b/>
                <w:smallCaps/>
                <w:color w:val="000000"/>
                <w:sz w:val="18"/>
                <w:szCs w:val="18"/>
              </w:rPr>
            </w:pPr>
            <w:r w:rsidRPr="00B7028C">
              <w:rPr>
                <w:b/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3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Национальная экономика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75D88" w:rsidRDefault="002A1A3B" w:rsidP="00D21282">
            <w:pPr>
              <w:jc w:val="center"/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7028C" w:rsidRDefault="002A1A3B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41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75D88" w:rsidRDefault="002A1A3B" w:rsidP="00D21282">
            <w:pPr>
              <w:jc w:val="center"/>
              <w:rPr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7028C" w:rsidRDefault="002A1A3B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2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color w:val="000000"/>
              </w:rPr>
            </w:pPr>
            <w:r w:rsidRPr="00D2128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575D88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A1A3B" w:rsidRPr="00575D88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575D88">
              <w:rPr>
                <w:color w:val="000000"/>
                <w:sz w:val="18"/>
                <w:szCs w:val="18"/>
              </w:rPr>
              <w:t xml:space="preserve">98 2 00 </w:t>
            </w:r>
            <w:r w:rsidRPr="00575D88">
              <w:rPr>
                <w:color w:val="000000"/>
                <w:sz w:val="18"/>
                <w:szCs w:val="18"/>
                <w:lang w:val="en-US"/>
              </w:rPr>
              <w:t>S</w:t>
            </w:r>
            <w:r w:rsidRPr="00575D88">
              <w:rPr>
                <w:color w:val="000000"/>
                <w:sz w:val="18"/>
                <w:szCs w:val="18"/>
              </w:rPr>
              <w:t>1520</w:t>
            </w:r>
          </w:p>
          <w:p w:rsidR="002A1A3B" w:rsidRPr="00575D88" w:rsidRDefault="002A1A3B" w:rsidP="00D212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B7028C" w:rsidRDefault="002A1A3B" w:rsidP="00D21282">
            <w:pPr>
              <w:jc w:val="center"/>
            </w:pPr>
            <w:r w:rsidRPr="00B7028C">
              <w:rPr>
                <w:smallCaps/>
                <w:color w:val="000000"/>
                <w:sz w:val="18"/>
                <w:szCs w:val="18"/>
              </w:rPr>
              <w:t>2</w:t>
            </w:r>
            <w:r>
              <w:rPr>
                <w:smallCaps/>
                <w:color w:val="000000"/>
                <w:sz w:val="18"/>
                <w:szCs w:val="18"/>
              </w:rPr>
              <w:t>3</w:t>
            </w:r>
            <w:r w:rsidRPr="00B7028C">
              <w:rPr>
                <w:smallCaps/>
                <w:color w:val="000000"/>
                <w:sz w:val="18"/>
                <w:szCs w:val="18"/>
              </w:rPr>
              <w:t>,</w:t>
            </w:r>
            <w:r>
              <w:rPr>
                <w:smallCap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B7028C" w:rsidRDefault="002A1A3B" w:rsidP="00D21282">
            <w:pPr>
              <w:jc w:val="center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11,1</w:t>
            </w:r>
          </w:p>
        </w:tc>
      </w:tr>
      <w:tr w:rsidR="002A1A3B" w:rsidRPr="00185D2A" w:rsidTr="003352DC">
        <w:trPr>
          <w:gridAfter w:val="1"/>
          <w:wAfter w:w="306" w:type="dxa"/>
          <w:cantSplit/>
          <w:trHeight w:val="6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D21282" w:rsidRDefault="002A1A3B" w:rsidP="00D21282">
            <w:pPr>
              <w:rPr>
                <w:b/>
              </w:rPr>
            </w:pPr>
            <w:r w:rsidRPr="00D21282">
              <w:rPr>
                <w:b/>
              </w:rPr>
              <w:t>ВСЕГО расходов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24EBD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24EBD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24EBD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324EBD" w:rsidRDefault="002A1A3B" w:rsidP="00D212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1A3B" w:rsidRPr="0012440C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4162,0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440C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3B" w:rsidRPr="0012440C" w:rsidRDefault="002A1A3B" w:rsidP="00D21282">
            <w:pPr>
              <w:jc w:val="center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3106,1</w:t>
            </w:r>
          </w:p>
        </w:tc>
      </w:tr>
      <w:tr w:rsidR="002A1A3B" w:rsidRPr="00AA21ED" w:rsidTr="003352DC">
        <w:trPr>
          <w:cantSplit/>
          <w:trHeight w:val="70"/>
        </w:trPr>
        <w:tc>
          <w:tcPr>
            <w:tcW w:w="10371" w:type="dxa"/>
            <w:gridSpan w:val="9"/>
          </w:tcPr>
          <w:p w:rsidR="002A1A3B" w:rsidRPr="00AA21ED" w:rsidRDefault="002A1A3B" w:rsidP="004C5BF4">
            <w:pPr>
              <w:overflowPunct/>
              <w:autoSpaceDE/>
              <w:adjustRightInd/>
              <w:ind w:left="360"/>
              <w:rPr>
                <w:sz w:val="22"/>
                <w:szCs w:val="22"/>
              </w:rPr>
            </w:pPr>
          </w:p>
        </w:tc>
      </w:tr>
    </w:tbl>
    <w:p w:rsidR="002A1A3B" w:rsidRPr="007F62CE" w:rsidRDefault="002A1A3B" w:rsidP="00AA3482">
      <w:pPr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1.8.   </w:t>
      </w:r>
      <w:r w:rsidRPr="007F62C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12</w:t>
      </w:r>
      <w:r w:rsidRPr="007F62CE">
        <w:rPr>
          <w:sz w:val="28"/>
          <w:szCs w:val="28"/>
        </w:rPr>
        <w:t xml:space="preserve"> изложить в следующей редакции:</w:t>
      </w:r>
    </w:p>
    <w:p w:rsidR="002A1A3B" w:rsidRPr="00A04878" w:rsidRDefault="002A1A3B" w:rsidP="00F97A48">
      <w:pPr>
        <w:jc w:val="both"/>
        <w:rPr>
          <w:sz w:val="22"/>
          <w:szCs w:val="22"/>
        </w:rPr>
      </w:pPr>
      <w:r w:rsidRPr="00A04878">
        <w:rPr>
          <w:sz w:val="22"/>
          <w:szCs w:val="22"/>
        </w:rPr>
        <w:t xml:space="preserve">               </w:t>
      </w:r>
    </w:p>
    <w:p w:rsidR="002A1A3B" w:rsidRPr="00002C84" w:rsidRDefault="002A1A3B" w:rsidP="00F97A4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002C84">
        <w:rPr>
          <w:b/>
          <w:sz w:val="28"/>
          <w:szCs w:val="28"/>
        </w:rPr>
        <w:t xml:space="preserve">Источники внутреннего финансирования дефицита бюджета </w:t>
      </w:r>
      <w:r>
        <w:rPr>
          <w:b/>
          <w:sz w:val="28"/>
          <w:szCs w:val="24"/>
        </w:rPr>
        <w:t>Тогод</w:t>
      </w:r>
      <w:r w:rsidRPr="00002C84">
        <w:rPr>
          <w:b/>
          <w:sz w:val="28"/>
          <w:szCs w:val="24"/>
        </w:rPr>
        <w:t>ского сельского поселения</w:t>
      </w:r>
      <w:r w:rsidRPr="00002C84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7</w:t>
      </w:r>
      <w:r w:rsidRPr="00002C84">
        <w:rPr>
          <w:b/>
          <w:sz w:val="28"/>
          <w:szCs w:val="28"/>
        </w:rPr>
        <w:t xml:space="preserve"> год </w:t>
      </w:r>
    </w:p>
    <w:p w:rsidR="002A1A3B" w:rsidRPr="00002C84" w:rsidRDefault="002A1A3B" w:rsidP="00F97A4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002C84">
        <w:rPr>
          <w:b/>
          <w:sz w:val="28"/>
          <w:szCs w:val="28"/>
        </w:rPr>
        <w:t>и на плановый период 201</w:t>
      </w:r>
      <w:r>
        <w:rPr>
          <w:b/>
          <w:sz w:val="28"/>
          <w:szCs w:val="28"/>
        </w:rPr>
        <w:t>8</w:t>
      </w:r>
      <w:r w:rsidRPr="00002C84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19</w:t>
      </w:r>
      <w:r w:rsidRPr="00002C84">
        <w:rPr>
          <w:b/>
          <w:sz w:val="28"/>
          <w:szCs w:val="28"/>
        </w:rPr>
        <w:t xml:space="preserve"> годов</w:t>
      </w:r>
    </w:p>
    <w:p w:rsidR="002A1A3B" w:rsidRPr="00002C84" w:rsidRDefault="002A1A3B" w:rsidP="0039404C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002C84">
        <w:rPr>
          <w:sz w:val="24"/>
          <w:szCs w:val="24"/>
        </w:rPr>
        <w:t>(тыс.рублей)</w:t>
      </w:r>
    </w:p>
    <w:tbl>
      <w:tblPr>
        <w:tblW w:w="100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3060"/>
        <w:gridCol w:w="967"/>
        <w:gridCol w:w="1080"/>
        <w:gridCol w:w="900"/>
      </w:tblGrid>
      <w:tr w:rsidR="002A1A3B" w:rsidRPr="00002C84" w:rsidTr="00D21282">
        <w:tc>
          <w:tcPr>
            <w:tcW w:w="4068" w:type="dxa"/>
          </w:tcPr>
          <w:p w:rsidR="002A1A3B" w:rsidRPr="00002C84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002C84">
              <w:rPr>
                <w:b/>
                <w:sz w:val="24"/>
                <w:szCs w:val="24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60" w:type="dxa"/>
          </w:tcPr>
          <w:p w:rsidR="002A1A3B" w:rsidRPr="00002C84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002C84">
              <w:rPr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967" w:type="dxa"/>
          </w:tcPr>
          <w:p w:rsidR="002A1A3B" w:rsidRPr="00002C84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002C84">
              <w:rPr>
                <w:b/>
                <w:sz w:val="24"/>
                <w:szCs w:val="24"/>
              </w:rPr>
              <w:t>201</w:t>
            </w:r>
            <w:r w:rsidRPr="00796592">
              <w:rPr>
                <w:b/>
                <w:sz w:val="24"/>
                <w:szCs w:val="24"/>
              </w:rPr>
              <w:t>7</w:t>
            </w:r>
            <w:r w:rsidRPr="00002C84">
              <w:rPr>
                <w:b/>
                <w:sz w:val="24"/>
                <w:szCs w:val="24"/>
              </w:rPr>
              <w:t xml:space="preserve"> год</w:t>
            </w:r>
          </w:p>
          <w:p w:rsidR="002A1A3B" w:rsidRPr="00002C84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2A1A3B" w:rsidRPr="00002C84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002C84">
              <w:rPr>
                <w:b/>
                <w:sz w:val="24"/>
                <w:szCs w:val="24"/>
              </w:rPr>
              <w:t>201</w:t>
            </w:r>
            <w:r w:rsidRPr="00796592">
              <w:rPr>
                <w:b/>
                <w:sz w:val="24"/>
                <w:szCs w:val="24"/>
              </w:rPr>
              <w:t>8</w:t>
            </w:r>
            <w:r w:rsidRPr="00002C84">
              <w:rPr>
                <w:b/>
                <w:sz w:val="24"/>
                <w:szCs w:val="24"/>
              </w:rPr>
              <w:t xml:space="preserve"> год</w:t>
            </w:r>
          </w:p>
          <w:p w:rsidR="002A1A3B" w:rsidRPr="00002C84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900" w:type="dxa"/>
          </w:tcPr>
          <w:p w:rsidR="002A1A3B" w:rsidRPr="00002C84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002C84">
              <w:rPr>
                <w:b/>
                <w:sz w:val="24"/>
                <w:szCs w:val="24"/>
              </w:rPr>
              <w:t>20</w:t>
            </w:r>
            <w:r w:rsidRPr="00796592">
              <w:rPr>
                <w:b/>
                <w:sz w:val="24"/>
                <w:szCs w:val="24"/>
              </w:rPr>
              <w:t>19</w:t>
            </w:r>
            <w:r w:rsidRPr="00002C84">
              <w:rPr>
                <w:b/>
                <w:sz w:val="24"/>
                <w:szCs w:val="24"/>
              </w:rPr>
              <w:t xml:space="preserve"> год</w:t>
            </w:r>
          </w:p>
          <w:p w:rsidR="002A1A3B" w:rsidRPr="00002C84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2A1A3B" w:rsidRPr="00002C84" w:rsidTr="00D21282">
        <w:tc>
          <w:tcPr>
            <w:tcW w:w="4068" w:type="dxa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39404C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060" w:type="dxa"/>
            <w:vAlign w:val="center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</w:p>
        </w:tc>
        <w:tc>
          <w:tcPr>
            <w:tcW w:w="967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 w:rsidRPr="0039404C">
              <w:rPr>
                <w:b/>
              </w:rPr>
              <w:t>113,0</w:t>
            </w:r>
          </w:p>
        </w:tc>
        <w:tc>
          <w:tcPr>
            <w:tcW w:w="108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 w:rsidRPr="0039404C">
              <w:rPr>
                <w:b/>
              </w:rPr>
              <w:t>0,00</w:t>
            </w:r>
          </w:p>
        </w:tc>
        <w:tc>
          <w:tcPr>
            <w:tcW w:w="90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 w:rsidRPr="0039404C">
              <w:rPr>
                <w:b/>
              </w:rPr>
              <w:t>0,00</w:t>
            </w:r>
          </w:p>
        </w:tc>
      </w:tr>
      <w:tr w:rsidR="002A1A3B" w:rsidRPr="00002C84" w:rsidTr="00D21282">
        <w:tc>
          <w:tcPr>
            <w:tcW w:w="4068" w:type="dxa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textAlignment w:val="auto"/>
            </w:pPr>
            <w:r w:rsidRPr="0039404C">
              <w:t>Изменение остатков средств на счетах по учету средств бюджетов</w:t>
            </w:r>
          </w:p>
        </w:tc>
        <w:tc>
          <w:tcPr>
            <w:tcW w:w="306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000 01 05 00 00 00 0000 000</w:t>
            </w:r>
          </w:p>
        </w:tc>
        <w:tc>
          <w:tcPr>
            <w:tcW w:w="967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113,0</w:t>
            </w:r>
          </w:p>
        </w:tc>
        <w:tc>
          <w:tcPr>
            <w:tcW w:w="108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90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</w:tr>
      <w:tr w:rsidR="002A1A3B" w:rsidRPr="00002C84" w:rsidTr="00D21282">
        <w:tc>
          <w:tcPr>
            <w:tcW w:w="4068" w:type="dxa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textAlignment w:val="auto"/>
            </w:pPr>
            <w:r w:rsidRPr="0039404C">
              <w:t>Увеличение прочих остатков средств бюджетов</w:t>
            </w:r>
          </w:p>
        </w:tc>
        <w:tc>
          <w:tcPr>
            <w:tcW w:w="3060" w:type="dxa"/>
            <w:vAlign w:val="bottom"/>
          </w:tcPr>
          <w:p w:rsidR="002A1A3B" w:rsidRPr="0039404C" w:rsidRDefault="002A1A3B" w:rsidP="009F280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346 01 05 02 00 00 0000 500</w:t>
            </w:r>
          </w:p>
        </w:tc>
        <w:tc>
          <w:tcPr>
            <w:tcW w:w="967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108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90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</w:tr>
      <w:tr w:rsidR="002A1A3B" w:rsidRPr="00002C84" w:rsidTr="00D21282">
        <w:tc>
          <w:tcPr>
            <w:tcW w:w="4068" w:type="dxa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textAlignment w:val="auto"/>
            </w:pPr>
            <w:r w:rsidRPr="0039404C">
              <w:t>Увеличение прочих остатков денежных средств бюджетов</w:t>
            </w:r>
          </w:p>
        </w:tc>
        <w:tc>
          <w:tcPr>
            <w:tcW w:w="306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346 01 05 02 01 00 0000 510</w:t>
            </w:r>
          </w:p>
        </w:tc>
        <w:tc>
          <w:tcPr>
            <w:tcW w:w="967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108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90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</w:tr>
      <w:tr w:rsidR="002A1A3B" w:rsidRPr="00002C84" w:rsidTr="00D21282">
        <w:tc>
          <w:tcPr>
            <w:tcW w:w="4068" w:type="dxa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textAlignment w:val="auto"/>
            </w:pPr>
            <w:r w:rsidRPr="0039404C">
              <w:t>Увеличение прочих остатков денежных средств бюджетов сельских поселений</w:t>
            </w:r>
          </w:p>
        </w:tc>
        <w:tc>
          <w:tcPr>
            <w:tcW w:w="306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346 01 05 02 01 10 0000 510</w:t>
            </w:r>
          </w:p>
        </w:tc>
        <w:tc>
          <w:tcPr>
            <w:tcW w:w="967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108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90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</w:tr>
      <w:tr w:rsidR="002A1A3B" w:rsidRPr="00002C84" w:rsidTr="00D21282">
        <w:tc>
          <w:tcPr>
            <w:tcW w:w="4068" w:type="dxa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textAlignment w:val="auto"/>
            </w:pPr>
            <w:r w:rsidRPr="0039404C">
              <w:t>Уменьшение прочих остатков средств бюджетов</w:t>
            </w:r>
          </w:p>
        </w:tc>
        <w:tc>
          <w:tcPr>
            <w:tcW w:w="306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346 01 05 02 00 00 0000 600</w:t>
            </w:r>
          </w:p>
        </w:tc>
        <w:tc>
          <w:tcPr>
            <w:tcW w:w="967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113,0</w:t>
            </w:r>
          </w:p>
        </w:tc>
        <w:tc>
          <w:tcPr>
            <w:tcW w:w="108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90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</w:tr>
      <w:tr w:rsidR="002A1A3B" w:rsidRPr="00002C84" w:rsidTr="00D21282">
        <w:tc>
          <w:tcPr>
            <w:tcW w:w="4068" w:type="dxa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textAlignment w:val="auto"/>
            </w:pPr>
            <w:r w:rsidRPr="0039404C">
              <w:t>Уменьшение прочих остатков денежных средств бюджетов</w:t>
            </w:r>
          </w:p>
        </w:tc>
        <w:tc>
          <w:tcPr>
            <w:tcW w:w="306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346 01 05 02 01 00 0000 610</w:t>
            </w:r>
          </w:p>
        </w:tc>
        <w:tc>
          <w:tcPr>
            <w:tcW w:w="967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113,0</w:t>
            </w:r>
          </w:p>
        </w:tc>
        <w:tc>
          <w:tcPr>
            <w:tcW w:w="108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90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</w:tr>
      <w:tr w:rsidR="002A1A3B" w:rsidRPr="00002C84" w:rsidTr="00D21282">
        <w:tc>
          <w:tcPr>
            <w:tcW w:w="4068" w:type="dxa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textAlignment w:val="auto"/>
            </w:pPr>
            <w:r w:rsidRPr="0039404C">
              <w:t xml:space="preserve">Уменьшение прочих остатков денежных средств бюджетов сельских поселений </w:t>
            </w:r>
          </w:p>
        </w:tc>
        <w:tc>
          <w:tcPr>
            <w:tcW w:w="306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346 01 05 02 01 10 0000 610</w:t>
            </w:r>
          </w:p>
        </w:tc>
        <w:tc>
          <w:tcPr>
            <w:tcW w:w="967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113,0</w:t>
            </w:r>
          </w:p>
        </w:tc>
        <w:tc>
          <w:tcPr>
            <w:tcW w:w="108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  <w:tc>
          <w:tcPr>
            <w:tcW w:w="900" w:type="dxa"/>
            <w:vAlign w:val="bottom"/>
          </w:tcPr>
          <w:p w:rsidR="002A1A3B" w:rsidRPr="0039404C" w:rsidRDefault="002A1A3B" w:rsidP="00135348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39404C">
              <w:t>0,00</w:t>
            </w:r>
          </w:p>
        </w:tc>
      </w:tr>
    </w:tbl>
    <w:p w:rsidR="002A1A3B" w:rsidRDefault="002A1A3B" w:rsidP="00AA3482">
      <w:pPr>
        <w:rPr>
          <w:sz w:val="28"/>
        </w:rPr>
      </w:pPr>
    </w:p>
    <w:p w:rsidR="002A1A3B" w:rsidRDefault="002A1A3B" w:rsidP="0039404C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7F62C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13</w:t>
      </w:r>
      <w:r w:rsidRPr="007F62CE">
        <w:rPr>
          <w:sz w:val="28"/>
          <w:szCs w:val="28"/>
        </w:rPr>
        <w:t xml:space="preserve"> изложить в следующей редакции:</w:t>
      </w:r>
    </w:p>
    <w:p w:rsidR="002A1A3B" w:rsidRDefault="002A1A3B" w:rsidP="0039404C">
      <w:pPr>
        <w:ind w:left="709"/>
        <w:rPr>
          <w:sz w:val="28"/>
          <w:szCs w:val="28"/>
        </w:rPr>
      </w:pPr>
    </w:p>
    <w:p w:rsidR="002A1A3B" w:rsidRDefault="002A1A3B" w:rsidP="0039404C">
      <w:pPr>
        <w:ind w:right="141"/>
        <w:jc w:val="center"/>
        <w:rPr>
          <w:b/>
          <w:sz w:val="28"/>
        </w:rPr>
      </w:pPr>
      <w:r>
        <w:rPr>
          <w:b/>
          <w:sz w:val="28"/>
        </w:rPr>
        <w:t>П</w:t>
      </w:r>
      <w:r w:rsidRPr="00A72068">
        <w:rPr>
          <w:b/>
          <w:sz w:val="28"/>
        </w:rPr>
        <w:t xml:space="preserve">еречень главных администраторов источников финансирования дефицита бюджета </w:t>
      </w:r>
      <w:r>
        <w:rPr>
          <w:b/>
          <w:sz w:val="28"/>
        </w:rPr>
        <w:t>Тогодс</w:t>
      </w:r>
      <w:r w:rsidRPr="00A72068">
        <w:rPr>
          <w:b/>
          <w:sz w:val="28"/>
        </w:rPr>
        <w:t>кого сельского поселения</w:t>
      </w:r>
      <w:r>
        <w:rPr>
          <w:b/>
          <w:sz w:val="28"/>
        </w:rPr>
        <w:t xml:space="preserve"> </w:t>
      </w:r>
    </w:p>
    <w:p w:rsidR="002A1A3B" w:rsidRPr="00A72068" w:rsidRDefault="002A1A3B" w:rsidP="00F97A48">
      <w:pPr>
        <w:jc w:val="center"/>
        <w:rPr>
          <w:b/>
        </w:rPr>
      </w:pPr>
      <w:r>
        <w:rPr>
          <w:b/>
          <w:sz w:val="28"/>
        </w:rPr>
        <w:t xml:space="preserve">на 2017 </w:t>
      </w:r>
      <w:r w:rsidRPr="00007E8C">
        <w:rPr>
          <w:b/>
          <w:sz w:val="28"/>
        </w:rPr>
        <w:t>год и на плановый период 201</w:t>
      </w:r>
      <w:r>
        <w:rPr>
          <w:b/>
          <w:sz w:val="28"/>
        </w:rPr>
        <w:t>8</w:t>
      </w:r>
      <w:r w:rsidRPr="00007E8C">
        <w:rPr>
          <w:b/>
          <w:sz w:val="28"/>
        </w:rPr>
        <w:t xml:space="preserve"> и 20</w:t>
      </w:r>
      <w:r>
        <w:rPr>
          <w:b/>
          <w:sz w:val="28"/>
        </w:rPr>
        <w:t>19</w:t>
      </w:r>
      <w:r w:rsidRPr="00007E8C">
        <w:rPr>
          <w:b/>
          <w:sz w:val="28"/>
        </w:rPr>
        <w:t xml:space="preserve"> годов</w:t>
      </w:r>
    </w:p>
    <w:p w:rsidR="002A1A3B" w:rsidRDefault="002A1A3B" w:rsidP="00F97A48">
      <w:pPr>
        <w:jc w:val="right"/>
        <w:rPr>
          <w:b/>
        </w:rPr>
      </w:pPr>
      <w:r>
        <w:t xml:space="preserve">   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2755"/>
        <w:gridCol w:w="2055"/>
        <w:gridCol w:w="4485"/>
      </w:tblGrid>
      <w:tr w:rsidR="002A1A3B" w:rsidRPr="00D87DE8" w:rsidTr="00AA3482">
        <w:tc>
          <w:tcPr>
            <w:tcW w:w="1134" w:type="dxa"/>
          </w:tcPr>
          <w:p w:rsidR="002A1A3B" w:rsidRPr="0039404C" w:rsidRDefault="002A1A3B" w:rsidP="00D21282">
            <w:pPr>
              <w:ind w:firstLine="34"/>
              <w:jc w:val="center"/>
              <w:rPr>
                <w:b/>
              </w:rPr>
            </w:pPr>
            <w:r w:rsidRPr="0039404C">
              <w:rPr>
                <w:b/>
              </w:rPr>
              <w:t>Код главы</w:t>
            </w:r>
          </w:p>
        </w:tc>
        <w:tc>
          <w:tcPr>
            <w:tcW w:w="2755" w:type="dxa"/>
          </w:tcPr>
          <w:p w:rsidR="002A1A3B" w:rsidRPr="0039404C" w:rsidRDefault="002A1A3B" w:rsidP="00135348">
            <w:pPr>
              <w:jc w:val="center"/>
              <w:rPr>
                <w:b/>
              </w:rPr>
            </w:pPr>
            <w:r w:rsidRPr="0039404C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6540" w:type="dxa"/>
            <w:gridSpan w:val="2"/>
          </w:tcPr>
          <w:p w:rsidR="002A1A3B" w:rsidRPr="0039404C" w:rsidRDefault="002A1A3B" w:rsidP="00135348">
            <w:pPr>
              <w:jc w:val="center"/>
              <w:rPr>
                <w:b/>
              </w:rPr>
            </w:pPr>
            <w:r w:rsidRPr="0039404C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</w:tr>
      <w:tr w:rsidR="002A1A3B" w:rsidRPr="00D87DE8" w:rsidTr="00AA3482">
        <w:tc>
          <w:tcPr>
            <w:tcW w:w="1134" w:type="dxa"/>
          </w:tcPr>
          <w:p w:rsidR="002A1A3B" w:rsidRPr="0039404C" w:rsidRDefault="002A1A3B" w:rsidP="009F2806">
            <w:pPr>
              <w:jc w:val="center"/>
              <w:rPr>
                <w:b/>
              </w:rPr>
            </w:pPr>
            <w:r w:rsidRPr="0039404C">
              <w:rPr>
                <w:b/>
              </w:rPr>
              <w:t>346</w:t>
            </w:r>
          </w:p>
        </w:tc>
        <w:tc>
          <w:tcPr>
            <w:tcW w:w="2755" w:type="dxa"/>
            <w:vAlign w:val="center"/>
          </w:tcPr>
          <w:p w:rsidR="002A1A3B" w:rsidRPr="0039404C" w:rsidRDefault="002A1A3B" w:rsidP="00135348">
            <w:pPr>
              <w:jc w:val="center"/>
              <w:rPr>
                <w:b/>
              </w:rPr>
            </w:pPr>
          </w:p>
        </w:tc>
        <w:tc>
          <w:tcPr>
            <w:tcW w:w="6540" w:type="dxa"/>
            <w:gridSpan w:val="2"/>
          </w:tcPr>
          <w:p w:rsidR="002A1A3B" w:rsidRPr="0039404C" w:rsidRDefault="002A1A3B" w:rsidP="009F2806">
            <w:pPr>
              <w:rPr>
                <w:b/>
              </w:rPr>
            </w:pPr>
            <w:r w:rsidRPr="0039404C">
              <w:rPr>
                <w:b/>
              </w:rPr>
              <w:t>Администрация Тогодского сельского поселения</w:t>
            </w:r>
          </w:p>
        </w:tc>
      </w:tr>
      <w:tr w:rsidR="002A1A3B" w:rsidRPr="00D87DE8" w:rsidTr="00AA3482">
        <w:tc>
          <w:tcPr>
            <w:tcW w:w="1134" w:type="dxa"/>
          </w:tcPr>
          <w:p w:rsidR="002A1A3B" w:rsidRPr="0039404C" w:rsidRDefault="002A1A3B" w:rsidP="009F2806">
            <w:pPr>
              <w:jc w:val="center"/>
            </w:pPr>
            <w:r w:rsidRPr="0039404C">
              <w:t>346</w:t>
            </w:r>
          </w:p>
        </w:tc>
        <w:tc>
          <w:tcPr>
            <w:tcW w:w="2755" w:type="dxa"/>
            <w:vAlign w:val="bottom"/>
          </w:tcPr>
          <w:p w:rsidR="002A1A3B" w:rsidRPr="0039404C" w:rsidRDefault="002A1A3B" w:rsidP="00135348">
            <w:pPr>
              <w:jc w:val="center"/>
            </w:pPr>
          </w:p>
        </w:tc>
        <w:tc>
          <w:tcPr>
            <w:tcW w:w="6540" w:type="dxa"/>
            <w:gridSpan w:val="2"/>
          </w:tcPr>
          <w:p w:rsidR="002A1A3B" w:rsidRPr="0039404C" w:rsidRDefault="002A1A3B" w:rsidP="00135348">
            <w:r w:rsidRPr="0039404C">
              <w:t>Источники внутреннего финансирования дефицитов бюджетов</w:t>
            </w:r>
          </w:p>
        </w:tc>
      </w:tr>
      <w:tr w:rsidR="002A1A3B" w:rsidRPr="00D87DE8" w:rsidTr="00AA3482">
        <w:tc>
          <w:tcPr>
            <w:tcW w:w="1134" w:type="dxa"/>
          </w:tcPr>
          <w:p w:rsidR="002A1A3B" w:rsidRPr="0039404C" w:rsidRDefault="002A1A3B" w:rsidP="009F2806">
            <w:pPr>
              <w:jc w:val="center"/>
            </w:pPr>
            <w:r w:rsidRPr="0039404C">
              <w:t>346</w:t>
            </w:r>
          </w:p>
        </w:tc>
        <w:tc>
          <w:tcPr>
            <w:tcW w:w="2755" w:type="dxa"/>
            <w:vAlign w:val="bottom"/>
          </w:tcPr>
          <w:p w:rsidR="002A1A3B" w:rsidRPr="0039404C" w:rsidRDefault="002A1A3B" w:rsidP="00135348">
            <w:pPr>
              <w:jc w:val="center"/>
            </w:pPr>
            <w:r w:rsidRPr="0039404C">
              <w:t>01 05 00 00 00 0000 000</w:t>
            </w:r>
          </w:p>
        </w:tc>
        <w:tc>
          <w:tcPr>
            <w:tcW w:w="6540" w:type="dxa"/>
            <w:gridSpan w:val="2"/>
          </w:tcPr>
          <w:p w:rsidR="002A1A3B" w:rsidRPr="0039404C" w:rsidRDefault="002A1A3B" w:rsidP="00135348">
            <w:r w:rsidRPr="0039404C">
              <w:t>Изменение остатков средств на счетах по учету средств бюджетов</w:t>
            </w:r>
          </w:p>
        </w:tc>
      </w:tr>
      <w:tr w:rsidR="002A1A3B" w:rsidRPr="00D87DE8" w:rsidTr="00AA3482">
        <w:tc>
          <w:tcPr>
            <w:tcW w:w="1134" w:type="dxa"/>
          </w:tcPr>
          <w:p w:rsidR="002A1A3B" w:rsidRPr="0039404C" w:rsidRDefault="002A1A3B" w:rsidP="009F2806">
            <w:pPr>
              <w:jc w:val="center"/>
            </w:pPr>
            <w:r w:rsidRPr="0039404C">
              <w:t>346</w:t>
            </w:r>
          </w:p>
        </w:tc>
        <w:tc>
          <w:tcPr>
            <w:tcW w:w="2755" w:type="dxa"/>
            <w:vAlign w:val="bottom"/>
          </w:tcPr>
          <w:p w:rsidR="002A1A3B" w:rsidRPr="0039404C" w:rsidRDefault="002A1A3B" w:rsidP="00135348">
            <w:pPr>
              <w:jc w:val="center"/>
            </w:pPr>
            <w:r w:rsidRPr="0039404C">
              <w:t>01 05 02 00 00 0000 500</w:t>
            </w:r>
          </w:p>
        </w:tc>
        <w:tc>
          <w:tcPr>
            <w:tcW w:w="6540" w:type="dxa"/>
            <w:gridSpan w:val="2"/>
          </w:tcPr>
          <w:p w:rsidR="002A1A3B" w:rsidRPr="0039404C" w:rsidRDefault="002A1A3B" w:rsidP="00135348">
            <w:r w:rsidRPr="0039404C">
              <w:t>Увеличение прочих остатков средств бюджетов</w:t>
            </w:r>
          </w:p>
        </w:tc>
      </w:tr>
      <w:tr w:rsidR="002A1A3B" w:rsidRPr="00D87DE8" w:rsidTr="00AA3482">
        <w:tc>
          <w:tcPr>
            <w:tcW w:w="1134" w:type="dxa"/>
          </w:tcPr>
          <w:p w:rsidR="002A1A3B" w:rsidRPr="0039404C" w:rsidRDefault="002A1A3B" w:rsidP="009F2806">
            <w:pPr>
              <w:jc w:val="center"/>
            </w:pPr>
            <w:r w:rsidRPr="0039404C">
              <w:t>346</w:t>
            </w:r>
          </w:p>
        </w:tc>
        <w:tc>
          <w:tcPr>
            <w:tcW w:w="2755" w:type="dxa"/>
            <w:vAlign w:val="bottom"/>
          </w:tcPr>
          <w:p w:rsidR="002A1A3B" w:rsidRPr="0039404C" w:rsidRDefault="002A1A3B" w:rsidP="00135348">
            <w:pPr>
              <w:jc w:val="center"/>
            </w:pPr>
            <w:r w:rsidRPr="0039404C">
              <w:t>01 05 02 01 00 0000 510</w:t>
            </w:r>
          </w:p>
        </w:tc>
        <w:tc>
          <w:tcPr>
            <w:tcW w:w="6540" w:type="dxa"/>
            <w:gridSpan w:val="2"/>
          </w:tcPr>
          <w:p w:rsidR="002A1A3B" w:rsidRPr="0039404C" w:rsidRDefault="002A1A3B" w:rsidP="00135348">
            <w:r w:rsidRPr="0039404C">
              <w:t>Увеличение прочих остатков денежных средств бюджетов</w:t>
            </w:r>
          </w:p>
        </w:tc>
      </w:tr>
      <w:tr w:rsidR="002A1A3B" w:rsidRPr="00D87DE8" w:rsidTr="00AA3482">
        <w:tc>
          <w:tcPr>
            <w:tcW w:w="1134" w:type="dxa"/>
          </w:tcPr>
          <w:p w:rsidR="002A1A3B" w:rsidRPr="0039404C" w:rsidRDefault="002A1A3B" w:rsidP="009F2806">
            <w:pPr>
              <w:jc w:val="center"/>
            </w:pPr>
            <w:r w:rsidRPr="0039404C">
              <w:t>346</w:t>
            </w:r>
          </w:p>
        </w:tc>
        <w:tc>
          <w:tcPr>
            <w:tcW w:w="2755" w:type="dxa"/>
            <w:vAlign w:val="bottom"/>
          </w:tcPr>
          <w:p w:rsidR="002A1A3B" w:rsidRPr="0039404C" w:rsidRDefault="002A1A3B" w:rsidP="00135348">
            <w:pPr>
              <w:jc w:val="center"/>
            </w:pPr>
            <w:r w:rsidRPr="0039404C">
              <w:t>01 05 02 01 10 0000 510</w:t>
            </w:r>
          </w:p>
        </w:tc>
        <w:tc>
          <w:tcPr>
            <w:tcW w:w="6540" w:type="dxa"/>
            <w:gridSpan w:val="2"/>
          </w:tcPr>
          <w:p w:rsidR="002A1A3B" w:rsidRPr="0039404C" w:rsidRDefault="002A1A3B" w:rsidP="00135348">
            <w:r w:rsidRPr="0039404C">
              <w:t>Увеличение прочих остатков денежных средств бюджетов сельских поселений</w:t>
            </w:r>
          </w:p>
        </w:tc>
      </w:tr>
      <w:tr w:rsidR="002A1A3B" w:rsidRPr="00D87DE8" w:rsidTr="00AA3482">
        <w:tc>
          <w:tcPr>
            <w:tcW w:w="1134" w:type="dxa"/>
          </w:tcPr>
          <w:p w:rsidR="002A1A3B" w:rsidRPr="0039404C" w:rsidRDefault="002A1A3B" w:rsidP="009F2806">
            <w:pPr>
              <w:jc w:val="center"/>
            </w:pPr>
            <w:r w:rsidRPr="0039404C">
              <w:t>346</w:t>
            </w:r>
          </w:p>
        </w:tc>
        <w:tc>
          <w:tcPr>
            <w:tcW w:w="2755" w:type="dxa"/>
            <w:vAlign w:val="bottom"/>
          </w:tcPr>
          <w:p w:rsidR="002A1A3B" w:rsidRPr="0039404C" w:rsidRDefault="002A1A3B" w:rsidP="00135348">
            <w:pPr>
              <w:jc w:val="center"/>
            </w:pPr>
            <w:r w:rsidRPr="0039404C">
              <w:t>01 05 02 00 00 0000 600</w:t>
            </w:r>
          </w:p>
        </w:tc>
        <w:tc>
          <w:tcPr>
            <w:tcW w:w="6540" w:type="dxa"/>
            <w:gridSpan w:val="2"/>
          </w:tcPr>
          <w:p w:rsidR="002A1A3B" w:rsidRPr="0039404C" w:rsidRDefault="002A1A3B" w:rsidP="00135348">
            <w:r w:rsidRPr="0039404C">
              <w:t>Уменьшение прочих остатков средств бюджетов</w:t>
            </w:r>
          </w:p>
        </w:tc>
      </w:tr>
      <w:tr w:rsidR="002A1A3B" w:rsidRPr="00D87DE8" w:rsidTr="00AA3482">
        <w:trPr>
          <w:trHeight w:val="460"/>
        </w:trPr>
        <w:tc>
          <w:tcPr>
            <w:tcW w:w="1134" w:type="dxa"/>
          </w:tcPr>
          <w:p w:rsidR="002A1A3B" w:rsidRPr="0039404C" w:rsidRDefault="002A1A3B" w:rsidP="009F2806">
            <w:pPr>
              <w:jc w:val="center"/>
            </w:pPr>
            <w:r w:rsidRPr="0039404C">
              <w:t>346</w:t>
            </w:r>
          </w:p>
        </w:tc>
        <w:tc>
          <w:tcPr>
            <w:tcW w:w="2755" w:type="dxa"/>
            <w:vAlign w:val="bottom"/>
          </w:tcPr>
          <w:p w:rsidR="002A1A3B" w:rsidRPr="0039404C" w:rsidRDefault="002A1A3B" w:rsidP="00135348">
            <w:pPr>
              <w:jc w:val="center"/>
            </w:pPr>
            <w:r w:rsidRPr="0039404C">
              <w:t>01 05 02 01 00 0000 610</w:t>
            </w:r>
          </w:p>
        </w:tc>
        <w:tc>
          <w:tcPr>
            <w:tcW w:w="6540" w:type="dxa"/>
            <w:gridSpan w:val="2"/>
          </w:tcPr>
          <w:p w:rsidR="002A1A3B" w:rsidRPr="0039404C" w:rsidRDefault="002A1A3B" w:rsidP="00135348">
            <w:r w:rsidRPr="0039404C">
              <w:t>Уменьшение прочих остатков денежных средств бюджетов</w:t>
            </w:r>
          </w:p>
        </w:tc>
      </w:tr>
      <w:tr w:rsidR="002A1A3B" w:rsidRPr="00D87DE8" w:rsidTr="00AA3482">
        <w:trPr>
          <w:trHeight w:val="553"/>
        </w:trPr>
        <w:tc>
          <w:tcPr>
            <w:tcW w:w="1134" w:type="dxa"/>
          </w:tcPr>
          <w:p w:rsidR="002A1A3B" w:rsidRPr="0039404C" w:rsidRDefault="002A1A3B" w:rsidP="009F2806">
            <w:pPr>
              <w:jc w:val="center"/>
            </w:pPr>
            <w:r w:rsidRPr="0039404C">
              <w:t>346</w:t>
            </w:r>
          </w:p>
        </w:tc>
        <w:tc>
          <w:tcPr>
            <w:tcW w:w="2755" w:type="dxa"/>
            <w:vAlign w:val="bottom"/>
          </w:tcPr>
          <w:p w:rsidR="002A1A3B" w:rsidRPr="0039404C" w:rsidRDefault="002A1A3B" w:rsidP="00135348">
            <w:pPr>
              <w:jc w:val="center"/>
            </w:pPr>
          </w:p>
          <w:p w:rsidR="002A1A3B" w:rsidRPr="0039404C" w:rsidRDefault="002A1A3B" w:rsidP="00135348">
            <w:pPr>
              <w:jc w:val="center"/>
            </w:pPr>
            <w:r w:rsidRPr="0039404C">
              <w:t>01 05 02 01 10 0000 610</w:t>
            </w:r>
          </w:p>
        </w:tc>
        <w:tc>
          <w:tcPr>
            <w:tcW w:w="6540" w:type="dxa"/>
            <w:gridSpan w:val="2"/>
          </w:tcPr>
          <w:p w:rsidR="002A1A3B" w:rsidRPr="0039404C" w:rsidRDefault="002A1A3B" w:rsidP="00135348">
            <w:r w:rsidRPr="0039404C">
              <w:t xml:space="preserve">Уменьшение прочих остатков денежных средств бюджетов сельских поселений </w:t>
            </w:r>
          </w:p>
        </w:tc>
      </w:tr>
      <w:tr w:rsidR="002A1A3B" w:rsidRPr="00AA21ED" w:rsidTr="00AA3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13364"/>
        </w:trPr>
        <w:tc>
          <w:tcPr>
            <w:tcW w:w="10429" w:type="dxa"/>
            <w:gridSpan w:val="4"/>
          </w:tcPr>
          <w:p w:rsidR="002A1A3B" w:rsidRPr="00275C36" w:rsidRDefault="002A1A3B" w:rsidP="00F91CFA">
            <w:pPr>
              <w:ind w:left="7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1.10. </w:t>
            </w:r>
            <w:r w:rsidRPr="00275C36">
              <w:rPr>
                <w:sz w:val="28"/>
                <w:szCs w:val="28"/>
              </w:rPr>
              <w:t xml:space="preserve">статью </w:t>
            </w:r>
            <w:r>
              <w:rPr>
                <w:sz w:val="28"/>
                <w:szCs w:val="28"/>
              </w:rPr>
              <w:t>1</w:t>
            </w:r>
            <w:r w:rsidRPr="00275C36">
              <w:rPr>
                <w:sz w:val="28"/>
                <w:szCs w:val="28"/>
              </w:rPr>
              <w:t xml:space="preserve"> дополнить:</w:t>
            </w:r>
          </w:p>
          <w:p w:rsidR="002A1A3B" w:rsidRDefault="002A1A3B" w:rsidP="00F91CFA">
            <w:pPr>
              <w:tabs>
                <w:tab w:val="left" w:pos="1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пунктом 1.3.</w:t>
            </w:r>
            <w:r w:rsidRPr="00002C84">
              <w:rPr>
                <w:sz w:val="28"/>
                <w:szCs w:val="28"/>
              </w:rPr>
              <w:t xml:space="preserve"> следующе</w:t>
            </w:r>
            <w:r>
              <w:rPr>
                <w:sz w:val="28"/>
                <w:szCs w:val="28"/>
              </w:rPr>
              <w:t>го содержания</w:t>
            </w:r>
            <w:r w:rsidRPr="00002C84">
              <w:rPr>
                <w:sz w:val="28"/>
                <w:szCs w:val="28"/>
              </w:rPr>
              <w:t>:</w:t>
            </w:r>
          </w:p>
          <w:p w:rsidR="002A1A3B" w:rsidRPr="000C1A1D" w:rsidRDefault="002A1A3B" w:rsidP="00F91CFA">
            <w:pPr>
              <w:spacing w:line="320" w:lineRule="atLeast"/>
              <w:ind w:left="176" w:hanging="284"/>
              <w:jc w:val="both"/>
              <w:rPr>
                <w:sz w:val="28"/>
                <w:szCs w:val="28"/>
              </w:rPr>
            </w:pPr>
            <w:r w:rsidRPr="000C1A1D">
              <w:rPr>
                <w:sz w:val="28"/>
                <w:szCs w:val="28"/>
              </w:rPr>
              <w:t xml:space="preserve">                - дефицит бюджета Тогодского сельского поселения в сумме 0,0 тыс. рублей.</w:t>
            </w:r>
          </w:p>
          <w:p w:rsidR="002A1A3B" w:rsidRPr="000C1A1D" w:rsidRDefault="002A1A3B" w:rsidP="00F91CFA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1.11</w:t>
            </w:r>
            <w:r w:rsidRPr="000C1A1D">
              <w:rPr>
                <w:sz w:val="28"/>
                <w:szCs w:val="28"/>
              </w:rPr>
              <w:t>. статью 4 дополнить:</w:t>
            </w:r>
          </w:p>
          <w:p w:rsidR="002A1A3B" w:rsidRPr="000C1A1D" w:rsidRDefault="002A1A3B" w:rsidP="00F91CFA">
            <w:pPr>
              <w:ind w:left="1429"/>
              <w:jc w:val="both"/>
              <w:rPr>
                <w:sz w:val="28"/>
                <w:szCs w:val="28"/>
              </w:rPr>
            </w:pPr>
            <w:r w:rsidRPr="000C1A1D">
              <w:rPr>
                <w:sz w:val="28"/>
                <w:szCs w:val="28"/>
              </w:rPr>
              <w:t>пунктом 4.2. следующего содержания:</w:t>
            </w:r>
          </w:p>
          <w:p w:rsidR="002A1A3B" w:rsidRPr="000C1A1D" w:rsidRDefault="002A1A3B" w:rsidP="00F91CFA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0C1A1D">
              <w:rPr>
                <w:sz w:val="28"/>
                <w:szCs w:val="28"/>
              </w:rPr>
              <w:t xml:space="preserve">- Утвердить источники внутреннего финансирования дефицита бюджета </w:t>
            </w:r>
            <w:r w:rsidRPr="000C1A1D">
              <w:rPr>
                <w:sz w:val="28"/>
                <w:szCs w:val="24"/>
              </w:rPr>
              <w:t>Тогодского сельского поселения</w:t>
            </w:r>
            <w:r w:rsidRPr="000C1A1D">
              <w:rPr>
                <w:sz w:val="28"/>
                <w:szCs w:val="28"/>
              </w:rPr>
              <w:t xml:space="preserve"> на 2017 год и на плановый период 2018 и 2019 годов согласно приложению 12 к настоящему решению.</w:t>
            </w:r>
          </w:p>
          <w:p w:rsidR="002A1A3B" w:rsidRPr="000C1A1D" w:rsidRDefault="002A1A3B" w:rsidP="00F91CFA">
            <w:pPr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Pr="000C1A1D">
              <w:rPr>
                <w:sz w:val="28"/>
                <w:szCs w:val="28"/>
              </w:rPr>
              <w:t>пунктом 4.3. следующего содержания:</w:t>
            </w:r>
          </w:p>
          <w:p w:rsidR="002A1A3B" w:rsidRPr="000C1A1D" w:rsidRDefault="002A1A3B" w:rsidP="00F91CFA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0C1A1D">
              <w:rPr>
                <w:sz w:val="28"/>
                <w:szCs w:val="28"/>
              </w:rPr>
              <w:t>- Утвердить перечень главных администраторов источников финансирования дефицита бюджета Тогодского сельского поселения на 2017 год и на плановый период 2018 и 2019 годов согласно приложению 13 к настоящему решению.</w:t>
            </w:r>
          </w:p>
          <w:p w:rsidR="002A1A3B" w:rsidRPr="000C1A1D" w:rsidRDefault="002A1A3B" w:rsidP="00F91CFA">
            <w:pPr>
              <w:ind w:left="1429"/>
              <w:jc w:val="both"/>
              <w:rPr>
                <w:sz w:val="28"/>
                <w:szCs w:val="28"/>
              </w:rPr>
            </w:pPr>
            <w:r w:rsidRPr="000C1A1D">
              <w:rPr>
                <w:sz w:val="28"/>
                <w:szCs w:val="28"/>
              </w:rPr>
              <w:t>пунктом 4.4. следующего содержания:</w:t>
            </w:r>
          </w:p>
          <w:p w:rsidR="002A1A3B" w:rsidRPr="000C1A1D" w:rsidRDefault="002A1A3B" w:rsidP="00F91C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0C1A1D">
              <w:rPr>
                <w:sz w:val="28"/>
                <w:szCs w:val="28"/>
              </w:rPr>
              <w:t xml:space="preserve">- Установить, что в 2017 году остатки средств бюджета </w:t>
            </w:r>
            <w:r w:rsidRPr="000C1A1D">
              <w:rPr>
                <w:sz w:val="28"/>
                <w:szCs w:val="24"/>
              </w:rPr>
              <w:t>Тогодского сельского поселения</w:t>
            </w:r>
            <w:r w:rsidRPr="000C1A1D">
              <w:rPr>
                <w:sz w:val="28"/>
                <w:szCs w:val="28"/>
              </w:rPr>
              <w:t xml:space="preserve"> по состоянию на 1 января 2018 года, за исключением остатков неиспользованных средств дорожного фонда </w:t>
            </w:r>
            <w:r w:rsidRPr="000C1A1D">
              <w:rPr>
                <w:sz w:val="28"/>
                <w:szCs w:val="24"/>
              </w:rPr>
              <w:t>Тогодского сельского поселения</w:t>
            </w:r>
            <w:r w:rsidRPr="000C1A1D">
              <w:rPr>
                <w:sz w:val="28"/>
                <w:szCs w:val="28"/>
              </w:rPr>
              <w:t>, межбюджетных трансфертов, полученных из областного бюджета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Тогодского сельского поселения снижения остатков средств на счете по учету средств бюджета поселения, могут в полном объеме направляться на покрытие временных кассовых разрывов.</w:t>
            </w:r>
          </w:p>
          <w:p w:rsidR="002A1A3B" w:rsidRPr="00275C36" w:rsidRDefault="002A1A3B" w:rsidP="00F91CFA">
            <w:pPr>
              <w:ind w:left="781" w:hanging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1.12. </w:t>
            </w:r>
            <w:r w:rsidRPr="00275C36">
              <w:rPr>
                <w:sz w:val="28"/>
                <w:szCs w:val="28"/>
              </w:rPr>
              <w:t xml:space="preserve">статью </w:t>
            </w:r>
            <w:r>
              <w:rPr>
                <w:sz w:val="28"/>
                <w:szCs w:val="28"/>
              </w:rPr>
              <w:t>5</w:t>
            </w:r>
            <w:r w:rsidRPr="00275C36">
              <w:rPr>
                <w:sz w:val="28"/>
                <w:szCs w:val="28"/>
              </w:rPr>
              <w:t xml:space="preserve"> дополнить:</w:t>
            </w:r>
          </w:p>
          <w:p w:rsidR="002A1A3B" w:rsidRDefault="002A1A3B" w:rsidP="00F91CFA">
            <w:pPr>
              <w:ind w:left="14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пунктом 6.</w:t>
            </w:r>
            <w:r w:rsidRPr="00002C84">
              <w:rPr>
                <w:sz w:val="28"/>
                <w:szCs w:val="28"/>
              </w:rPr>
              <w:t xml:space="preserve"> следующе</w:t>
            </w:r>
            <w:r>
              <w:rPr>
                <w:sz w:val="28"/>
                <w:szCs w:val="28"/>
              </w:rPr>
              <w:t>го содержания</w:t>
            </w:r>
            <w:r w:rsidRPr="00002C84">
              <w:rPr>
                <w:sz w:val="28"/>
                <w:szCs w:val="28"/>
              </w:rPr>
              <w:t>:</w:t>
            </w:r>
          </w:p>
          <w:p w:rsidR="002A1A3B" w:rsidRDefault="002A1A3B" w:rsidP="00F91CFA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D87DE8">
              <w:rPr>
                <w:sz w:val="28"/>
                <w:szCs w:val="28"/>
              </w:rPr>
              <w:t xml:space="preserve">Установить размер резервного фонда Администрации </w:t>
            </w:r>
            <w:r>
              <w:rPr>
                <w:sz w:val="28"/>
                <w:szCs w:val="28"/>
              </w:rPr>
              <w:t>Тогод</w:t>
            </w:r>
            <w:r w:rsidRPr="00D87DE8">
              <w:rPr>
                <w:sz w:val="28"/>
                <w:szCs w:val="28"/>
              </w:rPr>
              <w:t>ского сельского поселения на 2017 год в сумме 2,0 тыс.рублей, на 2018 год в сумме 2,0 тыс.рублей и на 2019 год в сумме 2,0 тыс.рублей.</w:t>
            </w:r>
          </w:p>
          <w:p w:rsidR="002A1A3B" w:rsidRDefault="002A1A3B" w:rsidP="00F91CFA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1.13. Статью  6 дополнить:</w:t>
            </w:r>
          </w:p>
          <w:p w:rsidR="002A1A3B" w:rsidRDefault="002A1A3B" w:rsidP="00F91CFA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пунктом 1.7. следующего содержания:</w:t>
            </w:r>
          </w:p>
          <w:p w:rsidR="002A1A3B" w:rsidRDefault="002A1A3B" w:rsidP="00F91C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D87DE8">
              <w:rPr>
                <w:sz w:val="28"/>
                <w:szCs w:val="28"/>
              </w:rPr>
              <w:t>Утвердить объем  межбюджетных трансфертов, получаемых из других бюджетов Российской Федерации в 201</w:t>
            </w:r>
            <w:r>
              <w:rPr>
                <w:sz w:val="28"/>
                <w:szCs w:val="28"/>
              </w:rPr>
              <w:t>7</w:t>
            </w:r>
            <w:r w:rsidRPr="00D87DE8">
              <w:rPr>
                <w:sz w:val="28"/>
                <w:szCs w:val="28"/>
              </w:rPr>
              <w:t xml:space="preserve"> году в сумме </w:t>
            </w:r>
            <w:r>
              <w:rPr>
                <w:sz w:val="28"/>
                <w:szCs w:val="28"/>
              </w:rPr>
              <w:t>3541,1</w:t>
            </w:r>
            <w:r w:rsidRPr="00D87DE8">
              <w:rPr>
                <w:sz w:val="28"/>
                <w:szCs w:val="28"/>
              </w:rPr>
              <w:t xml:space="preserve"> тыс. рублей, и плановом периоде 201</w:t>
            </w:r>
            <w:r>
              <w:rPr>
                <w:sz w:val="28"/>
                <w:szCs w:val="28"/>
              </w:rPr>
              <w:t>8</w:t>
            </w:r>
            <w:r w:rsidRPr="00D87DE8">
              <w:rPr>
                <w:sz w:val="28"/>
                <w:szCs w:val="28"/>
              </w:rPr>
              <w:t xml:space="preserve"> году в </w:t>
            </w:r>
            <w:r w:rsidRPr="00275C36">
              <w:rPr>
                <w:sz w:val="28"/>
                <w:szCs w:val="28"/>
              </w:rPr>
              <w:t xml:space="preserve">сумме </w:t>
            </w:r>
            <w:r>
              <w:rPr>
                <w:sz w:val="28"/>
                <w:szCs w:val="28"/>
              </w:rPr>
              <w:t>2666,7</w:t>
            </w:r>
            <w:r w:rsidRPr="00275C36">
              <w:rPr>
                <w:sz w:val="28"/>
                <w:szCs w:val="28"/>
              </w:rPr>
              <w:t xml:space="preserve"> тыс.</w:t>
            </w:r>
            <w:r w:rsidRPr="00D87DE8">
              <w:rPr>
                <w:sz w:val="28"/>
                <w:szCs w:val="28"/>
              </w:rPr>
              <w:t xml:space="preserve"> рублей и 20</w:t>
            </w:r>
            <w:r>
              <w:rPr>
                <w:sz w:val="28"/>
                <w:szCs w:val="28"/>
              </w:rPr>
              <w:t>19</w:t>
            </w:r>
            <w:r w:rsidRPr="00D87DE8">
              <w:rPr>
                <w:sz w:val="28"/>
                <w:szCs w:val="28"/>
              </w:rPr>
              <w:t xml:space="preserve"> году в сумме </w:t>
            </w:r>
            <w:r>
              <w:rPr>
                <w:sz w:val="28"/>
                <w:szCs w:val="28"/>
              </w:rPr>
              <w:t>2598,3</w:t>
            </w:r>
            <w:r w:rsidRPr="00D87DE8">
              <w:rPr>
                <w:sz w:val="28"/>
                <w:szCs w:val="28"/>
              </w:rPr>
              <w:t xml:space="preserve"> тыс. рублей.</w:t>
            </w:r>
          </w:p>
          <w:p w:rsidR="002A1A3B" w:rsidRPr="0039404C" w:rsidRDefault="002A1A3B" w:rsidP="00F91C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2. </w:t>
            </w:r>
            <w:r w:rsidRPr="0039404C">
              <w:rPr>
                <w:sz w:val="28"/>
                <w:szCs w:val="28"/>
              </w:rPr>
              <w:t>Опубликовать настоящее решение в муниципальной газете «Тогодской официальный вестник»  и разместить на официальном сайте Администрации Тогодского сельского поселения в информационно-телекоммуникационной сети «Интернет».</w:t>
            </w:r>
          </w:p>
          <w:p w:rsidR="002A1A3B" w:rsidRDefault="002A1A3B" w:rsidP="00F91CFA">
            <w:pPr>
              <w:overflowPunct/>
              <w:autoSpaceDE/>
              <w:adjustRightInd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3. </w:t>
            </w:r>
            <w:r w:rsidRPr="0039404C"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  <w:p w:rsidR="002A1A3B" w:rsidRPr="000C1A1D" w:rsidRDefault="002A1A3B" w:rsidP="00F91CFA">
            <w:pPr>
              <w:jc w:val="both"/>
              <w:rPr>
                <w:sz w:val="22"/>
                <w:szCs w:val="22"/>
              </w:rPr>
            </w:pPr>
          </w:p>
          <w:p w:rsidR="002A1A3B" w:rsidRPr="000C1A1D" w:rsidRDefault="002A1A3B" w:rsidP="00F91CFA">
            <w:pPr>
              <w:jc w:val="both"/>
              <w:rPr>
                <w:sz w:val="22"/>
                <w:szCs w:val="22"/>
              </w:rPr>
            </w:pPr>
          </w:p>
          <w:p w:rsidR="002A1A3B" w:rsidRPr="000C1A1D" w:rsidRDefault="002A1A3B" w:rsidP="000C1A1D">
            <w:pPr>
              <w:tabs>
                <w:tab w:val="left" w:pos="1320"/>
              </w:tabs>
              <w:rPr>
                <w:sz w:val="22"/>
                <w:szCs w:val="22"/>
              </w:rPr>
            </w:pPr>
          </w:p>
        </w:tc>
      </w:tr>
      <w:tr w:rsidR="002A1A3B" w:rsidRPr="00FA7B2F" w:rsidTr="00AA3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30"/>
        </w:trPr>
        <w:tc>
          <w:tcPr>
            <w:tcW w:w="5944" w:type="dxa"/>
            <w:gridSpan w:val="3"/>
          </w:tcPr>
          <w:p w:rsidR="002A1A3B" w:rsidRPr="00F516E0" w:rsidRDefault="002A1A3B" w:rsidP="008256EA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4485" w:type="dxa"/>
          </w:tcPr>
          <w:p w:rsidR="002A1A3B" w:rsidRPr="00F516E0" w:rsidRDefault="002A1A3B" w:rsidP="008256EA">
            <w:pPr>
              <w:jc w:val="both"/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>Г.И. Хаббо</w:t>
            </w:r>
          </w:p>
        </w:tc>
      </w:tr>
    </w:tbl>
    <w:p w:rsidR="002A1A3B" w:rsidRDefault="002A1A3B"/>
    <w:sectPr w:rsidR="002A1A3B" w:rsidSect="003352DC">
      <w:pgSz w:w="11906" w:h="16838"/>
      <w:pgMar w:top="851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54E"/>
    <w:rsid w:val="00001786"/>
    <w:rsid w:val="00002C84"/>
    <w:rsid w:val="00007E8C"/>
    <w:rsid w:val="0001220B"/>
    <w:rsid w:val="000135C6"/>
    <w:rsid w:val="0002235B"/>
    <w:rsid w:val="000255E1"/>
    <w:rsid w:val="0003344A"/>
    <w:rsid w:val="000404DD"/>
    <w:rsid w:val="00050670"/>
    <w:rsid w:val="0005782B"/>
    <w:rsid w:val="000674C7"/>
    <w:rsid w:val="00073EC5"/>
    <w:rsid w:val="00082C3A"/>
    <w:rsid w:val="0008558C"/>
    <w:rsid w:val="00086CF1"/>
    <w:rsid w:val="0008772B"/>
    <w:rsid w:val="0009602E"/>
    <w:rsid w:val="000B0BC2"/>
    <w:rsid w:val="000B546D"/>
    <w:rsid w:val="000C1A1D"/>
    <w:rsid w:val="000D5E09"/>
    <w:rsid w:val="000D7D8B"/>
    <w:rsid w:val="000E4768"/>
    <w:rsid w:val="000E69DF"/>
    <w:rsid w:val="000F7042"/>
    <w:rsid w:val="00105F85"/>
    <w:rsid w:val="0012012F"/>
    <w:rsid w:val="00122A74"/>
    <w:rsid w:val="0012440C"/>
    <w:rsid w:val="00135348"/>
    <w:rsid w:val="001551C8"/>
    <w:rsid w:val="0017040F"/>
    <w:rsid w:val="001774CC"/>
    <w:rsid w:val="00184673"/>
    <w:rsid w:val="00185D2A"/>
    <w:rsid w:val="001A3A21"/>
    <w:rsid w:val="001A7FC9"/>
    <w:rsid w:val="001D09AF"/>
    <w:rsid w:val="001D3DD7"/>
    <w:rsid w:val="001D561F"/>
    <w:rsid w:val="001D7CA0"/>
    <w:rsid w:val="001E7A53"/>
    <w:rsid w:val="001F44AD"/>
    <w:rsid w:val="001F58E6"/>
    <w:rsid w:val="00205D92"/>
    <w:rsid w:val="00205F3D"/>
    <w:rsid w:val="00227A18"/>
    <w:rsid w:val="00236870"/>
    <w:rsid w:val="00240ABE"/>
    <w:rsid w:val="00242753"/>
    <w:rsid w:val="00252CA9"/>
    <w:rsid w:val="00255130"/>
    <w:rsid w:val="00255AA6"/>
    <w:rsid w:val="002723A7"/>
    <w:rsid w:val="002744BD"/>
    <w:rsid w:val="00275C36"/>
    <w:rsid w:val="00277598"/>
    <w:rsid w:val="002A1A3B"/>
    <w:rsid w:val="002A7046"/>
    <w:rsid w:val="002A7217"/>
    <w:rsid w:val="002B6F5B"/>
    <w:rsid w:val="002C3A8C"/>
    <w:rsid w:val="002D5107"/>
    <w:rsid w:val="002D7675"/>
    <w:rsid w:val="002E5EC1"/>
    <w:rsid w:val="0031477C"/>
    <w:rsid w:val="00324EBD"/>
    <w:rsid w:val="00332261"/>
    <w:rsid w:val="003352DC"/>
    <w:rsid w:val="0034087E"/>
    <w:rsid w:val="00344716"/>
    <w:rsid w:val="00345BE1"/>
    <w:rsid w:val="00347F4C"/>
    <w:rsid w:val="003748A9"/>
    <w:rsid w:val="00380A29"/>
    <w:rsid w:val="00386871"/>
    <w:rsid w:val="003915D8"/>
    <w:rsid w:val="0039404C"/>
    <w:rsid w:val="003A22AA"/>
    <w:rsid w:val="003A367A"/>
    <w:rsid w:val="003A4142"/>
    <w:rsid w:val="003B01A0"/>
    <w:rsid w:val="003B32CA"/>
    <w:rsid w:val="003B5A26"/>
    <w:rsid w:val="003C0EB3"/>
    <w:rsid w:val="003C1DBB"/>
    <w:rsid w:val="003D5ABF"/>
    <w:rsid w:val="003E1B94"/>
    <w:rsid w:val="003F2084"/>
    <w:rsid w:val="00401CD9"/>
    <w:rsid w:val="004047B1"/>
    <w:rsid w:val="004107EB"/>
    <w:rsid w:val="0042463E"/>
    <w:rsid w:val="00425792"/>
    <w:rsid w:val="004332D1"/>
    <w:rsid w:val="0045177D"/>
    <w:rsid w:val="004709AF"/>
    <w:rsid w:val="0048730B"/>
    <w:rsid w:val="00487686"/>
    <w:rsid w:val="00492B41"/>
    <w:rsid w:val="0049604A"/>
    <w:rsid w:val="004C5BF4"/>
    <w:rsid w:val="004C65FF"/>
    <w:rsid w:val="004D20B5"/>
    <w:rsid w:val="004D25A7"/>
    <w:rsid w:val="004F4759"/>
    <w:rsid w:val="004F5B3A"/>
    <w:rsid w:val="00510C2E"/>
    <w:rsid w:val="0053048C"/>
    <w:rsid w:val="00540BDC"/>
    <w:rsid w:val="00543149"/>
    <w:rsid w:val="005553D2"/>
    <w:rsid w:val="0056157B"/>
    <w:rsid w:val="00565341"/>
    <w:rsid w:val="00566166"/>
    <w:rsid w:val="00575D88"/>
    <w:rsid w:val="00586A24"/>
    <w:rsid w:val="005B04C1"/>
    <w:rsid w:val="005C7B32"/>
    <w:rsid w:val="005D7600"/>
    <w:rsid w:val="005E19D9"/>
    <w:rsid w:val="00603635"/>
    <w:rsid w:val="00617F21"/>
    <w:rsid w:val="00623853"/>
    <w:rsid w:val="00634830"/>
    <w:rsid w:val="00647EDB"/>
    <w:rsid w:val="00654C83"/>
    <w:rsid w:val="006553F1"/>
    <w:rsid w:val="006626A7"/>
    <w:rsid w:val="00665B2A"/>
    <w:rsid w:val="00670D3F"/>
    <w:rsid w:val="006760C6"/>
    <w:rsid w:val="006832B3"/>
    <w:rsid w:val="006858DE"/>
    <w:rsid w:val="006A0ED3"/>
    <w:rsid w:val="006A2DB1"/>
    <w:rsid w:val="006A5A6E"/>
    <w:rsid w:val="006B2372"/>
    <w:rsid w:val="006C56C7"/>
    <w:rsid w:val="006D709F"/>
    <w:rsid w:val="006D771B"/>
    <w:rsid w:val="006F7624"/>
    <w:rsid w:val="0071116B"/>
    <w:rsid w:val="00731141"/>
    <w:rsid w:val="00732FA0"/>
    <w:rsid w:val="00746EA5"/>
    <w:rsid w:val="00750FB7"/>
    <w:rsid w:val="00761FBC"/>
    <w:rsid w:val="00781226"/>
    <w:rsid w:val="00785457"/>
    <w:rsid w:val="007862F6"/>
    <w:rsid w:val="00787F06"/>
    <w:rsid w:val="00796592"/>
    <w:rsid w:val="00797708"/>
    <w:rsid w:val="007B0A6E"/>
    <w:rsid w:val="007B19AA"/>
    <w:rsid w:val="007B4D30"/>
    <w:rsid w:val="007C1491"/>
    <w:rsid w:val="007C5507"/>
    <w:rsid w:val="007C5BBF"/>
    <w:rsid w:val="007D0CC2"/>
    <w:rsid w:val="007D1C48"/>
    <w:rsid w:val="007D5815"/>
    <w:rsid w:val="007E4294"/>
    <w:rsid w:val="007E52E5"/>
    <w:rsid w:val="007F62CE"/>
    <w:rsid w:val="007F6A52"/>
    <w:rsid w:val="00807E9A"/>
    <w:rsid w:val="00811CF5"/>
    <w:rsid w:val="008256EA"/>
    <w:rsid w:val="008273FD"/>
    <w:rsid w:val="00832748"/>
    <w:rsid w:val="00836928"/>
    <w:rsid w:val="00860646"/>
    <w:rsid w:val="00861B3E"/>
    <w:rsid w:val="00864719"/>
    <w:rsid w:val="00866937"/>
    <w:rsid w:val="00867D85"/>
    <w:rsid w:val="008712BA"/>
    <w:rsid w:val="00880AD6"/>
    <w:rsid w:val="0088270C"/>
    <w:rsid w:val="00883603"/>
    <w:rsid w:val="00890D2A"/>
    <w:rsid w:val="0089342C"/>
    <w:rsid w:val="008A7CAF"/>
    <w:rsid w:val="008B0250"/>
    <w:rsid w:val="008B0438"/>
    <w:rsid w:val="008B7B38"/>
    <w:rsid w:val="008D6D52"/>
    <w:rsid w:val="008E0828"/>
    <w:rsid w:val="008E6172"/>
    <w:rsid w:val="008F2B77"/>
    <w:rsid w:val="00932B7C"/>
    <w:rsid w:val="0093512F"/>
    <w:rsid w:val="00943D3A"/>
    <w:rsid w:val="009471C9"/>
    <w:rsid w:val="00952F51"/>
    <w:rsid w:val="00960E8A"/>
    <w:rsid w:val="00964AD6"/>
    <w:rsid w:val="00971725"/>
    <w:rsid w:val="009836CE"/>
    <w:rsid w:val="009968F2"/>
    <w:rsid w:val="009A1CA5"/>
    <w:rsid w:val="009B6F86"/>
    <w:rsid w:val="009C122F"/>
    <w:rsid w:val="009C57BB"/>
    <w:rsid w:val="009F2806"/>
    <w:rsid w:val="009F3EC0"/>
    <w:rsid w:val="00A032D4"/>
    <w:rsid w:val="00A04878"/>
    <w:rsid w:val="00A1689A"/>
    <w:rsid w:val="00A16A95"/>
    <w:rsid w:val="00A33A36"/>
    <w:rsid w:val="00A42603"/>
    <w:rsid w:val="00A42BA6"/>
    <w:rsid w:val="00A453D0"/>
    <w:rsid w:val="00A46A70"/>
    <w:rsid w:val="00A57247"/>
    <w:rsid w:val="00A66388"/>
    <w:rsid w:val="00A7019C"/>
    <w:rsid w:val="00A72068"/>
    <w:rsid w:val="00A7711F"/>
    <w:rsid w:val="00A866DB"/>
    <w:rsid w:val="00A87205"/>
    <w:rsid w:val="00A9108C"/>
    <w:rsid w:val="00A94E35"/>
    <w:rsid w:val="00AA03DD"/>
    <w:rsid w:val="00AA21ED"/>
    <w:rsid w:val="00AA3482"/>
    <w:rsid w:val="00AA7E09"/>
    <w:rsid w:val="00AB51D1"/>
    <w:rsid w:val="00AC2A05"/>
    <w:rsid w:val="00AC3E70"/>
    <w:rsid w:val="00AC572A"/>
    <w:rsid w:val="00AC5850"/>
    <w:rsid w:val="00AE6C85"/>
    <w:rsid w:val="00AF5E4C"/>
    <w:rsid w:val="00B06496"/>
    <w:rsid w:val="00B11DA0"/>
    <w:rsid w:val="00B1697B"/>
    <w:rsid w:val="00B20D3B"/>
    <w:rsid w:val="00B32B97"/>
    <w:rsid w:val="00B35162"/>
    <w:rsid w:val="00B354C6"/>
    <w:rsid w:val="00B51A53"/>
    <w:rsid w:val="00B54E6B"/>
    <w:rsid w:val="00B64312"/>
    <w:rsid w:val="00B7028C"/>
    <w:rsid w:val="00B713A3"/>
    <w:rsid w:val="00B851AE"/>
    <w:rsid w:val="00B864E1"/>
    <w:rsid w:val="00B90429"/>
    <w:rsid w:val="00B922AD"/>
    <w:rsid w:val="00B9336A"/>
    <w:rsid w:val="00B9489E"/>
    <w:rsid w:val="00BA4EDB"/>
    <w:rsid w:val="00BA6354"/>
    <w:rsid w:val="00BB2BF6"/>
    <w:rsid w:val="00BB2F6F"/>
    <w:rsid w:val="00BB59BE"/>
    <w:rsid w:val="00BC487C"/>
    <w:rsid w:val="00BD151F"/>
    <w:rsid w:val="00BD169B"/>
    <w:rsid w:val="00BD4520"/>
    <w:rsid w:val="00BE04AD"/>
    <w:rsid w:val="00BE75B2"/>
    <w:rsid w:val="00C0199B"/>
    <w:rsid w:val="00C11832"/>
    <w:rsid w:val="00C278CD"/>
    <w:rsid w:val="00C40305"/>
    <w:rsid w:val="00C51477"/>
    <w:rsid w:val="00C61F14"/>
    <w:rsid w:val="00C61F69"/>
    <w:rsid w:val="00C63BD0"/>
    <w:rsid w:val="00C66C01"/>
    <w:rsid w:val="00C76472"/>
    <w:rsid w:val="00C904CF"/>
    <w:rsid w:val="00C94BB1"/>
    <w:rsid w:val="00CA05B9"/>
    <w:rsid w:val="00CA29B0"/>
    <w:rsid w:val="00CA55A0"/>
    <w:rsid w:val="00CA5F03"/>
    <w:rsid w:val="00CC3C8D"/>
    <w:rsid w:val="00CD667B"/>
    <w:rsid w:val="00CF6551"/>
    <w:rsid w:val="00D0108F"/>
    <w:rsid w:val="00D12DAA"/>
    <w:rsid w:val="00D21282"/>
    <w:rsid w:val="00D41DE5"/>
    <w:rsid w:val="00D511D2"/>
    <w:rsid w:val="00D521FC"/>
    <w:rsid w:val="00D5516F"/>
    <w:rsid w:val="00D6203A"/>
    <w:rsid w:val="00D6354E"/>
    <w:rsid w:val="00D65D76"/>
    <w:rsid w:val="00D66DD5"/>
    <w:rsid w:val="00D76E55"/>
    <w:rsid w:val="00D842F7"/>
    <w:rsid w:val="00D87DE8"/>
    <w:rsid w:val="00DA26B7"/>
    <w:rsid w:val="00DA5A18"/>
    <w:rsid w:val="00DC2C4D"/>
    <w:rsid w:val="00DD05D2"/>
    <w:rsid w:val="00DD1511"/>
    <w:rsid w:val="00DD2F12"/>
    <w:rsid w:val="00DE2942"/>
    <w:rsid w:val="00DF48F5"/>
    <w:rsid w:val="00E02590"/>
    <w:rsid w:val="00E07487"/>
    <w:rsid w:val="00E1416F"/>
    <w:rsid w:val="00E14CD8"/>
    <w:rsid w:val="00E217AE"/>
    <w:rsid w:val="00E22C81"/>
    <w:rsid w:val="00E33DD3"/>
    <w:rsid w:val="00E407A2"/>
    <w:rsid w:val="00E4187D"/>
    <w:rsid w:val="00E444D5"/>
    <w:rsid w:val="00E45D73"/>
    <w:rsid w:val="00E465B1"/>
    <w:rsid w:val="00E47D87"/>
    <w:rsid w:val="00E62B70"/>
    <w:rsid w:val="00E62CFD"/>
    <w:rsid w:val="00E656D7"/>
    <w:rsid w:val="00E7727A"/>
    <w:rsid w:val="00E8354F"/>
    <w:rsid w:val="00E91FBA"/>
    <w:rsid w:val="00E96B20"/>
    <w:rsid w:val="00EA1B94"/>
    <w:rsid w:val="00EC0E74"/>
    <w:rsid w:val="00EC3D81"/>
    <w:rsid w:val="00EC4AE7"/>
    <w:rsid w:val="00ED2823"/>
    <w:rsid w:val="00ED42E1"/>
    <w:rsid w:val="00ED63B6"/>
    <w:rsid w:val="00EF19DC"/>
    <w:rsid w:val="00F01B71"/>
    <w:rsid w:val="00F20F74"/>
    <w:rsid w:val="00F26C5B"/>
    <w:rsid w:val="00F516E0"/>
    <w:rsid w:val="00F534FB"/>
    <w:rsid w:val="00F56EBE"/>
    <w:rsid w:val="00F60247"/>
    <w:rsid w:val="00F72F66"/>
    <w:rsid w:val="00F80FAD"/>
    <w:rsid w:val="00F81AAF"/>
    <w:rsid w:val="00F831AE"/>
    <w:rsid w:val="00F85296"/>
    <w:rsid w:val="00F91CFA"/>
    <w:rsid w:val="00F924E7"/>
    <w:rsid w:val="00F96F6F"/>
    <w:rsid w:val="00F97A48"/>
    <w:rsid w:val="00FA3E7A"/>
    <w:rsid w:val="00FA7B2F"/>
    <w:rsid w:val="00FC023E"/>
    <w:rsid w:val="00FC2E2C"/>
    <w:rsid w:val="00FC4D82"/>
    <w:rsid w:val="00FC6A09"/>
    <w:rsid w:val="00FD070F"/>
    <w:rsid w:val="00FE1B69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">
    <w:name w:val="Знак"/>
    <w:basedOn w:val="Normal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D6354E"/>
    <w:pPr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DefaultParagraphFont"/>
    <w:uiPriority w:val="99"/>
    <w:rsid w:val="00510C2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DefaultParagraphFont"/>
    <w:uiPriority w:val="99"/>
    <w:rsid w:val="00A33A36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Footer">
    <w:name w:val="footer"/>
    <w:basedOn w:val="Normal"/>
    <w:link w:val="FooterChar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A33A36"/>
    <w:rPr>
      <w:rFonts w:cs="Times New Roman"/>
    </w:rPr>
  </w:style>
  <w:style w:type="character" w:customStyle="1" w:styleId="DocumentMapChar">
    <w:name w:val="Document Map Char"/>
    <w:uiPriority w:val="99"/>
    <w:locked/>
    <w:rsid w:val="00A33A36"/>
    <w:rPr>
      <w:rFonts w:ascii="Tahoma" w:hAnsi="Tahoma"/>
      <w:shd w:val="clear" w:color="auto" w:fill="000080"/>
    </w:rPr>
  </w:style>
  <w:style w:type="paragraph" w:styleId="DocumentMap">
    <w:name w:val="Document Map"/>
    <w:basedOn w:val="Normal"/>
    <w:link w:val="DocumentMapChar2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AA03DD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basedOn w:val="DefaultParagraphFont"/>
    <w:link w:val="DocumentMap"/>
    <w:uiPriority w:val="99"/>
    <w:locked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0">
    <w:name w:val="Знак Знак Знак Знак Знак Знак"/>
    <w:basedOn w:val="Normal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DefaultParagraphFont"/>
    <w:uiPriority w:val="99"/>
    <w:rsid w:val="00A33A3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A33A3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A33A36"/>
    <w:rPr>
      <w:rFonts w:cs="Times New Roman"/>
      <w:b/>
      <w:bCs/>
    </w:rPr>
  </w:style>
  <w:style w:type="paragraph" w:customStyle="1" w:styleId="xl87">
    <w:name w:val="xl87"/>
    <w:basedOn w:val="Normal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Normal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Normal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Normal"/>
    <w:uiPriority w:val="99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Normal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5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608</TotalTime>
  <Pages>30</Pages>
  <Words>10649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36</cp:revision>
  <cp:lastPrinted>2017-10-25T09:19:00Z</cp:lastPrinted>
  <dcterms:created xsi:type="dcterms:W3CDTF">2017-07-25T13:42:00Z</dcterms:created>
  <dcterms:modified xsi:type="dcterms:W3CDTF">2018-01-10T20:45:00Z</dcterms:modified>
</cp:coreProperties>
</file>