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BE" w:rsidRDefault="006B46BE" w:rsidP="00AA2BBB">
      <w:pPr>
        <w:pStyle w:val="Title"/>
        <w:spacing w:before="720"/>
        <w:rPr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5.8pt;margin-top:.95pt;width:65.05pt;height:75.1pt;z-index:251658240">
            <v:imagedata r:id="rId4" o:title=""/>
            <w10:wrap type="topAndBottom"/>
          </v:shape>
          <o:OLEObject Type="Embed" ProgID="PBrush" ShapeID="_x0000_s1026" DrawAspect="Content" ObjectID="_1594502362" r:id="rId5"/>
        </w:pict>
      </w:r>
      <w:r>
        <w:rPr>
          <w:sz w:val="32"/>
          <w:szCs w:val="32"/>
        </w:rPr>
        <w:t>АДМИНИСТРАЦИЯ ТОГОДСКОГО СЕЛЬСКОГО ПОСЕЛЕНИЯ</w:t>
      </w:r>
    </w:p>
    <w:p w:rsidR="006B46BE" w:rsidRDefault="006B46BE" w:rsidP="00AA2BBB">
      <w:pPr>
        <w:pStyle w:val="Heading2"/>
        <w:spacing w:before="60" w:after="60" w:line="480" w:lineRule="atLeast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6B46BE" w:rsidRDefault="006B46BE" w:rsidP="00AA2BBB">
      <w:pPr>
        <w:jc w:val="center"/>
        <w:rPr>
          <w:sz w:val="28"/>
          <w:szCs w:val="28"/>
        </w:rPr>
      </w:pPr>
    </w:p>
    <w:p w:rsidR="006B46BE" w:rsidRDefault="006B46BE" w:rsidP="00AA2BBB">
      <w:pPr>
        <w:jc w:val="center"/>
        <w:rPr>
          <w:sz w:val="28"/>
          <w:szCs w:val="28"/>
        </w:rPr>
      </w:pPr>
      <w:r>
        <w:rPr>
          <w:sz w:val="28"/>
          <w:szCs w:val="28"/>
        </w:rPr>
        <w:t>27 июля 2018 года № 28</w:t>
      </w:r>
    </w:p>
    <w:p w:rsidR="006B46BE" w:rsidRDefault="006B46BE" w:rsidP="00DD0646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6B46BE" w:rsidRDefault="006B46BE" w:rsidP="00DD0646">
      <w:pPr>
        <w:jc w:val="center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6B46BE" w:rsidTr="00921BEA">
        <w:tc>
          <w:tcPr>
            <w:tcW w:w="9214" w:type="dxa"/>
          </w:tcPr>
          <w:p w:rsidR="006B46BE" w:rsidRPr="00BA5885" w:rsidRDefault="006B46BE" w:rsidP="007C12E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дополнений в постановление от 28.12.2017 № 79 «Об утверждении Перечня</w:t>
            </w:r>
            <w:r w:rsidRPr="00647DE8">
              <w:rPr>
                <w:b/>
                <w:sz w:val="28"/>
                <w:szCs w:val="28"/>
              </w:rPr>
              <w:t xml:space="preserve"> кодов подвидов доходов бюджета</w:t>
            </w:r>
            <w:r>
              <w:rPr>
                <w:b/>
                <w:sz w:val="28"/>
                <w:szCs w:val="28"/>
              </w:rPr>
              <w:t xml:space="preserve"> 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поселения, главным администратор</w:t>
            </w:r>
            <w:r>
              <w:rPr>
                <w:b/>
                <w:sz w:val="28"/>
                <w:szCs w:val="28"/>
              </w:rPr>
              <w:t>ом</w:t>
            </w:r>
            <w:r w:rsidRPr="00647DE8">
              <w:rPr>
                <w:b/>
                <w:sz w:val="28"/>
                <w:szCs w:val="28"/>
              </w:rPr>
              <w:t xml:space="preserve"> которого является  Администрация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647DE8">
              <w:rPr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6B46BE" w:rsidRDefault="006B46BE" w:rsidP="00505DCA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6B46BE" w:rsidRPr="00374E7C" w:rsidRDefault="006B46BE" w:rsidP="00374E7C">
      <w:pPr>
        <w:tabs>
          <w:tab w:val="left" w:pos="1701"/>
          <w:tab w:val="left" w:pos="5245"/>
        </w:tabs>
        <w:ind w:firstLine="709"/>
        <w:jc w:val="both"/>
        <w:rPr>
          <w:sz w:val="28"/>
          <w:szCs w:val="28"/>
        </w:rPr>
      </w:pPr>
      <w:r w:rsidRPr="00B70474">
        <w:rPr>
          <w:sz w:val="28"/>
          <w:szCs w:val="28"/>
        </w:rPr>
        <w:t>В соответствии с пунктом 9 статьи 20 Бюджетного кодекса Росси</w:t>
      </w:r>
      <w:r>
        <w:rPr>
          <w:sz w:val="28"/>
          <w:szCs w:val="28"/>
        </w:rPr>
        <w:t>й</w:t>
      </w:r>
      <w:r w:rsidRPr="00B70474">
        <w:rPr>
          <w:sz w:val="28"/>
          <w:szCs w:val="28"/>
        </w:rPr>
        <w:t xml:space="preserve">ской Федерации, решением Совета депутатов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от 2</w:t>
      </w:r>
      <w:r>
        <w:rPr>
          <w:sz w:val="28"/>
          <w:szCs w:val="28"/>
        </w:rPr>
        <w:t>3</w:t>
      </w:r>
      <w:r w:rsidRPr="00B70474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Pr="00B70474">
        <w:rPr>
          <w:sz w:val="28"/>
          <w:szCs w:val="28"/>
        </w:rPr>
        <w:t>№</w:t>
      </w:r>
      <w:r>
        <w:rPr>
          <w:sz w:val="28"/>
          <w:szCs w:val="28"/>
        </w:rPr>
        <w:t>90</w:t>
      </w:r>
      <w:r w:rsidRPr="00B70474">
        <w:rPr>
          <w:sz w:val="28"/>
          <w:szCs w:val="28"/>
        </w:rPr>
        <w:t xml:space="preserve">  «О бюджете 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 на 201</w:t>
      </w:r>
      <w:r>
        <w:rPr>
          <w:sz w:val="28"/>
          <w:szCs w:val="28"/>
        </w:rPr>
        <w:t>8</w:t>
      </w:r>
      <w:r w:rsidRPr="00B7047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годы</w:t>
      </w:r>
      <w:r w:rsidRPr="00B70474">
        <w:rPr>
          <w:sz w:val="28"/>
          <w:szCs w:val="28"/>
        </w:rPr>
        <w:t>»</w:t>
      </w:r>
      <w:r>
        <w:rPr>
          <w:sz w:val="28"/>
          <w:szCs w:val="28"/>
        </w:rPr>
        <w:t xml:space="preserve"> и в целях упорядочения платежей  поступающих в доход бюджета Тогодского сельского поселения Администрация Тогодского сельского поселения </w:t>
      </w:r>
      <w:r w:rsidRPr="00B70474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</w:t>
      </w:r>
      <w:r w:rsidRPr="00B70474">
        <w:rPr>
          <w:b/>
          <w:sz w:val="28"/>
          <w:szCs w:val="28"/>
        </w:rPr>
        <w:t>:</w:t>
      </w:r>
    </w:p>
    <w:p w:rsidR="006B46BE" w:rsidRDefault="006B46BE" w:rsidP="00DD0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</w:t>
      </w:r>
      <w:r w:rsidRPr="00586629">
        <w:rPr>
          <w:sz w:val="28"/>
          <w:szCs w:val="28"/>
        </w:rPr>
        <w:t>в постановление  от 2</w:t>
      </w:r>
      <w:r>
        <w:rPr>
          <w:sz w:val="28"/>
          <w:szCs w:val="28"/>
        </w:rPr>
        <w:t>8.12</w:t>
      </w:r>
      <w:r w:rsidRPr="00586629">
        <w:rPr>
          <w:sz w:val="28"/>
          <w:szCs w:val="28"/>
        </w:rPr>
        <w:t>.201</w:t>
      </w:r>
      <w:r>
        <w:rPr>
          <w:sz w:val="28"/>
          <w:szCs w:val="28"/>
        </w:rPr>
        <w:t xml:space="preserve">7 </w:t>
      </w:r>
      <w:r w:rsidRPr="00586629">
        <w:rPr>
          <w:sz w:val="28"/>
          <w:szCs w:val="28"/>
        </w:rPr>
        <w:t xml:space="preserve">№ </w:t>
      </w:r>
      <w:r>
        <w:rPr>
          <w:sz w:val="28"/>
          <w:szCs w:val="28"/>
        </w:rPr>
        <w:t>79</w:t>
      </w:r>
      <w:r w:rsidRPr="00586629">
        <w:rPr>
          <w:sz w:val="28"/>
          <w:szCs w:val="28"/>
        </w:rPr>
        <w:t xml:space="preserve">  «Об утверждении</w:t>
      </w:r>
      <w:r>
        <w:rPr>
          <w:sz w:val="28"/>
          <w:szCs w:val="28"/>
        </w:rPr>
        <w:t xml:space="preserve"> Перечня</w:t>
      </w:r>
      <w:r w:rsidRPr="002D5B1F">
        <w:rPr>
          <w:sz w:val="28"/>
          <w:szCs w:val="28"/>
        </w:rPr>
        <w:t xml:space="preserve"> кодов подвидов доходов бюджета Тогодского сельского поселения, главным</w:t>
      </w:r>
      <w:r w:rsidRPr="00B70474">
        <w:rPr>
          <w:sz w:val="28"/>
          <w:szCs w:val="28"/>
        </w:rPr>
        <w:t xml:space="preserve"> администратором которых является Администрация </w:t>
      </w:r>
      <w:r>
        <w:rPr>
          <w:sz w:val="28"/>
          <w:szCs w:val="28"/>
        </w:rPr>
        <w:t>Тогодского</w:t>
      </w:r>
      <w:r w:rsidRPr="00B7047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следующие дополнения: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819"/>
        <w:gridCol w:w="1989"/>
      </w:tblGrid>
      <w:tr w:rsidR="006B46BE" w:rsidRPr="007B6A34" w:rsidTr="00C93C8A">
        <w:trPr>
          <w:trHeight w:val="1236"/>
        </w:trPr>
        <w:tc>
          <w:tcPr>
            <w:tcW w:w="2552" w:type="dxa"/>
          </w:tcPr>
          <w:p w:rsidR="006B46BE" w:rsidRPr="000B2C19" w:rsidRDefault="006B46BE" w:rsidP="00EE7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noWrap/>
            <w:vAlign w:val="center"/>
          </w:tcPr>
          <w:p w:rsidR="006B46BE" w:rsidRPr="000B2C19" w:rsidRDefault="006B46BE" w:rsidP="00EE7EF9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подвида</w:t>
            </w:r>
            <w:r w:rsidRPr="000B2C19">
              <w:rPr>
                <w:sz w:val="24"/>
                <w:szCs w:val="24"/>
              </w:rPr>
              <w:t xml:space="preserve"> бюджета сельского поселения</w:t>
            </w:r>
          </w:p>
        </w:tc>
        <w:tc>
          <w:tcPr>
            <w:tcW w:w="1989" w:type="dxa"/>
          </w:tcPr>
          <w:p w:rsidR="006B46BE" w:rsidRPr="000B2C19" w:rsidRDefault="006B46BE" w:rsidP="00EE7EF9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Код   подвид</w:t>
            </w:r>
            <w:r>
              <w:rPr>
                <w:sz w:val="24"/>
                <w:szCs w:val="24"/>
              </w:rPr>
              <w:t>а</w:t>
            </w:r>
            <w:r w:rsidRPr="000B2C19">
              <w:rPr>
                <w:sz w:val="24"/>
                <w:szCs w:val="24"/>
              </w:rPr>
              <w:t xml:space="preserve"> дохода</w:t>
            </w:r>
          </w:p>
        </w:tc>
      </w:tr>
      <w:tr w:rsidR="006B46BE" w:rsidRPr="007B6A34" w:rsidTr="00C93C8A">
        <w:trPr>
          <w:trHeight w:val="301"/>
        </w:trPr>
        <w:tc>
          <w:tcPr>
            <w:tcW w:w="2552" w:type="dxa"/>
          </w:tcPr>
          <w:p w:rsidR="006B46BE" w:rsidRPr="000B2C19" w:rsidRDefault="006B46BE" w:rsidP="0014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noWrap/>
            <w:vAlign w:val="bottom"/>
          </w:tcPr>
          <w:p w:rsidR="006B46BE" w:rsidRPr="000B2C19" w:rsidRDefault="006B46BE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:rsidR="006B46BE" w:rsidRPr="000B2C19" w:rsidRDefault="006B46BE" w:rsidP="00142A9C">
            <w:pPr>
              <w:jc w:val="center"/>
              <w:rPr>
                <w:sz w:val="24"/>
                <w:szCs w:val="24"/>
              </w:rPr>
            </w:pPr>
            <w:r w:rsidRPr="000B2C19">
              <w:rPr>
                <w:sz w:val="24"/>
                <w:szCs w:val="24"/>
              </w:rPr>
              <w:t>3</w:t>
            </w:r>
          </w:p>
        </w:tc>
      </w:tr>
      <w:tr w:rsidR="006B46BE" w:rsidRPr="007B6A34" w:rsidTr="00C93C8A">
        <w:trPr>
          <w:trHeight w:val="694"/>
        </w:trPr>
        <w:tc>
          <w:tcPr>
            <w:tcW w:w="2552" w:type="dxa"/>
          </w:tcPr>
          <w:p w:rsidR="006B46BE" w:rsidRPr="000674C7" w:rsidRDefault="006B46BE" w:rsidP="00F11386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20229999107209151</w:t>
            </w:r>
          </w:p>
        </w:tc>
        <w:tc>
          <w:tcPr>
            <w:tcW w:w="4819" w:type="dxa"/>
          </w:tcPr>
          <w:p w:rsidR="006B46BE" w:rsidRPr="000674C7" w:rsidRDefault="006B46BE" w:rsidP="00260BE6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</w:t>
            </w:r>
            <w:r>
              <w:rPr>
                <w:sz w:val="22"/>
                <w:szCs w:val="22"/>
              </w:rPr>
              <w:t xml:space="preserve"> поддержку</w:t>
            </w:r>
            <w:r w:rsidRPr="000674C7">
              <w:rPr>
                <w:sz w:val="22"/>
                <w:szCs w:val="22"/>
              </w:rPr>
              <w:t xml:space="preserve"> реализаци</w:t>
            </w:r>
            <w:r>
              <w:rPr>
                <w:sz w:val="22"/>
                <w:szCs w:val="22"/>
              </w:rPr>
              <w:t>и</w:t>
            </w:r>
            <w:r w:rsidRPr="000674C7">
              <w:rPr>
                <w:sz w:val="22"/>
                <w:szCs w:val="22"/>
              </w:rPr>
              <w:t xml:space="preserve"> проектов </w:t>
            </w:r>
            <w:r>
              <w:rPr>
                <w:sz w:val="22"/>
                <w:szCs w:val="22"/>
              </w:rPr>
              <w:t>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89" w:type="dxa"/>
            <w:vAlign w:val="center"/>
          </w:tcPr>
          <w:p w:rsidR="006B46BE" w:rsidRPr="000B2C19" w:rsidRDefault="006B46BE" w:rsidP="00F11386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7209 151</w:t>
            </w:r>
          </w:p>
        </w:tc>
      </w:tr>
    </w:tbl>
    <w:p w:rsidR="006B46BE" w:rsidRDefault="006B46BE" w:rsidP="00744FE3">
      <w:pPr>
        <w:jc w:val="both"/>
        <w:rPr>
          <w:sz w:val="28"/>
          <w:szCs w:val="28"/>
        </w:rPr>
      </w:pPr>
    </w:p>
    <w:p w:rsidR="006B46BE" w:rsidRDefault="006B46BE" w:rsidP="00DD064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 настоящего постановления оставляю за собой.</w:t>
      </w:r>
    </w:p>
    <w:p w:rsidR="006B46BE" w:rsidRDefault="006B46BE" w:rsidP="00DD0646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6B46BE" w:rsidRDefault="006B46BE" w:rsidP="00DD0646">
      <w:pPr>
        <w:jc w:val="both"/>
        <w:rPr>
          <w:b/>
          <w:sz w:val="28"/>
          <w:szCs w:val="28"/>
        </w:rPr>
      </w:pPr>
    </w:p>
    <w:p w:rsidR="006B46BE" w:rsidRPr="00374E7C" w:rsidRDefault="006B46BE" w:rsidP="00DD0646">
      <w:pPr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Глава</w:t>
      </w:r>
    </w:p>
    <w:p w:rsidR="006B46BE" w:rsidRPr="002E22D4" w:rsidRDefault="006B46BE" w:rsidP="00DD0646">
      <w:pPr>
        <w:jc w:val="both"/>
        <w:rPr>
          <w:b/>
          <w:sz w:val="28"/>
          <w:szCs w:val="28"/>
        </w:rPr>
      </w:pPr>
      <w:r w:rsidRPr="00374E7C">
        <w:rPr>
          <w:b/>
          <w:sz w:val="28"/>
          <w:szCs w:val="28"/>
        </w:rPr>
        <w:t>сельского поселения                                  Г.И.</w:t>
      </w:r>
      <w:r>
        <w:rPr>
          <w:b/>
          <w:sz w:val="28"/>
          <w:szCs w:val="28"/>
        </w:rPr>
        <w:t xml:space="preserve"> </w:t>
      </w:r>
      <w:r w:rsidRPr="00374E7C">
        <w:rPr>
          <w:b/>
          <w:sz w:val="28"/>
          <w:szCs w:val="28"/>
        </w:rPr>
        <w:t>Хаббо</w:t>
      </w:r>
      <w:bookmarkEnd w:id="0"/>
    </w:p>
    <w:sectPr w:rsidR="006B46BE" w:rsidRPr="002E22D4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DCA"/>
    <w:rsid w:val="0003257C"/>
    <w:rsid w:val="000674C7"/>
    <w:rsid w:val="000B2C19"/>
    <w:rsid w:val="000B6883"/>
    <w:rsid w:val="000D741B"/>
    <w:rsid w:val="000D7D8B"/>
    <w:rsid w:val="00142A9C"/>
    <w:rsid w:val="00172D97"/>
    <w:rsid w:val="0018637E"/>
    <w:rsid w:val="00190339"/>
    <w:rsid w:val="002071E0"/>
    <w:rsid w:val="0021685C"/>
    <w:rsid w:val="00222DC7"/>
    <w:rsid w:val="002248B1"/>
    <w:rsid w:val="00244844"/>
    <w:rsid w:val="0025334E"/>
    <w:rsid w:val="00260BE6"/>
    <w:rsid w:val="002C52EB"/>
    <w:rsid w:val="002D5B1F"/>
    <w:rsid w:val="002E22D4"/>
    <w:rsid w:val="00312D5D"/>
    <w:rsid w:val="003258AA"/>
    <w:rsid w:val="003300B6"/>
    <w:rsid w:val="00374E7C"/>
    <w:rsid w:val="00383CE5"/>
    <w:rsid w:val="00384697"/>
    <w:rsid w:val="003902E2"/>
    <w:rsid w:val="003A5D8E"/>
    <w:rsid w:val="003B10CD"/>
    <w:rsid w:val="003B2285"/>
    <w:rsid w:val="003D1C83"/>
    <w:rsid w:val="00405CEE"/>
    <w:rsid w:val="00426B9C"/>
    <w:rsid w:val="00427CF3"/>
    <w:rsid w:val="00435197"/>
    <w:rsid w:val="00470D36"/>
    <w:rsid w:val="00493032"/>
    <w:rsid w:val="004C6149"/>
    <w:rsid w:val="004E3D9A"/>
    <w:rsid w:val="00502B84"/>
    <w:rsid w:val="00505DCA"/>
    <w:rsid w:val="005126FA"/>
    <w:rsid w:val="005231C6"/>
    <w:rsid w:val="005236F1"/>
    <w:rsid w:val="0054567F"/>
    <w:rsid w:val="005739C5"/>
    <w:rsid w:val="00576668"/>
    <w:rsid w:val="005807AF"/>
    <w:rsid w:val="00586629"/>
    <w:rsid w:val="005C6615"/>
    <w:rsid w:val="005E5332"/>
    <w:rsid w:val="00601538"/>
    <w:rsid w:val="00633578"/>
    <w:rsid w:val="00647DE8"/>
    <w:rsid w:val="006604EE"/>
    <w:rsid w:val="00661B17"/>
    <w:rsid w:val="00686834"/>
    <w:rsid w:val="006917F7"/>
    <w:rsid w:val="006A222B"/>
    <w:rsid w:val="006B46BE"/>
    <w:rsid w:val="006C629C"/>
    <w:rsid w:val="007015D2"/>
    <w:rsid w:val="007123B3"/>
    <w:rsid w:val="0071372B"/>
    <w:rsid w:val="00744FE3"/>
    <w:rsid w:val="007A70EC"/>
    <w:rsid w:val="007B6A34"/>
    <w:rsid w:val="007C12E7"/>
    <w:rsid w:val="007E1276"/>
    <w:rsid w:val="0082007B"/>
    <w:rsid w:val="008653CF"/>
    <w:rsid w:val="00871F14"/>
    <w:rsid w:val="00893F7F"/>
    <w:rsid w:val="008B4EE7"/>
    <w:rsid w:val="008D4A21"/>
    <w:rsid w:val="008E4524"/>
    <w:rsid w:val="00921BEA"/>
    <w:rsid w:val="0092597F"/>
    <w:rsid w:val="00995023"/>
    <w:rsid w:val="009D6A49"/>
    <w:rsid w:val="009E2FE0"/>
    <w:rsid w:val="009F598F"/>
    <w:rsid w:val="00A10BED"/>
    <w:rsid w:val="00A30725"/>
    <w:rsid w:val="00AA2BBB"/>
    <w:rsid w:val="00AE762B"/>
    <w:rsid w:val="00B007AA"/>
    <w:rsid w:val="00B54AB3"/>
    <w:rsid w:val="00B571BA"/>
    <w:rsid w:val="00B70474"/>
    <w:rsid w:val="00B7088B"/>
    <w:rsid w:val="00B7605E"/>
    <w:rsid w:val="00B875D1"/>
    <w:rsid w:val="00BA5885"/>
    <w:rsid w:val="00BC2F27"/>
    <w:rsid w:val="00BE5704"/>
    <w:rsid w:val="00C26F22"/>
    <w:rsid w:val="00C2714C"/>
    <w:rsid w:val="00C55FBB"/>
    <w:rsid w:val="00C90694"/>
    <w:rsid w:val="00C93C8A"/>
    <w:rsid w:val="00C96A8D"/>
    <w:rsid w:val="00CA6099"/>
    <w:rsid w:val="00CB1BFD"/>
    <w:rsid w:val="00CB3FCD"/>
    <w:rsid w:val="00CC2D10"/>
    <w:rsid w:val="00CE17CF"/>
    <w:rsid w:val="00D059EA"/>
    <w:rsid w:val="00D22B4E"/>
    <w:rsid w:val="00D26EA6"/>
    <w:rsid w:val="00D62ECF"/>
    <w:rsid w:val="00D7512A"/>
    <w:rsid w:val="00DC499F"/>
    <w:rsid w:val="00DC4A5D"/>
    <w:rsid w:val="00DD0646"/>
    <w:rsid w:val="00DE55F6"/>
    <w:rsid w:val="00E06806"/>
    <w:rsid w:val="00EA4BD1"/>
    <w:rsid w:val="00EB602D"/>
    <w:rsid w:val="00ED2569"/>
    <w:rsid w:val="00EE7EF9"/>
    <w:rsid w:val="00F04949"/>
    <w:rsid w:val="00F11386"/>
    <w:rsid w:val="00F9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C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05DCA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05DCA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Основной текст 21"/>
    <w:basedOn w:val="Normal"/>
    <w:uiPriority w:val="99"/>
    <w:rsid w:val="00505DCA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DefaultParagraphFont"/>
    <w:uiPriority w:val="99"/>
    <w:rsid w:val="005231C6"/>
    <w:rPr>
      <w:rFonts w:cs="Times New Roman"/>
    </w:rPr>
  </w:style>
  <w:style w:type="paragraph" w:customStyle="1" w:styleId="ConsPlusNormal">
    <w:name w:val="ConsPlusNormal"/>
    <w:uiPriority w:val="99"/>
    <w:rsid w:val="00C90694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2E22D4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DD0646"/>
    <w:pPr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DD064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7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210</Words>
  <Characters>1197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2017-12-29T07:27:00Z</cp:lastPrinted>
  <dcterms:created xsi:type="dcterms:W3CDTF">2018-07-30T07:13:00Z</dcterms:created>
  <dcterms:modified xsi:type="dcterms:W3CDTF">2018-07-30T21:33:00Z</dcterms:modified>
</cp:coreProperties>
</file>